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73"/>
        <w:gridCol w:w="37"/>
        <w:gridCol w:w="6"/>
        <w:gridCol w:w="241"/>
        <w:gridCol w:w="160"/>
        <w:gridCol w:w="136"/>
        <w:gridCol w:w="16"/>
        <w:gridCol w:w="9"/>
        <w:gridCol w:w="7"/>
        <w:gridCol w:w="413"/>
        <w:gridCol w:w="156"/>
        <w:gridCol w:w="338"/>
        <w:gridCol w:w="7"/>
        <w:gridCol w:w="115"/>
        <w:gridCol w:w="213"/>
        <w:gridCol w:w="25"/>
        <w:gridCol w:w="7"/>
        <w:gridCol w:w="17"/>
        <w:gridCol w:w="549"/>
        <w:gridCol w:w="39"/>
        <w:gridCol w:w="103"/>
        <w:gridCol w:w="254"/>
        <w:gridCol w:w="526"/>
        <w:gridCol w:w="53"/>
        <w:gridCol w:w="15"/>
        <w:gridCol w:w="215"/>
        <w:gridCol w:w="36"/>
        <w:gridCol w:w="26"/>
        <w:gridCol w:w="218"/>
        <w:gridCol w:w="68"/>
        <w:gridCol w:w="144"/>
        <w:gridCol w:w="148"/>
        <w:gridCol w:w="172"/>
        <w:gridCol w:w="314"/>
        <w:gridCol w:w="53"/>
        <w:gridCol w:w="717"/>
        <w:gridCol w:w="11"/>
        <w:gridCol w:w="113"/>
        <w:gridCol w:w="29"/>
        <w:gridCol w:w="85"/>
        <w:gridCol w:w="62"/>
        <w:gridCol w:w="121"/>
        <w:gridCol w:w="21"/>
        <w:gridCol w:w="132"/>
        <w:gridCol w:w="118"/>
        <w:gridCol w:w="736"/>
        <w:gridCol w:w="192"/>
        <w:gridCol w:w="94"/>
        <w:gridCol w:w="707"/>
        <w:gridCol w:w="105"/>
        <w:gridCol w:w="180"/>
        <w:gridCol w:w="44"/>
        <w:gridCol w:w="937"/>
        <w:gridCol w:w="19"/>
        <w:gridCol w:w="268"/>
        <w:gridCol w:w="9"/>
        <w:gridCol w:w="14"/>
      </w:tblGrid>
      <w:tr w:rsidR="00C808E7" w:rsidRPr="004A75A7" w:rsidTr="00531425">
        <w:trPr>
          <w:gridAfter w:val="1"/>
          <w:wAfter w:w="13" w:type="dxa"/>
          <w:trHeight w:val="480"/>
        </w:trPr>
        <w:tc>
          <w:tcPr>
            <w:tcW w:w="10206" w:type="dxa"/>
            <w:gridSpan w:val="57"/>
            <w:vMerge w:val="restart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:rsidR="00C808E7" w:rsidRPr="004A75A7" w:rsidRDefault="008D40AA" w:rsidP="003231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КАРТА-ПЛАН ТЕРРИТОРИИ</w:t>
            </w:r>
          </w:p>
        </w:tc>
      </w:tr>
      <w:tr w:rsidR="00C808E7" w:rsidRPr="004A75A7" w:rsidTr="00531425">
        <w:trPr>
          <w:gridAfter w:val="1"/>
          <w:wAfter w:w="13" w:type="dxa"/>
          <w:trHeight w:val="322"/>
        </w:trPr>
        <w:tc>
          <w:tcPr>
            <w:tcW w:w="10206" w:type="dxa"/>
            <w:gridSpan w:val="57"/>
            <w:vMerge/>
            <w:tcBorders>
              <w:top w:val="single" w:sz="2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08E7" w:rsidRPr="004A75A7" w:rsidRDefault="00C808E7" w:rsidP="0032318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5E0C" w:rsidRPr="004A75A7" w:rsidTr="00F1318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8D40AA" w:rsidRDefault="008D40AA" w:rsidP="00AD1547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8D40AA">
              <w:rPr>
                <w:b/>
                <w:sz w:val="28"/>
                <w:szCs w:val="28"/>
              </w:rPr>
              <w:t>Пояснительная записка</w:t>
            </w:r>
          </w:p>
        </w:tc>
      </w:tr>
      <w:tr w:rsidR="00E55487" w:rsidRPr="004A75A7" w:rsidTr="00E55487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5487" w:rsidRPr="00FB5EE8" w:rsidRDefault="00E55487" w:rsidP="006141CF">
            <w:pPr>
              <w:pStyle w:val="a7"/>
              <w:spacing w:before="120" w:after="120"/>
              <w:jc w:val="both"/>
              <w:rPr>
                <w:b/>
                <w:u w:val="single"/>
                <w:lang w:val="ru-RU"/>
              </w:rPr>
            </w:pPr>
            <w:r w:rsidRPr="00FB5EE8">
              <w:rPr>
                <w:b/>
                <w:lang w:val="ru-RU"/>
              </w:rPr>
              <w:t>1.</w:t>
            </w:r>
            <w:r w:rsidRPr="00FB5EE8">
              <w:rPr>
                <w:b/>
              </w:rPr>
              <w:t> </w:t>
            </w:r>
            <w:r w:rsidRPr="00FB5EE8">
              <w:rPr>
                <w:b/>
                <w:lang w:val="ru-RU"/>
              </w:rPr>
              <w:t>Сведения о территории выполнения комплексных кадастровых работ:</w:t>
            </w:r>
            <w:r w:rsidR="00936DD4" w:rsidRPr="00936DD4">
              <w:rPr>
                <w:lang w:val="ru-RU"/>
              </w:rPr>
              <w:t xml:space="preserve"> </w:t>
            </w:r>
            <w:r w:rsidRPr="00FB5EE8">
              <w:rPr>
                <w:u w:val="single"/>
                <w:lang w:val="ru-RU"/>
              </w:rPr>
              <w:t xml:space="preserve">Ивановская область, Тейковский район, </w:t>
            </w:r>
            <w:proofErr w:type="spellStart"/>
            <w:r w:rsidRPr="00FB5EE8">
              <w:rPr>
                <w:u w:val="single"/>
                <w:lang w:val="ru-RU"/>
              </w:rPr>
              <w:t>Бураково</w:t>
            </w:r>
            <w:proofErr w:type="spellEnd"/>
            <w:r w:rsidRPr="00FB5EE8">
              <w:rPr>
                <w:u w:val="single"/>
                <w:lang w:val="ru-RU"/>
              </w:rPr>
              <w:t xml:space="preserve"> деревня</w:t>
            </w:r>
            <w:r w:rsidR="00C40534" w:rsidRPr="00FB5EE8">
              <w:rPr>
                <w:u w:val="single"/>
                <w:lang w:val="ru-RU"/>
              </w:rPr>
              <w:t>37:18:080221</w:t>
            </w:r>
          </w:p>
          <w:p w:rsidR="00E55487" w:rsidRPr="00E55487" w:rsidRDefault="00E55487" w:rsidP="00F60973">
            <w:pPr>
              <w:pStyle w:val="a7"/>
              <w:spacing w:after="120"/>
              <w:jc w:val="both"/>
              <w:rPr>
                <w:lang w:val="ru-RU"/>
              </w:rPr>
            </w:pPr>
            <w:r w:rsidRPr="00E55487">
              <w:rPr>
                <w:sz w:val="20"/>
                <w:lang w:val="ru-RU"/>
              </w:rPr>
              <w:t>(наименование субъекта Российской Федерации, муниципального образования, населенного пункта, уникальные учетные номера кадастровых кварталов, иные сведения, позволяющие определить местоположение территории, на которой выполняются комплексные кадастровые работы</w:t>
            </w:r>
            <w:r w:rsidR="008D1623">
              <w:rPr>
                <w:sz w:val="20"/>
                <w:lang w:val="ru-RU"/>
              </w:rPr>
              <w:t>, например, наименование садоводческого или огороднического некоммерческого товарищества, гаражного кооператива, элемента планировочной структуры</w:t>
            </w:r>
            <w:r w:rsidRPr="00E55487">
              <w:rPr>
                <w:sz w:val="20"/>
                <w:lang w:val="ru-RU"/>
              </w:rPr>
              <w:t>)</w:t>
            </w:r>
          </w:p>
        </w:tc>
      </w:tr>
      <w:tr w:rsidR="00E55487" w:rsidRPr="004A75A7" w:rsidTr="00F60973">
        <w:trPr>
          <w:gridAfter w:val="1"/>
          <w:wAfter w:w="13" w:type="dxa"/>
          <w:trHeight w:val="789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60973" w:rsidRPr="00FB5EE8" w:rsidRDefault="00E55487" w:rsidP="00F60973">
            <w:pPr>
              <w:pStyle w:val="a7"/>
              <w:spacing w:before="120" w:after="120"/>
              <w:contextualSpacing w:val="0"/>
              <w:jc w:val="left"/>
              <w:rPr>
                <w:b/>
                <w:lang w:val="ru-RU"/>
              </w:rPr>
            </w:pPr>
            <w:r w:rsidRPr="00FB5EE8">
              <w:rPr>
                <w:b/>
                <w:lang w:val="ru-RU"/>
              </w:rPr>
              <w:t>2. Основания выполнения комплексных кадастровых работ</w:t>
            </w:r>
            <w:r w:rsidR="002953A8" w:rsidRPr="00FB5EE8">
              <w:rPr>
                <w:b/>
                <w:lang w:val="ru-RU"/>
              </w:rPr>
              <w:t>:</w:t>
            </w:r>
          </w:p>
          <w:p w:rsidR="00E55487" w:rsidRPr="00E55487" w:rsidRDefault="00F60973" w:rsidP="00F60973">
            <w:pPr>
              <w:pStyle w:val="a7"/>
              <w:spacing w:after="120"/>
              <w:jc w:val="left"/>
              <w:rPr>
                <w:b/>
                <w:lang w:val="ru-RU"/>
              </w:rPr>
            </w:pPr>
            <w:r w:rsidRPr="00E55487">
              <w:rPr>
                <w:sz w:val="22"/>
                <w:szCs w:val="22"/>
                <w:lang w:val="ru-RU"/>
              </w:rPr>
              <w:t>Наименование, дата и номер документа, на основании которого выполняются комплексные кадастровые работы:</w:t>
            </w:r>
            <w:r w:rsidR="00936DD4">
              <w:rPr>
                <w:sz w:val="22"/>
                <w:szCs w:val="22"/>
                <w:lang w:val="ru-RU"/>
              </w:rPr>
              <w:t xml:space="preserve"> </w:t>
            </w:r>
            <w:r w:rsidRPr="00172FF9">
              <w:rPr>
                <w:sz w:val="22"/>
                <w:u w:val="single"/>
                <w:lang w:val="ru-RU"/>
              </w:rPr>
              <w:t>МУНИЦИПАЛЬНЫЙ КОНТРАКТ №0133300015824000006 от 02.05.2024</w:t>
            </w:r>
          </w:p>
        </w:tc>
      </w:tr>
      <w:tr w:rsidR="00E55487" w:rsidRPr="004A75A7" w:rsidTr="00E55487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5487" w:rsidRPr="00E55487" w:rsidRDefault="00E55487" w:rsidP="006141CF">
            <w:pPr>
              <w:pStyle w:val="a7"/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 w:rsidRPr="00FB5EE8">
              <w:rPr>
                <w:b/>
                <w:lang w:val="ru-RU"/>
              </w:rPr>
              <w:t>3. Дата подготовки карты-плана территории</w:t>
            </w:r>
            <w:r w:rsidRPr="00FB5EE8">
              <w:rPr>
                <w:lang w:val="ru-RU"/>
              </w:rPr>
              <w:t>:</w:t>
            </w:r>
            <w:r w:rsidR="00936DD4">
              <w:rPr>
                <w:lang w:val="ru-RU"/>
              </w:rPr>
              <w:t xml:space="preserve"> </w:t>
            </w:r>
            <w:r w:rsidRPr="00484ED8">
              <w:rPr>
                <w:sz w:val="22"/>
                <w:u w:val="single"/>
                <w:lang w:val="ru-RU"/>
              </w:rPr>
              <w:t>26.09.2024</w:t>
            </w:r>
          </w:p>
        </w:tc>
      </w:tr>
      <w:tr w:rsidR="00E323C1" w:rsidRPr="004A75A7" w:rsidTr="00203BF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E323C1" w:rsidRPr="00FB5EE8" w:rsidRDefault="00E323C1" w:rsidP="00E323C1">
            <w:pPr>
              <w:pStyle w:val="a7"/>
              <w:spacing w:before="120" w:after="120"/>
              <w:jc w:val="both"/>
              <w:rPr>
                <w:b/>
                <w:lang w:val="ru-RU"/>
              </w:rPr>
            </w:pPr>
            <w:r w:rsidRPr="00FB5EE8">
              <w:rPr>
                <w:b/>
                <w:lang w:val="ru-RU"/>
              </w:rPr>
              <w:t>4. Сведения о заказчике(ах) комплексных кадастровых работ:</w:t>
            </w:r>
          </w:p>
        </w:tc>
      </w:tr>
      <w:tr w:rsidR="00A91CB9" w:rsidRPr="004A75A7" w:rsidTr="00203BF6">
        <w:trPr>
          <w:gridAfter w:val="1"/>
          <w:wAfter w:w="13" w:type="dxa"/>
          <w:trHeight w:val="888"/>
        </w:trPr>
        <w:tc>
          <w:tcPr>
            <w:tcW w:w="10206" w:type="dxa"/>
            <w:gridSpan w:val="57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024B2" w:rsidRDefault="007024B2" w:rsidP="007024B2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В отношении юридического лица, органа местного самоуправления муниципального района, муниципального округа или городского округа либо уполномоченного исполнительного органа государственной власти субъекта Российской Федерации: </w:t>
            </w:r>
          </w:p>
          <w:p w:rsidR="007024B2" w:rsidRDefault="007024B2" w:rsidP="007024B2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ind w:left="70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полное или сокращенное (в случае, если имеется) наименование: </w:t>
            </w:r>
            <w:r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АДМИНИСТРАЦИЯ ТЕЙКОВСКОГО МУНИЦИПАЛЬНОГО РАЙОНА</w:t>
            </w:r>
          </w:p>
          <w:p w:rsidR="007024B2" w:rsidRDefault="007024B2" w:rsidP="007024B2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ind w:left="708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основной государственный регистрационный номер: </w:t>
            </w:r>
            <w:r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1023701790100</w:t>
            </w:r>
          </w:p>
          <w:p w:rsidR="007024B2" w:rsidRDefault="007024B2" w:rsidP="00CA7794">
            <w:pPr>
              <w:pStyle w:val="1"/>
              <w:keepNext w:val="0"/>
              <w:spacing w:before="0"/>
              <w:ind w:left="708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идентификационный номер налогоплательщика: </w:t>
            </w:r>
            <w:r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3724002463</w:t>
            </w:r>
          </w:p>
          <w:p w:rsidR="00A91CB9" w:rsidRDefault="00A91CB9" w:rsidP="00AE5C65">
            <w:pPr>
              <w:pStyle w:val="1"/>
              <w:keepNext w:val="0"/>
              <w:spacing w:before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В отношении физического лица или представителя </w:t>
            </w:r>
            <w:proofErr w:type="gramStart"/>
            <w:r>
              <w:rPr>
                <w:rFonts w:ascii="Times New Roman" w:hAnsi="Times New Roman"/>
                <w:b w:val="0"/>
                <w:sz w:val="22"/>
                <w:szCs w:val="22"/>
              </w:rPr>
              <w:t>физических</w:t>
            </w:r>
            <w:proofErr w:type="gramEnd"/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или юридических лиц:</w:t>
            </w:r>
          </w:p>
          <w:p w:rsidR="00A91CB9" w:rsidRDefault="00A91CB9" w:rsidP="009E297A">
            <w:pPr>
              <w:pStyle w:val="1"/>
              <w:keepNext w:val="0"/>
              <w:spacing w:before="0"/>
              <w:ind w:left="708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фамилия, имя, отчество (последнее - при наличии): </w:t>
            </w:r>
            <w:r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–</w:t>
            </w:r>
          </w:p>
          <w:p w:rsidR="00A91CB9" w:rsidRDefault="00A91CB9" w:rsidP="00A91CB9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ind w:left="708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страховой номер индивидуального лицевого счета в системе обязательного пенсионного страхования Российской Федерации (СНИЛС): </w:t>
            </w:r>
            <w:r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–</w:t>
            </w:r>
          </w:p>
          <w:p w:rsidR="00A91CB9" w:rsidRDefault="00A91CB9" w:rsidP="00A91CB9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Наименование и реквизиты документа, подтверждающие полномочия представителя заказчика(</w:t>
            </w:r>
            <w:proofErr w:type="spellStart"/>
            <w:r>
              <w:rPr>
                <w:rFonts w:ascii="Times New Roman" w:hAnsi="Times New Roman"/>
                <w:b w:val="0"/>
                <w:sz w:val="22"/>
                <w:szCs w:val="22"/>
              </w:rPr>
              <w:t>ов</w:t>
            </w:r>
            <w:proofErr w:type="spellEnd"/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) комплексных кадастровых работ: </w:t>
            </w:r>
            <w:r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–</w:t>
            </w:r>
          </w:p>
        </w:tc>
      </w:tr>
      <w:tr w:rsidR="00E323C1" w:rsidRPr="004A75A7" w:rsidTr="00203BF6">
        <w:trPr>
          <w:gridAfter w:val="1"/>
          <w:wAfter w:w="13" w:type="dxa"/>
          <w:trHeight w:val="888"/>
        </w:trPr>
        <w:tc>
          <w:tcPr>
            <w:tcW w:w="10206" w:type="dxa"/>
            <w:gridSpan w:val="57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323C1" w:rsidRPr="00E323C1" w:rsidRDefault="00E323C1" w:rsidP="00E93000">
            <w:pPr>
              <w:pStyle w:val="a7"/>
              <w:spacing w:before="120" w:after="120"/>
              <w:jc w:val="both"/>
              <w:rPr>
                <w:b/>
                <w:lang w:val="ru-RU"/>
              </w:rPr>
            </w:pPr>
            <w:r w:rsidRPr="00E323C1">
              <w:rPr>
                <w:sz w:val="22"/>
                <w:szCs w:val="22"/>
                <w:lang w:val="ru-RU"/>
              </w:rPr>
              <w:t xml:space="preserve">Адрес электронной почты (для направления уведомления о результатах внесения сведений в Единый государственный реестр недвижимости): </w:t>
            </w:r>
            <w:r w:rsidRPr="00E323C1">
              <w:rPr>
                <w:sz w:val="22"/>
                <w:u w:val="single"/>
                <w:lang w:val="ru-RU"/>
              </w:rPr>
              <w:t>–</w:t>
            </w:r>
          </w:p>
        </w:tc>
      </w:tr>
      <w:tr w:rsidR="00E55487" w:rsidRPr="004A75A7" w:rsidTr="00E844BD">
        <w:trPr>
          <w:gridAfter w:val="1"/>
          <w:wAfter w:w="13" w:type="dxa"/>
          <w:trHeight w:val="1065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E844BD" w:rsidRPr="00FB5EE8" w:rsidRDefault="00E93F2A" w:rsidP="00E93000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55487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исполнителе комплексных кадастровых работ</w:t>
            </w:r>
            <w:r w:rsidR="002953A8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55487" w:rsidRPr="004A75A7" w:rsidRDefault="00E844BD" w:rsidP="00E93000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21C5">
              <w:rPr>
                <w:rFonts w:ascii="Times New Roman" w:hAnsi="Times New Roman" w:cs="Times New Roman"/>
                <w:sz w:val="22"/>
                <w:szCs w:val="22"/>
              </w:rPr>
              <w:t>Полное или сокращенное (в случае, если имеется) наименование и адрес юридического лица, с которым заключен государственный или муниципальный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нтракт либо договор подряда</w:t>
            </w:r>
            <w:r w:rsidRPr="00DC21C5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комплексных кадастровых работ: </w:t>
            </w:r>
            <w:r w:rsidRPr="003960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–</w:t>
            </w:r>
          </w:p>
        </w:tc>
      </w:tr>
      <w:tr w:rsidR="00E93F2A" w:rsidRPr="004A75A7" w:rsidTr="00531425">
        <w:trPr>
          <w:gridAfter w:val="1"/>
          <w:wAfter w:w="13" w:type="dxa"/>
          <w:trHeight w:val="358"/>
        </w:trPr>
        <w:tc>
          <w:tcPr>
            <w:tcW w:w="10206" w:type="dxa"/>
            <w:gridSpan w:val="57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:rsidR="00A309DC" w:rsidRPr="00484ED8" w:rsidRDefault="00567640" w:rsidP="00484ED8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C21C5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кадастрового инженера (</w:t>
            </w:r>
            <w:r w:rsidR="00E844BD">
              <w:rPr>
                <w:rFonts w:ascii="Times New Roman" w:hAnsi="Times New Roman" w:cs="Times New Roman"/>
                <w:sz w:val="22"/>
                <w:szCs w:val="22"/>
              </w:rPr>
              <w:t xml:space="preserve">последнее - </w:t>
            </w:r>
            <w:r w:rsidRPr="00DC21C5">
              <w:rPr>
                <w:rFonts w:ascii="Times New Roman" w:hAnsi="Times New Roman" w:cs="Times New Roman"/>
                <w:sz w:val="22"/>
                <w:szCs w:val="22"/>
              </w:rPr>
              <w:t>при наличии):</w:t>
            </w:r>
            <w:r w:rsidR="00936D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21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Французов Вячеслав Альбертович</w:t>
            </w:r>
            <w:r w:rsidR="00A309DC">
              <w:rPr>
                <w:rFonts w:ascii="Times New Roman" w:hAnsi="Times New Roman" w:cs="Times New Roman"/>
                <w:sz w:val="22"/>
                <w:szCs w:val="22"/>
              </w:rPr>
              <w:t xml:space="preserve">и основной государственный регистрационный номер кадастрового инженера индивидуального предпринимателя (ОГРНИП): </w:t>
            </w:r>
            <w:r w:rsidR="00484ED8" w:rsidRPr="008015A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–</w:t>
            </w:r>
          </w:p>
        </w:tc>
      </w:tr>
      <w:tr w:rsidR="00E93F2A" w:rsidRPr="004A75A7" w:rsidTr="00A309DC">
        <w:trPr>
          <w:gridAfter w:val="1"/>
          <w:wAfter w:w="13" w:type="dxa"/>
          <w:trHeight w:val="580"/>
        </w:trPr>
        <w:tc>
          <w:tcPr>
            <w:tcW w:w="10206" w:type="dxa"/>
            <w:gridSpan w:val="57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93F2A" w:rsidRPr="00CF7B29" w:rsidRDefault="00A309DC" w:rsidP="00E93000">
            <w:pPr>
              <w:pStyle w:val="a6"/>
              <w:spacing w:before="120" w:beforeAutospacing="0" w:after="120"/>
              <w:jc w:val="both"/>
            </w:pPr>
            <w:r w:rsidRPr="00DC21C5">
              <w:rPr>
                <w:sz w:val="22"/>
                <w:szCs w:val="22"/>
              </w:rPr>
              <w:t>Страховой номер индивидуального лицевого счета в системе обязательного пенсионного страхования Российской Федерации (СНИЛС)</w:t>
            </w:r>
            <w:r>
              <w:rPr>
                <w:sz w:val="22"/>
                <w:szCs w:val="22"/>
              </w:rPr>
              <w:t xml:space="preserve"> кадастрового инженера: </w:t>
            </w:r>
            <w:r w:rsidRPr="00B75329">
              <w:rPr>
                <w:sz w:val="22"/>
                <w:szCs w:val="22"/>
                <w:u w:val="single"/>
              </w:rPr>
              <w:t>04487213362</w:t>
            </w:r>
          </w:p>
        </w:tc>
      </w:tr>
      <w:tr w:rsidR="00A309DC" w:rsidRPr="004A75A7" w:rsidTr="00A309DC">
        <w:trPr>
          <w:gridAfter w:val="1"/>
          <w:wAfter w:w="13" w:type="dxa"/>
          <w:trHeight w:val="951"/>
        </w:trPr>
        <w:tc>
          <w:tcPr>
            <w:tcW w:w="10206" w:type="dxa"/>
            <w:gridSpan w:val="57"/>
            <w:tcBorders>
              <w:top w:val="sing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:rsidR="00A309DC" w:rsidRPr="00DC21C5" w:rsidRDefault="00A309DC" w:rsidP="0086301E">
            <w:pPr>
              <w:pStyle w:val="a6"/>
              <w:spacing w:before="120" w:beforeAutospacing="0" w:after="120"/>
              <w:jc w:val="both"/>
              <w:rPr>
                <w:sz w:val="22"/>
                <w:szCs w:val="22"/>
              </w:rPr>
            </w:pPr>
            <w:r w:rsidRPr="00DC21C5">
              <w:rPr>
                <w:sz w:val="22"/>
                <w:szCs w:val="22"/>
              </w:rPr>
              <w:t xml:space="preserve">Уникальный </w:t>
            </w:r>
            <w:r w:rsidR="00A21FED">
              <w:rPr>
                <w:sz w:val="22"/>
                <w:szCs w:val="22"/>
              </w:rPr>
              <w:t>реестровый</w:t>
            </w:r>
            <w:r w:rsidRPr="00DC21C5">
              <w:rPr>
                <w:sz w:val="22"/>
                <w:szCs w:val="22"/>
              </w:rPr>
              <w:t xml:space="preserve"> номер </w:t>
            </w:r>
            <w:r w:rsidR="00A21FED">
              <w:rPr>
                <w:sz w:val="22"/>
                <w:szCs w:val="22"/>
              </w:rPr>
              <w:t>кадастрового инженера в реестре</w:t>
            </w:r>
            <w:r w:rsidR="003026D0">
              <w:rPr>
                <w:sz w:val="22"/>
                <w:szCs w:val="22"/>
              </w:rPr>
              <w:t xml:space="preserve"> саморегулируемой </w:t>
            </w:r>
            <w:r w:rsidRPr="00DC21C5">
              <w:rPr>
                <w:sz w:val="22"/>
                <w:szCs w:val="22"/>
              </w:rPr>
              <w:t>организации кадастровых инженеров и дата внесения сведений о физическом лице в такой реестр:</w:t>
            </w:r>
            <w:r w:rsidR="000B171F">
              <w:rPr>
                <w:sz w:val="22"/>
                <w:szCs w:val="22"/>
              </w:rPr>
              <w:t xml:space="preserve"> </w:t>
            </w:r>
            <w:r w:rsidRPr="00DC21C5">
              <w:rPr>
                <w:sz w:val="22"/>
                <w:szCs w:val="22"/>
                <w:u w:val="single"/>
              </w:rPr>
              <w:t>10017,</w:t>
            </w:r>
            <w:r w:rsidR="00F76CEA">
              <w:rPr>
                <w:sz w:val="22"/>
                <w:szCs w:val="22"/>
                <w:u w:val="single"/>
              </w:rPr>
              <w:t xml:space="preserve"> </w:t>
            </w:r>
            <w:r w:rsidRPr="00EC1A3D">
              <w:rPr>
                <w:sz w:val="22"/>
                <w:szCs w:val="22"/>
                <w:u w:val="single"/>
              </w:rPr>
              <w:t>15.09.2016</w:t>
            </w:r>
          </w:p>
        </w:tc>
      </w:tr>
      <w:tr w:rsidR="00E55487" w:rsidRPr="004A75A7" w:rsidTr="00A309DC">
        <w:trPr>
          <w:gridAfter w:val="1"/>
          <w:wAfter w:w="13" w:type="dxa"/>
          <w:trHeight w:val="869"/>
        </w:trPr>
        <w:tc>
          <w:tcPr>
            <w:tcW w:w="10206" w:type="dxa"/>
            <w:gridSpan w:val="57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:rsidR="00E55487" w:rsidRPr="00DC21C5" w:rsidRDefault="00DC21C5" w:rsidP="00E930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C21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Полное или (в случае, если имеется) сокращенное наименование саморегулируемой организации кадастровых инженеров, членом которой является кадастровый инженер: </w:t>
            </w:r>
            <w:r w:rsidRPr="00DC21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Объединение профессионалов кадастровой деятельности" ( сокращенное наименование- Ассоциация СРО "ОПКД</w:t>
            </w:r>
          </w:p>
        </w:tc>
      </w:tr>
      <w:tr w:rsidR="00DC21C5" w:rsidRPr="004A75A7" w:rsidTr="00531425">
        <w:trPr>
          <w:gridAfter w:val="1"/>
          <w:wAfter w:w="13" w:type="dxa"/>
          <w:trHeight w:val="358"/>
        </w:trPr>
        <w:tc>
          <w:tcPr>
            <w:tcW w:w="10206" w:type="dxa"/>
            <w:gridSpan w:val="57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:rsidR="00DC21C5" w:rsidRPr="00DC21C5" w:rsidRDefault="00A309DC" w:rsidP="00A309DC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="00DC21C5" w:rsidRPr="00DC21C5">
              <w:rPr>
                <w:rFonts w:ascii="Times New Roman" w:hAnsi="Times New Roman" w:cs="Times New Roman"/>
                <w:sz w:val="22"/>
                <w:szCs w:val="24"/>
              </w:rPr>
              <w:t xml:space="preserve">онтактный телефон: </w:t>
            </w:r>
            <w:r w:rsidR="00DC21C5"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89109860636</w:t>
            </w:r>
          </w:p>
        </w:tc>
      </w:tr>
      <w:tr w:rsidR="00E55487" w:rsidRPr="004A75A7" w:rsidTr="00531425">
        <w:trPr>
          <w:gridAfter w:val="1"/>
          <w:wAfter w:w="13" w:type="dxa"/>
          <w:trHeight w:val="358"/>
        </w:trPr>
        <w:tc>
          <w:tcPr>
            <w:tcW w:w="10206" w:type="dxa"/>
            <w:gridSpan w:val="57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:rsidR="00E55487" w:rsidRPr="00DC21C5" w:rsidRDefault="00DC21C5" w:rsidP="00F35B4A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DC21C5">
              <w:rPr>
                <w:rFonts w:ascii="Times New Roman" w:hAnsi="Times New Roman" w:cs="Times New Roman"/>
                <w:sz w:val="22"/>
                <w:szCs w:val="24"/>
              </w:rPr>
              <w:t xml:space="preserve">Почтовый адрес и адрес электронной почты, по которым осуществляется связь с кадастровым инженером: </w:t>
            </w:r>
            <w:r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 xml:space="preserve">155520, Ивановская обл., </w:t>
            </w:r>
            <w:proofErr w:type="spellStart"/>
            <w:r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г.Фурманов</w:t>
            </w:r>
            <w:proofErr w:type="spellEnd"/>
            <w:r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 xml:space="preserve">, </w:t>
            </w:r>
            <w:proofErr w:type="spellStart"/>
            <w:r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ул.Революционная</w:t>
            </w:r>
            <w:proofErr w:type="spellEnd"/>
            <w:r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, д. 20а, furmanov-geozem@mail.ru</w:t>
            </w:r>
          </w:p>
        </w:tc>
      </w:tr>
      <w:tr w:rsidR="00E55487" w:rsidRPr="004A75A7" w:rsidTr="00F33511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5487" w:rsidRPr="00FB5EE8" w:rsidRDefault="00F33511" w:rsidP="00F1500D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7A7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документов, использованных при подготовке карты-плана территории</w:t>
            </w:r>
            <w:r w:rsidR="002953A8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B64B7" w:rsidRPr="004A75A7" w:rsidTr="00636ABD">
        <w:trPr>
          <w:gridAfter w:val="1"/>
          <w:wAfter w:w="13" w:type="dxa"/>
          <w:trHeight w:val="369"/>
        </w:trPr>
        <w:tc>
          <w:tcPr>
            <w:tcW w:w="703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3B64B7" w:rsidRPr="00F33511" w:rsidRDefault="003B64B7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9503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64B7" w:rsidRPr="00F33511" w:rsidRDefault="003B64B7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Реквизиты документа</w:t>
            </w:r>
          </w:p>
        </w:tc>
      </w:tr>
      <w:tr w:rsidR="00E93000" w:rsidRPr="004A75A7" w:rsidTr="00636ABD">
        <w:trPr>
          <w:gridAfter w:val="1"/>
          <w:wAfter w:w="13" w:type="dxa"/>
          <w:trHeight w:val="278"/>
        </w:trPr>
        <w:tc>
          <w:tcPr>
            <w:tcW w:w="703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00" w:rsidRPr="00F33511" w:rsidRDefault="00E93000" w:rsidP="00E9300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  <w:r w:rsidRPr="00F33511">
              <w:rPr>
                <w:b/>
                <w:sz w:val="22"/>
                <w:szCs w:val="22"/>
              </w:rPr>
              <w:t>ид</w:t>
            </w:r>
          </w:p>
        </w:tc>
        <w:tc>
          <w:tcPr>
            <w:tcW w:w="12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00" w:rsidRPr="00F33511" w:rsidRDefault="00E93000" w:rsidP="00E9300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r w:rsidRPr="00F33511">
              <w:rPr>
                <w:b/>
                <w:sz w:val="22"/>
                <w:szCs w:val="22"/>
              </w:rPr>
              <w:t>ата</w:t>
            </w:r>
          </w:p>
        </w:tc>
        <w:tc>
          <w:tcPr>
            <w:tcW w:w="1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00" w:rsidRPr="00F33511" w:rsidRDefault="00E93000" w:rsidP="00E9300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F33511">
              <w:rPr>
                <w:b/>
                <w:sz w:val="22"/>
                <w:szCs w:val="22"/>
              </w:rPr>
              <w:t>омер</w:t>
            </w:r>
          </w:p>
        </w:tc>
        <w:tc>
          <w:tcPr>
            <w:tcW w:w="28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аименование</w:t>
            </w:r>
          </w:p>
        </w:tc>
        <w:tc>
          <w:tcPr>
            <w:tcW w:w="25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93000" w:rsidRPr="00DB123C" w:rsidRDefault="00DB123C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123C">
              <w:rPr>
                <w:rFonts w:ascii="Times New Roman" w:hAnsi="Times New Roman" w:cs="Times New Roman"/>
                <w:b/>
                <w:sz w:val="22"/>
                <w:szCs w:val="22"/>
              </w:rPr>
              <w:t>Иные сведения</w:t>
            </w:r>
          </w:p>
        </w:tc>
      </w:tr>
      <w:tr w:rsidR="00E93000" w:rsidRPr="004A75A7" w:rsidTr="00636ABD">
        <w:trPr>
          <w:gridAfter w:val="1"/>
          <w:wAfter w:w="13" w:type="dxa"/>
          <w:trHeight w:val="278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2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8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93000" w:rsidRPr="00DB123C" w:rsidRDefault="00DB123C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123C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E93000" w:rsidRPr="004A75A7" w:rsidTr="00636ABD">
        <w:trPr>
          <w:gridAfter w:val="1"/>
          <w:wAfter w:w="13" w:type="dxa"/>
          <w:trHeight w:val="278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165D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48C9">
              <w:rPr>
                <w:sz w:val="22"/>
                <w:szCs w:val="22"/>
              </w:rPr>
              <w:t>1</w:t>
            </w: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Кадастровый план территории</w:t>
            </w:r>
          </w:p>
        </w:tc>
        <w:tc>
          <w:tcPr>
            <w:tcW w:w="1273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20.05.2024</w:t>
            </w:r>
          </w:p>
        </w:tc>
        <w:tc>
          <w:tcPr>
            <w:tcW w:w="1700" w:type="dxa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КУВИ-001/2024-136677284</w:t>
            </w:r>
          </w:p>
        </w:tc>
        <w:tc>
          <w:tcPr>
            <w:tcW w:w="283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Кадастровый</w:t>
            </w:r>
            <w:proofErr w:type="spellEnd"/>
            <w:r w:rsidRPr="00EC1A3D">
              <w:rPr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план</w:t>
            </w:r>
            <w:proofErr w:type="spellEnd"/>
            <w:r w:rsidRPr="00EC1A3D">
              <w:rPr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территории</w:t>
            </w:r>
            <w:proofErr w:type="spellEnd"/>
          </w:p>
        </w:tc>
        <w:tc>
          <w:tcPr>
            <w:tcW w:w="2551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93000" w:rsidRPr="00A62A9E" w:rsidRDefault="00CB275F" w:rsidP="00A62A9E">
            <w:pPr>
              <w:pStyle w:val="a6"/>
              <w:spacing w:before="113" w:beforeAutospacing="0" w:after="113"/>
              <w:rPr>
                <w:lang w:val="en-US"/>
              </w:rPr>
            </w:pPr>
            <w:r w:rsidRPr="00080428">
              <w:rPr>
                <w:sz w:val="22"/>
                <w:szCs w:val="22"/>
                <w:u w:val="single"/>
                <w:lang w:val="en-US"/>
              </w:rPr>
              <w:t>–</w:t>
            </w:r>
          </w:p>
        </w:tc>
      </w:tr>
      <w:tr w:rsidR="00E93000" w:rsidRPr="004A75A7" w:rsidTr="00636ABD">
        <w:trPr>
          <w:gridAfter w:val="1"/>
          <w:wAfter w:w="13" w:type="dxa"/>
          <w:trHeight w:val="278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165D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48C9">
              <w:rPr>
                <w:sz w:val="22"/>
                <w:szCs w:val="22"/>
              </w:rPr>
              <w:t>2</w:t>
            </w: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Иной документ</w:t>
            </w:r>
          </w:p>
        </w:tc>
        <w:tc>
          <w:tcPr>
            <w:tcW w:w="1273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23.09.2024</w:t>
            </w:r>
          </w:p>
        </w:tc>
        <w:tc>
          <w:tcPr>
            <w:tcW w:w="1700" w:type="dxa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356</w:t>
            </w:r>
          </w:p>
        </w:tc>
        <w:tc>
          <w:tcPr>
            <w:tcW w:w="283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Постановление</w:t>
            </w:r>
            <w:proofErr w:type="spellEnd"/>
          </w:p>
        </w:tc>
        <w:tc>
          <w:tcPr>
            <w:tcW w:w="2551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93000" w:rsidRPr="00A62A9E" w:rsidRDefault="00CB275F" w:rsidP="00A62A9E">
            <w:pPr>
              <w:pStyle w:val="a6"/>
              <w:spacing w:before="113" w:beforeAutospacing="0" w:after="113"/>
              <w:rPr>
                <w:lang w:val="en-US"/>
              </w:rPr>
            </w:pPr>
            <w:r w:rsidRPr="00080428">
              <w:rPr>
                <w:sz w:val="22"/>
                <w:szCs w:val="22"/>
                <w:u w:val="single"/>
                <w:lang w:val="en-US"/>
              </w:rPr>
              <w:t>–</w:t>
            </w:r>
          </w:p>
        </w:tc>
      </w:tr>
      <w:tr w:rsidR="00E93000" w:rsidRPr="004A75A7" w:rsidTr="00636ABD">
        <w:trPr>
          <w:gridAfter w:val="1"/>
          <w:wAfter w:w="13" w:type="dxa"/>
          <w:trHeight w:val="278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165D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48C9">
              <w:rPr>
                <w:sz w:val="22"/>
                <w:szCs w:val="22"/>
              </w:rPr>
              <w:t>3</w:t>
            </w: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Иной документ</w:t>
            </w:r>
          </w:p>
        </w:tc>
        <w:tc>
          <w:tcPr>
            <w:tcW w:w="1273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23.09.2024</w:t>
            </w:r>
          </w:p>
        </w:tc>
        <w:tc>
          <w:tcPr>
            <w:tcW w:w="1700" w:type="dxa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357</w:t>
            </w:r>
          </w:p>
        </w:tc>
        <w:tc>
          <w:tcPr>
            <w:tcW w:w="283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Постановление</w:t>
            </w:r>
            <w:proofErr w:type="spellEnd"/>
          </w:p>
        </w:tc>
        <w:tc>
          <w:tcPr>
            <w:tcW w:w="2551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93000" w:rsidRPr="00A62A9E" w:rsidRDefault="00CB275F" w:rsidP="00A62A9E">
            <w:pPr>
              <w:pStyle w:val="a6"/>
              <w:spacing w:before="113" w:beforeAutospacing="0" w:after="113"/>
              <w:rPr>
                <w:lang w:val="en-US"/>
              </w:rPr>
            </w:pPr>
            <w:r w:rsidRPr="00080428">
              <w:rPr>
                <w:sz w:val="22"/>
                <w:szCs w:val="22"/>
                <w:u w:val="single"/>
                <w:lang w:val="en-US"/>
              </w:rPr>
              <w:t>–</w:t>
            </w:r>
          </w:p>
        </w:tc>
      </w:tr>
      <w:tr w:rsidR="00E93000" w:rsidRPr="004A75A7" w:rsidTr="00636ABD">
        <w:trPr>
          <w:gridAfter w:val="1"/>
          <w:wAfter w:w="13" w:type="dxa"/>
          <w:trHeight w:val="278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165D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48C9">
              <w:rPr>
                <w:sz w:val="22"/>
                <w:szCs w:val="22"/>
              </w:rPr>
              <w:t>4</w:t>
            </w: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Иной документ</w:t>
            </w:r>
          </w:p>
        </w:tc>
        <w:tc>
          <w:tcPr>
            <w:tcW w:w="1273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23.09.2024</w:t>
            </w:r>
          </w:p>
        </w:tc>
        <w:tc>
          <w:tcPr>
            <w:tcW w:w="1700" w:type="dxa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358</w:t>
            </w:r>
          </w:p>
        </w:tc>
        <w:tc>
          <w:tcPr>
            <w:tcW w:w="283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Постановление</w:t>
            </w:r>
            <w:proofErr w:type="spellEnd"/>
          </w:p>
        </w:tc>
        <w:tc>
          <w:tcPr>
            <w:tcW w:w="2551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93000" w:rsidRPr="00A62A9E" w:rsidRDefault="00CB275F" w:rsidP="00A62A9E">
            <w:pPr>
              <w:pStyle w:val="a6"/>
              <w:spacing w:before="113" w:beforeAutospacing="0" w:after="113"/>
              <w:rPr>
                <w:lang w:val="en-US"/>
              </w:rPr>
            </w:pPr>
            <w:r w:rsidRPr="00080428">
              <w:rPr>
                <w:sz w:val="22"/>
                <w:szCs w:val="22"/>
                <w:u w:val="single"/>
                <w:lang w:val="en-US"/>
              </w:rPr>
              <w:t>–</w:t>
            </w:r>
          </w:p>
        </w:tc>
      </w:tr>
      <w:tr w:rsidR="00E93000" w:rsidRPr="004A75A7" w:rsidTr="00636ABD">
        <w:trPr>
          <w:gridAfter w:val="1"/>
          <w:wAfter w:w="13" w:type="dxa"/>
          <w:trHeight w:val="278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165D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48C9">
              <w:rPr>
                <w:sz w:val="22"/>
                <w:szCs w:val="22"/>
              </w:rPr>
              <w:t>5</w:t>
            </w: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Иной документ</w:t>
            </w:r>
          </w:p>
        </w:tc>
        <w:tc>
          <w:tcPr>
            <w:tcW w:w="1273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23.08.2024</w:t>
            </w:r>
          </w:p>
        </w:tc>
        <w:tc>
          <w:tcPr>
            <w:tcW w:w="1700" w:type="dxa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322</w:t>
            </w:r>
          </w:p>
        </w:tc>
        <w:tc>
          <w:tcPr>
            <w:tcW w:w="283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proofErr w:type="spellStart"/>
            <w:r w:rsidRPr="00EC1A3D">
              <w:rPr>
                <w:sz w:val="22"/>
                <w:szCs w:val="22"/>
                <w:u w:val="single"/>
                <w:lang w:val="en-US"/>
              </w:rPr>
              <w:t>Постановление</w:t>
            </w:r>
            <w:proofErr w:type="spellEnd"/>
          </w:p>
        </w:tc>
        <w:tc>
          <w:tcPr>
            <w:tcW w:w="2551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93000" w:rsidRPr="00A62A9E" w:rsidRDefault="00CB275F" w:rsidP="00A62A9E">
            <w:pPr>
              <w:pStyle w:val="a6"/>
              <w:spacing w:before="113" w:beforeAutospacing="0" w:after="113"/>
              <w:rPr>
                <w:lang w:val="en-US"/>
              </w:rPr>
            </w:pPr>
            <w:r w:rsidRPr="00080428">
              <w:rPr>
                <w:sz w:val="22"/>
                <w:szCs w:val="22"/>
                <w:u w:val="single"/>
                <w:lang w:val="en-US"/>
              </w:rPr>
              <w:t>–</w:t>
            </w:r>
          </w:p>
        </w:tc>
      </w:tr>
      <w:tr w:rsidR="004648C9" w:rsidRPr="004A75A7" w:rsidTr="00E0098C">
        <w:trPr>
          <w:gridAfter w:val="1"/>
          <w:wAfter w:w="13" w:type="dxa"/>
          <w:trHeight w:val="51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648C9" w:rsidRPr="00FB5EE8" w:rsidRDefault="004648C9" w:rsidP="00E0098C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7A7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123C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Пояснения к карте-плану территории</w:t>
            </w: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0098C" w:rsidRPr="004A75A7" w:rsidTr="00BA5886">
        <w:trPr>
          <w:gridAfter w:val="1"/>
          <w:wAfter w:w="13" w:type="dxa"/>
          <w:trHeight w:val="404"/>
        </w:trPr>
        <w:tc>
          <w:tcPr>
            <w:tcW w:w="10206" w:type="dxa"/>
            <w:gridSpan w:val="5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1 .Сведения</w:t>
            </w:r>
            <w:proofErr w:type="gramEnd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о пунктах геодезической сети и средств измерений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Данные о пунктах геодезической сети на основании заявления от 23.07.2024г. получены в виде выписки за № 46 от 25.07.2024г. из землеустроительной документации государственного фонда данных, полученных в результате проведения землеустройства. Данная выписка выдана филиалом публично-правовой компании «</w:t>
            </w:r>
            <w:proofErr w:type="spellStart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Роскадастр</w:t>
            </w:r>
            <w:proofErr w:type="spellEnd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» по Ивановской области. Из данной выписки следует, что пункты опорной межевой сети относятся к классу опорной межевой сети класса ОМС, система координат СК-37. Название и номер пунктов опорной межевой сети- пункт геодезической сети специального назначения </w:t>
            </w:r>
            <w:proofErr w:type="spellStart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(297), </w:t>
            </w:r>
            <w:proofErr w:type="spellStart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(298), </w:t>
            </w:r>
            <w:proofErr w:type="spellStart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(299), 2006 года закладки.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При измерениях использовались аппаратура геодезическая спутниковая 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EFT</w:t>
            </w: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2 с заводским серийным номером 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20144. свидетельство о поверке № С-ГСХ/22-03- 2024/326088787 от 22.03.2024, действительно до 21.03.2025г. и аппаратура геодезическая спутниковая 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EFT</w:t>
            </w: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М2 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CNSS</w:t>
            </w: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с заводским серийным номером 11602617, свидетельство о 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поверке № С-ГСХ/03-08-2024/360021403 от 02.08.2024г., действительно до 01.08.2025г.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2. Сведения об образуемых земельных участках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Комплексные кадастровые работы производились без проекта межевания территории, в следствии чего образование земельных участков не производилось.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Сведения об уточняемых земельных участках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Местоположение земельных участков определялось с учетом существующих на местности природных объектов и объектов искусственного происхождения, сложившихся границ между земельными участками, разделенными заборами, позволяющими определить местоположение границ данных земельных участков. Общее количества уточняемых земельных участков - 11, из них на 6 участках определены координаты объектов недвижимости.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4. Сведения об исправление реестровых ошибок.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В результате выполнения комплексных кадастровых работ у трех земельных участках произведено исправление реестровых ошибок. На всех трех участках определены координаты объектов недвижимости.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 с К№ 37:18:080221:32 устранена щель со смежным земельным участком с К№ 37:18:080221:33. Произведено исправление реестровой ошибки в местоположении земельного участка с К№ 37:18:0802221:32, без изменения площади земельного участка. Произведено исправление реестровых ошибок в местоположении земельных участков с К№ 37:18:080221:4 и 37:18:080221:30. Изменилось их местоположение без изменения площадей земельных участков.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5. Описание местоположения зданий, сооружений, объектов незавершенного строительства на земельных участках.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В карта-план территории включены координаты характерных точек контуров зданий, сооружений, объектов незавершенного строительства, которые представляют замкнутую линию, образуемую проекцией внешних границ ограждающих конструкций такого </w:t>
            </w:r>
            <w:proofErr w:type="spellStart"/>
            <w:proofErr w:type="gramStart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здания,сооружения</w:t>
            </w:r>
            <w:proofErr w:type="spellEnd"/>
            <w:proofErr w:type="gramEnd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, объекта незавершенного строительства на горизонтальную плоскость, проходящую на уровне примыкания такого здания, сооружения, объекта незавершенного строительства к поверхности земли. В соответствии с пунктом 3 части 1 статьи 42.1 «</w:t>
            </w:r>
            <w:proofErr w:type="gramStart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Фе-</w:t>
            </w:r>
            <w:proofErr w:type="spellStart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дерального</w:t>
            </w:r>
            <w:proofErr w:type="spellEnd"/>
            <w:proofErr w:type="gramEnd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закона от 24.07.2007г. № 221-ФЗ кадастровой деятельности» объектами комплексных кадастровых работ являются здания, сооружения, а так же объекты 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незавершенного строительства, права на которые зарегистрированы в установленном 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Федеральном законом от 13.07.2015г. №218-ФЗ «о государственной регистрации 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недвижимости» порядке. В результате выполнения комплексных кадастровых работ на территории кадастрового квартала 37:18:080221 осуществлено: установление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местоположения на земельных участках зданий, сведения о которых внесены в Единый государственный реестр недвижимости, но описание которых отсутствует - 22 объекта.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Из них 7 объектов на уточняемых земельных участках, 3 объекта на участках с исправлением реестровой ошибки, 2 объекта </w:t>
            </w:r>
            <w:proofErr w:type="gramStart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на земельных участках</w:t>
            </w:r>
            <w:proofErr w:type="gramEnd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составлены утвержденные схемы земельных участков и 10 объектов на земельных участках, границы которых ранее установлены.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CA8">
              <w:rPr>
                <w:rFonts w:ascii="Times New Roman" w:hAnsi="Times New Roman" w:cs="Times New Roman"/>
                <w:sz w:val="24"/>
                <w:szCs w:val="24"/>
              </w:rPr>
              <w:t>6. Особые отметки.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В версии 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 указывать кадастровый номер </w:t>
            </w:r>
            <w:proofErr w:type="spellStart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ОКСа</w:t>
            </w:r>
            <w:proofErr w:type="spellEnd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на земельном участке имеющим кадастровый номер. </w:t>
            </w:r>
            <w:proofErr w:type="spellStart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ОКСы</w:t>
            </w:r>
            <w:proofErr w:type="spellEnd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на вновь образуемых земельных участках не могут быть к этим участкам привязанным, т.к. данные участки не имеют кадастрового номера.</w:t>
            </w:r>
          </w:p>
          <w:p w:rsidR="00E0098C" w:rsidRPr="004B4F2D" w:rsidRDefault="00B55CA8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нашем случае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окс</w:t>
            </w:r>
            <w:proofErr w:type="spellEnd"/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с К№ 37:18:080221:118 расположен на земельном участке по адресу: Ивановская область, Тейковский муниципальный район, Новолеушинское сельское поселение, д. </w:t>
            </w:r>
            <w:proofErr w:type="spellStart"/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земельный участок 9, с условным кадастровым номером </w:t>
            </w:r>
            <w:proofErr w:type="gramStart"/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>37:18:080221 :ЗУ</w:t>
            </w:r>
            <w:proofErr w:type="gramEnd"/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>1, согласно постановления № 322 от 23.08.2024г.</w:t>
            </w:r>
          </w:p>
          <w:p w:rsidR="00E0098C" w:rsidRPr="004B4F2D" w:rsidRDefault="00B55CA8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Окс</w:t>
            </w:r>
            <w:proofErr w:type="spellEnd"/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с К№ 37:18:080221:111 расположен на земельном участке по адресу: Ивановская обла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ть, Тейковский муниципальный район, Новолеушинское сельское поселение,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Бураково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земельный участок 48</w:t>
            </w:r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>, с условным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адастровым номером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37:18:080221</w:t>
            </w:r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>:ЗУ</w:t>
            </w:r>
            <w:proofErr w:type="gramEnd"/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>1, согласно постановления № 358 от 23.09.2024г.</w:t>
            </w:r>
          </w:p>
          <w:p w:rsidR="00E0098C" w:rsidRPr="004B4F2D" w:rsidRDefault="00B55CA8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Окс</w:t>
            </w:r>
            <w:proofErr w:type="spellEnd"/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 с К№ 37:18:080221:134 расположен на земельном участке по адресу: Ивановская обла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ть, Тейковский муниципальный район, Новолеушинское сельское поселение, д. </w:t>
            </w:r>
            <w:proofErr w:type="spellStart"/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>, с условным кадастровым номером 37:18: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080221</w:t>
            </w:r>
            <w:bookmarkStart w:id="0" w:name="_GoBack"/>
            <w:bookmarkEnd w:id="0"/>
            <w:r w:rsidR="00D5662D" w:rsidRPr="009F1A25">
              <w:rPr>
                <w:rFonts w:ascii="Times New Roman" w:hAnsi="Times New Roman" w:cs="Times New Roman"/>
                <w:sz w:val="24"/>
                <w:szCs w:val="24"/>
              </w:rPr>
              <w:t>:ЗУ1, согласно постановления № 357 от 23.09.2024г.</w:t>
            </w:r>
          </w:p>
          <w:p w:rsidR="00E0098C" w:rsidRPr="004B4F2D" w:rsidRDefault="00D5662D" w:rsidP="009F1A25">
            <w:pPr>
              <w:pStyle w:val="ConsPlusNonformat"/>
              <w:spacing w:before="120" w:after="120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25">
              <w:rPr>
                <w:rFonts w:ascii="Times New Roman" w:hAnsi="Times New Roman" w:cs="Times New Roman"/>
                <w:sz w:val="24"/>
                <w:szCs w:val="24"/>
              </w:rPr>
              <w:t xml:space="preserve">Введены сведения на земельный участок, расположенный по адресу: Ивановская область, Тейковский муниципальный район, Новолеушинское сельское поселение, д. </w:t>
            </w:r>
            <w:proofErr w:type="spellStart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9F1A25">
              <w:rPr>
                <w:rFonts w:ascii="Times New Roman" w:hAnsi="Times New Roman" w:cs="Times New Roman"/>
                <w:sz w:val="24"/>
                <w:szCs w:val="24"/>
              </w:rPr>
              <w:t>, по утвержденной схеме расположения земельного участка согласно постановления № 356 от 23.09.2024г.</w:t>
            </w:r>
          </w:p>
        </w:tc>
      </w:tr>
      <w:tr w:rsidR="00F33511" w:rsidRPr="004A75A7" w:rsidTr="002953A8">
        <w:trPr>
          <w:gridAfter w:val="1"/>
          <w:wAfter w:w="13" w:type="dxa"/>
          <w:trHeight w:val="29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C245B" w:rsidRPr="00AC245B" w:rsidRDefault="004648C9" w:rsidP="00DE69F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2EAF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Сведения о пунктах геодезической </w:t>
            </w:r>
            <w:r w:rsidR="002953A8" w:rsidRPr="00E22EAF">
              <w:rPr>
                <w:rFonts w:ascii="Times New Roman" w:hAnsi="Times New Roman" w:cs="Times New Roman"/>
                <w:b/>
                <w:sz w:val="24"/>
              </w:rPr>
              <w:t>сети</w:t>
            </w:r>
            <w:r w:rsidR="003026D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953A8" w:rsidRPr="00E22EAF">
              <w:rPr>
                <w:rFonts w:ascii="Times New Roman" w:hAnsi="Times New Roman" w:cs="Times New Roman"/>
                <w:b/>
                <w:sz w:val="24"/>
              </w:rPr>
              <w:t>и средствах</w:t>
            </w:r>
            <w:r w:rsidRPr="00E22EAF">
              <w:rPr>
                <w:rFonts w:ascii="Times New Roman" w:hAnsi="Times New Roman" w:cs="Times New Roman"/>
                <w:b/>
                <w:sz w:val="24"/>
              </w:rPr>
              <w:t xml:space="preserve"> измерений</w:t>
            </w:r>
          </w:p>
        </w:tc>
      </w:tr>
      <w:tr w:rsidR="002953A8" w:rsidRPr="004A75A7" w:rsidTr="002953A8">
        <w:trPr>
          <w:gridAfter w:val="1"/>
          <w:wAfter w:w="13" w:type="dxa"/>
          <w:trHeight w:val="158"/>
        </w:trPr>
        <w:tc>
          <w:tcPr>
            <w:tcW w:w="10206" w:type="dxa"/>
            <w:gridSpan w:val="5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53A8" w:rsidRDefault="002953A8" w:rsidP="000D17D3">
            <w:pPr>
              <w:pStyle w:val="ConsPlusNonformat"/>
              <w:numPr>
                <w:ilvl w:val="0"/>
                <w:numId w:val="47"/>
              </w:numPr>
              <w:spacing w:before="120" w:after="120"/>
              <w:ind w:left="318" w:hanging="284"/>
              <w:rPr>
                <w:rFonts w:ascii="Times New Roman" w:hAnsi="Times New Roman" w:cs="Times New Roman"/>
                <w:b/>
              </w:rPr>
            </w:pPr>
            <w:r w:rsidRPr="00E22EAF">
              <w:rPr>
                <w:rFonts w:ascii="Times New Roman" w:hAnsi="Times New Roman" w:cs="Times New Roman"/>
                <w:b/>
                <w:sz w:val="22"/>
              </w:rPr>
              <w:t>Сведения о пунктах геодезической сети:</w:t>
            </w:r>
          </w:p>
        </w:tc>
      </w:tr>
      <w:tr w:rsidR="00D52202" w:rsidRPr="00F13182" w:rsidTr="00636ABD">
        <w:trPr>
          <w:gridAfter w:val="1"/>
          <w:wAfter w:w="13" w:type="dxa"/>
          <w:trHeight w:val="617"/>
        </w:trPr>
        <w:tc>
          <w:tcPr>
            <w:tcW w:w="703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F13182" w:rsidRDefault="00D52202" w:rsidP="00A6428F">
            <w:pPr>
              <w:pStyle w:val="ConsPlusNonformat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114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AC245B" w:rsidRDefault="00D52202" w:rsidP="00A6428F">
            <w:pPr>
              <w:pStyle w:val="ConsPlusNonformat"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245B">
              <w:rPr>
                <w:rFonts w:ascii="Times New Roman" w:hAnsi="Times New Roman" w:cs="Times New Roman"/>
                <w:b/>
                <w:sz w:val="22"/>
                <w:szCs w:val="22"/>
              </w:rPr>
              <w:t>Вид</w:t>
            </w:r>
          </w:p>
          <w:p w:rsidR="00D52202" w:rsidRPr="00F13182" w:rsidRDefault="00D52202" w:rsidP="00A6428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AC245B">
              <w:rPr>
                <w:rFonts w:ascii="Times New Roman" w:hAnsi="Times New Roman" w:cs="Times New Roman"/>
                <w:b/>
                <w:sz w:val="22"/>
                <w:szCs w:val="22"/>
              </w:rPr>
              <w:t>геодезической сети</w:t>
            </w:r>
          </w:p>
        </w:tc>
        <w:tc>
          <w:tcPr>
            <w:tcW w:w="13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1C1D5A" w:rsidRDefault="00D52202" w:rsidP="00636ABD">
            <w:pPr>
              <w:pStyle w:val="ConsPlusNonformat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24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Название пункта </w:t>
            </w:r>
            <w:r w:rsidR="00636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геодезической сети и </w:t>
            </w:r>
            <w:r w:rsidRPr="00AC245B">
              <w:rPr>
                <w:rFonts w:ascii="Times New Roman" w:hAnsi="Times New Roman" w:cs="Times New Roman"/>
                <w:b/>
                <w:sz w:val="22"/>
                <w:szCs w:val="22"/>
              </w:rPr>
              <w:t>тип знака</w:t>
            </w:r>
          </w:p>
        </w:tc>
        <w:tc>
          <w:tcPr>
            <w:tcW w:w="123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D52202" w:rsidRDefault="00D52202" w:rsidP="00A6428F">
            <w:pPr>
              <w:pStyle w:val="ConsPlusNonformat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Система координат пункта геодезической сети</w:t>
            </w:r>
          </w:p>
        </w:tc>
        <w:tc>
          <w:tcPr>
            <w:tcW w:w="2129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202" w:rsidRPr="00F13182" w:rsidRDefault="00D52202" w:rsidP="00A6428F">
            <w:pPr>
              <w:pStyle w:val="ConsPlusNonformat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Координаты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пункта</w:t>
            </w: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, м</w:t>
            </w:r>
          </w:p>
        </w:tc>
        <w:tc>
          <w:tcPr>
            <w:tcW w:w="36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2202" w:rsidRPr="00A9191B" w:rsidRDefault="00D52202" w:rsidP="00A6428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Дата обследования</w:t>
            </w:r>
          </w:p>
          <w:p w:rsidR="00D52202" w:rsidRPr="00060B11" w:rsidRDefault="00D52202" w:rsidP="00A6428F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60B11">
              <w:rPr>
                <w:rFonts w:ascii="Times New Roman" w:hAnsi="Times New Roman" w:cs="Times New Roman"/>
                <w:b/>
                <w:sz w:val="22"/>
                <w:szCs w:val="22"/>
              </w:rPr>
              <w:t>01.06.2024</w:t>
            </w:r>
          </w:p>
        </w:tc>
      </w:tr>
      <w:tr w:rsidR="00D52202" w:rsidRPr="00F13182" w:rsidTr="00636ABD">
        <w:trPr>
          <w:gridAfter w:val="1"/>
          <w:wAfter w:w="13" w:type="dxa"/>
          <w:trHeight w:val="303"/>
        </w:trPr>
        <w:tc>
          <w:tcPr>
            <w:tcW w:w="703" w:type="dxa"/>
            <w:gridSpan w:val="4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4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AC245B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AC245B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3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AC245B" w:rsidRDefault="00D52202" w:rsidP="00AC245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29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2202" w:rsidRPr="00EF31F8" w:rsidRDefault="00D52202" w:rsidP="00A6428F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состоянии</w:t>
            </w:r>
          </w:p>
        </w:tc>
      </w:tr>
      <w:tr w:rsidR="00D52202" w:rsidRPr="00F13182" w:rsidTr="00770A3A">
        <w:trPr>
          <w:gridAfter w:val="1"/>
          <w:wAfter w:w="13" w:type="dxa"/>
          <w:trHeight w:val="199"/>
        </w:trPr>
        <w:tc>
          <w:tcPr>
            <w:tcW w:w="703" w:type="dxa"/>
            <w:gridSpan w:val="4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4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3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1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Y</w:t>
            </w:r>
          </w:p>
        </w:tc>
        <w:tc>
          <w:tcPr>
            <w:tcW w:w="14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EF31F8" w:rsidRDefault="00D52202" w:rsidP="00770A3A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1F8">
              <w:rPr>
                <w:rFonts w:ascii="Times New Roman" w:hAnsi="Times New Roman" w:cs="Times New Roman"/>
                <w:b/>
                <w:sz w:val="22"/>
                <w:szCs w:val="22"/>
              </w:rPr>
              <w:t>наружного знака пункта</w:t>
            </w:r>
          </w:p>
        </w:tc>
        <w:tc>
          <w:tcPr>
            <w:tcW w:w="1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EF31F8" w:rsidRDefault="00D52202" w:rsidP="00770A3A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1F8">
              <w:rPr>
                <w:rFonts w:ascii="Times New Roman" w:hAnsi="Times New Roman" w:cs="Times New Roman"/>
                <w:b/>
                <w:sz w:val="22"/>
                <w:szCs w:val="22"/>
              </w:rPr>
              <w:t>центра пункта</w:t>
            </w:r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2202" w:rsidRPr="00EF31F8" w:rsidRDefault="00A6428F" w:rsidP="00770A3A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D52202" w:rsidRPr="00EF31F8">
              <w:rPr>
                <w:rFonts w:ascii="Times New Roman" w:hAnsi="Times New Roman" w:cs="Times New Roman"/>
                <w:b/>
                <w:sz w:val="22"/>
                <w:szCs w:val="22"/>
              </w:rPr>
              <w:t>арки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центра</w:t>
            </w:r>
            <w:r w:rsidR="00D522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пункта</w:t>
            </w:r>
          </w:p>
        </w:tc>
      </w:tr>
      <w:tr w:rsidR="00636ABD" w:rsidRPr="00F13182" w:rsidTr="00636ABD">
        <w:trPr>
          <w:gridAfter w:val="1"/>
          <w:wAfter w:w="13" w:type="dxa"/>
          <w:trHeight w:val="68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636ABD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3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636ABD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14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1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36ABD" w:rsidRPr="00636ABD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</w:tr>
      <w:tr w:rsidR="00D52202" w:rsidRPr="004A75A7" w:rsidTr="00636ABD">
        <w:trPr>
          <w:gridAfter w:val="1"/>
          <w:wAfter w:w="13" w:type="dxa"/>
          <w:trHeight w:val="68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9F1A25" w:rsidRDefault="00D52202" w:rsidP="000B5C41">
            <w:pPr>
              <w:spacing w:before="120" w:after="120"/>
              <w:rPr>
                <w:sz w:val="22"/>
                <w:szCs w:val="22"/>
              </w:rPr>
            </w:pPr>
            <w:r w:rsidRPr="009F1A25">
              <w:rPr>
                <w:sz w:val="22"/>
                <w:szCs w:val="22"/>
              </w:rPr>
              <w:t>Государственная геодезическая сеть спутниковая геодезическая</w:t>
            </w:r>
          </w:p>
        </w:tc>
        <w:tc>
          <w:tcPr>
            <w:tcW w:w="13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 xml:space="preserve">297, 3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класс</w:t>
            </w:r>
            <w:proofErr w:type="spellEnd"/>
          </w:p>
        </w:tc>
        <w:tc>
          <w:tcPr>
            <w:tcW w:w="12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C3" w:rsidRPr="006318C3" w:rsidRDefault="006318C3" w:rsidP="006318C3">
            <w:pPr>
              <w:spacing w:before="120" w:after="120"/>
              <w:jc w:val="center"/>
              <w:rPr>
                <w:sz w:val="22"/>
                <w:u w:val="single"/>
              </w:rPr>
            </w:pPr>
            <w:r w:rsidRPr="006B4080">
              <w:rPr>
                <w:sz w:val="22"/>
                <w:szCs w:val="22"/>
                <w:lang w:val="en-US"/>
              </w:rPr>
              <w:t xml:space="preserve">МСК-37, </w:t>
            </w:r>
            <w:proofErr w:type="spellStart"/>
            <w:r w:rsidRPr="006B4080">
              <w:rPr>
                <w:sz w:val="22"/>
                <w:szCs w:val="22"/>
                <w:lang w:val="en-US"/>
              </w:rPr>
              <w:t>зона</w:t>
            </w:r>
            <w:proofErr w:type="spellEnd"/>
            <w:r w:rsidRPr="006B4080">
              <w:rPr>
                <w:sz w:val="22"/>
                <w:szCs w:val="22"/>
                <w:lang w:val="en-US"/>
              </w:rPr>
              <w:t xml:space="preserve"> 2</w:t>
            </w:r>
          </w:p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287274.24</w:t>
            </w:r>
          </w:p>
        </w:tc>
        <w:tc>
          <w:tcPr>
            <w:tcW w:w="1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2194014.83</w:t>
            </w:r>
          </w:p>
        </w:tc>
        <w:tc>
          <w:tcPr>
            <w:tcW w:w="14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Сохранился</w:t>
            </w:r>
            <w:proofErr w:type="spellEnd"/>
          </w:p>
        </w:tc>
        <w:tc>
          <w:tcPr>
            <w:tcW w:w="1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сохранился</w:t>
            </w:r>
            <w:proofErr w:type="spellEnd"/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не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обнаружен</w:t>
            </w:r>
            <w:proofErr w:type="spellEnd"/>
          </w:p>
        </w:tc>
      </w:tr>
      <w:tr w:rsidR="00D52202" w:rsidRPr="004A75A7" w:rsidTr="00636ABD">
        <w:trPr>
          <w:gridAfter w:val="1"/>
          <w:wAfter w:w="13" w:type="dxa"/>
          <w:trHeight w:val="68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9F1A25" w:rsidRDefault="00D52202" w:rsidP="000B5C41">
            <w:pPr>
              <w:spacing w:before="120" w:after="120"/>
              <w:rPr>
                <w:sz w:val="22"/>
                <w:szCs w:val="22"/>
              </w:rPr>
            </w:pPr>
            <w:r w:rsidRPr="009F1A25">
              <w:rPr>
                <w:sz w:val="22"/>
                <w:szCs w:val="22"/>
              </w:rPr>
              <w:t>Государственная геодезическая сеть спутниковая геодезическая</w:t>
            </w:r>
          </w:p>
        </w:tc>
        <w:tc>
          <w:tcPr>
            <w:tcW w:w="13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 xml:space="preserve">298, 3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класс</w:t>
            </w:r>
            <w:proofErr w:type="spellEnd"/>
          </w:p>
        </w:tc>
        <w:tc>
          <w:tcPr>
            <w:tcW w:w="12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C3" w:rsidRPr="006318C3" w:rsidRDefault="006318C3" w:rsidP="006318C3">
            <w:pPr>
              <w:spacing w:before="120" w:after="120"/>
              <w:jc w:val="center"/>
              <w:rPr>
                <w:sz w:val="22"/>
                <w:u w:val="single"/>
              </w:rPr>
            </w:pPr>
            <w:r w:rsidRPr="006B4080">
              <w:rPr>
                <w:sz w:val="22"/>
                <w:szCs w:val="22"/>
                <w:lang w:val="en-US"/>
              </w:rPr>
              <w:t xml:space="preserve">МСК-37, </w:t>
            </w:r>
            <w:proofErr w:type="spellStart"/>
            <w:r w:rsidRPr="006B4080">
              <w:rPr>
                <w:sz w:val="22"/>
                <w:szCs w:val="22"/>
                <w:lang w:val="en-US"/>
              </w:rPr>
              <w:t>зона</w:t>
            </w:r>
            <w:proofErr w:type="spellEnd"/>
            <w:r w:rsidRPr="006B4080">
              <w:rPr>
                <w:sz w:val="22"/>
                <w:szCs w:val="22"/>
                <w:lang w:val="en-US"/>
              </w:rPr>
              <w:t xml:space="preserve"> 2</w:t>
            </w:r>
          </w:p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287196.67</w:t>
            </w:r>
          </w:p>
        </w:tc>
        <w:tc>
          <w:tcPr>
            <w:tcW w:w="1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2194135.76</w:t>
            </w:r>
          </w:p>
        </w:tc>
        <w:tc>
          <w:tcPr>
            <w:tcW w:w="14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Сохранился</w:t>
            </w:r>
            <w:proofErr w:type="spellEnd"/>
          </w:p>
        </w:tc>
        <w:tc>
          <w:tcPr>
            <w:tcW w:w="1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сохранился</w:t>
            </w:r>
            <w:proofErr w:type="spellEnd"/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не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обнаружен</w:t>
            </w:r>
            <w:proofErr w:type="spellEnd"/>
          </w:p>
        </w:tc>
      </w:tr>
      <w:tr w:rsidR="00D52202" w:rsidRPr="004A75A7" w:rsidTr="00636ABD">
        <w:trPr>
          <w:gridAfter w:val="1"/>
          <w:wAfter w:w="13" w:type="dxa"/>
          <w:trHeight w:val="68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9F1A25" w:rsidRDefault="00D52202" w:rsidP="000B5C41">
            <w:pPr>
              <w:spacing w:before="120" w:after="120"/>
              <w:rPr>
                <w:sz w:val="22"/>
                <w:szCs w:val="22"/>
              </w:rPr>
            </w:pPr>
            <w:r w:rsidRPr="009F1A25">
              <w:rPr>
                <w:sz w:val="22"/>
                <w:szCs w:val="22"/>
              </w:rPr>
              <w:t>Государственная геодезическая сеть спутниковая геодезическая</w:t>
            </w:r>
          </w:p>
        </w:tc>
        <w:tc>
          <w:tcPr>
            <w:tcW w:w="13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 xml:space="preserve">299, 3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класс</w:t>
            </w:r>
            <w:proofErr w:type="spellEnd"/>
          </w:p>
        </w:tc>
        <w:tc>
          <w:tcPr>
            <w:tcW w:w="12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C3" w:rsidRPr="006318C3" w:rsidRDefault="006318C3" w:rsidP="006318C3">
            <w:pPr>
              <w:spacing w:before="120" w:after="120"/>
              <w:jc w:val="center"/>
              <w:rPr>
                <w:sz w:val="22"/>
                <w:u w:val="single"/>
              </w:rPr>
            </w:pPr>
            <w:r w:rsidRPr="006B4080">
              <w:rPr>
                <w:sz w:val="22"/>
                <w:szCs w:val="22"/>
                <w:lang w:val="en-US"/>
              </w:rPr>
              <w:t xml:space="preserve">МСК-37, </w:t>
            </w:r>
            <w:proofErr w:type="spellStart"/>
            <w:r w:rsidRPr="006B4080">
              <w:rPr>
                <w:sz w:val="22"/>
                <w:szCs w:val="22"/>
                <w:lang w:val="en-US"/>
              </w:rPr>
              <w:t>зона</w:t>
            </w:r>
            <w:proofErr w:type="spellEnd"/>
            <w:r w:rsidRPr="006B4080">
              <w:rPr>
                <w:sz w:val="22"/>
                <w:szCs w:val="22"/>
                <w:lang w:val="en-US"/>
              </w:rPr>
              <w:t xml:space="preserve"> 2</w:t>
            </w:r>
          </w:p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287096.54</w:t>
            </w:r>
          </w:p>
        </w:tc>
        <w:tc>
          <w:tcPr>
            <w:tcW w:w="1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2194306.47</w:t>
            </w:r>
          </w:p>
        </w:tc>
        <w:tc>
          <w:tcPr>
            <w:tcW w:w="14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Сохранился</w:t>
            </w:r>
            <w:proofErr w:type="spellEnd"/>
          </w:p>
        </w:tc>
        <w:tc>
          <w:tcPr>
            <w:tcW w:w="1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сохранился</w:t>
            </w:r>
            <w:proofErr w:type="spellEnd"/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75329">
              <w:rPr>
                <w:sz w:val="22"/>
                <w:szCs w:val="22"/>
                <w:lang w:val="en-US"/>
              </w:rPr>
              <w:t>не</w:t>
            </w:r>
            <w:proofErr w:type="spellEnd"/>
            <w:r w:rsidRPr="00B7532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75329">
              <w:rPr>
                <w:sz w:val="22"/>
                <w:szCs w:val="22"/>
                <w:lang w:val="en-US"/>
              </w:rPr>
              <w:t>обнаружен</w:t>
            </w:r>
            <w:proofErr w:type="spellEnd"/>
          </w:p>
        </w:tc>
      </w:tr>
      <w:tr w:rsidR="003B64B7" w:rsidRPr="00F13182" w:rsidTr="0057753C">
        <w:trPr>
          <w:gridAfter w:val="1"/>
          <w:wAfter w:w="13" w:type="dxa"/>
          <w:trHeight w:val="413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64B7" w:rsidRPr="00FB5EE8" w:rsidRDefault="00B862FE" w:rsidP="00B862FE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57753C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использованных средствах измерений</w:t>
            </w:r>
            <w:r w:rsidR="0054745C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3B64B7" w:rsidRPr="00F13182" w:rsidTr="005C5C3E">
        <w:trPr>
          <w:gridAfter w:val="1"/>
          <w:wAfter w:w="13" w:type="dxa"/>
          <w:trHeight w:val="966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B64B7" w:rsidRPr="00B862FE" w:rsidRDefault="003B64B7" w:rsidP="005C5C3E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№</w:t>
            </w: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3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7" w:rsidRPr="00F13182" w:rsidRDefault="003B64B7" w:rsidP="005C5C3E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10057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обозначение типа средства измерений -</w:t>
            </w: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прибора (инструмента, аппаратуры)</w:t>
            </w:r>
          </w:p>
        </w:tc>
        <w:tc>
          <w:tcPr>
            <w:tcW w:w="21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7" w:rsidRPr="00F13182" w:rsidRDefault="0057753C" w:rsidP="005C5C3E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53C">
              <w:rPr>
                <w:rFonts w:ascii="Times New Roman" w:hAnsi="Times New Roman" w:cs="Times New Roman"/>
                <w:b/>
                <w:sz w:val="22"/>
                <w:szCs w:val="22"/>
              </w:rPr>
              <w:t>Заводской или серийный номер средства измерений</w:t>
            </w:r>
          </w:p>
        </w:tc>
        <w:tc>
          <w:tcPr>
            <w:tcW w:w="398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B64B7" w:rsidRPr="00F13182" w:rsidRDefault="003B64B7" w:rsidP="005C5C3E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Реквизиты свидетельства о поверке прибора (инструмента, аппаратуры)</w:t>
            </w:r>
            <w:r w:rsidR="003026D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7753C" w:rsidRPr="0057753C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="003026D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7753C" w:rsidRPr="0057753C">
              <w:rPr>
                <w:rFonts w:ascii="Times New Roman" w:hAnsi="Times New Roman" w:cs="Times New Roman"/>
                <w:b/>
                <w:sz w:val="22"/>
                <w:szCs w:val="22"/>
              </w:rPr>
              <w:t>(или) срок действия поверки</w:t>
            </w:r>
          </w:p>
        </w:tc>
      </w:tr>
      <w:tr w:rsidR="00E55487" w:rsidRPr="00F13182" w:rsidTr="00636ABD">
        <w:trPr>
          <w:gridAfter w:val="1"/>
          <w:wAfter w:w="13" w:type="dxa"/>
          <w:trHeight w:val="68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87" w:rsidRPr="00F13182" w:rsidRDefault="00E55487" w:rsidP="00F1500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33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87" w:rsidRPr="00F13182" w:rsidRDefault="00E55487" w:rsidP="00F1500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87" w:rsidRPr="00F13182" w:rsidRDefault="00E55487" w:rsidP="00F1500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398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55487" w:rsidRPr="00F13182" w:rsidRDefault="00E55487" w:rsidP="00F1500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</w:t>
            </w:r>
          </w:p>
        </w:tc>
      </w:tr>
      <w:tr w:rsidR="00E55487" w:rsidRPr="004A75A7" w:rsidTr="005C5C3E">
        <w:trPr>
          <w:gridAfter w:val="1"/>
          <w:wAfter w:w="13" w:type="dxa"/>
          <w:trHeight w:val="68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55487" w:rsidRPr="0057753C" w:rsidRDefault="00E55487" w:rsidP="0010057B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57753C">
              <w:rPr>
                <w:sz w:val="22"/>
                <w:szCs w:val="22"/>
              </w:rPr>
              <w:t>1</w:t>
            </w:r>
          </w:p>
        </w:tc>
        <w:tc>
          <w:tcPr>
            <w:tcW w:w="3392" w:type="dxa"/>
            <w:gridSpan w:val="2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55487" w:rsidRPr="009F1A25" w:rsidRDefault="00E55487" w:rsidP="0010057B">
            <w:pPr>
              <w:spacing w:before="120" w:after="120"/>
              <w:rPr>
                <w:sz w:val="22"/>
                <w:szCs w:val="22"/>
              </w:rPr>
            </w:pPr>
            <w:r w:rsidRPr="009F1A25">
              <w:rPr>
                <w:sz w:val="22"/>
                <w:szCs w:val="22"/>
              </w:rPr>
              <w:t xml:space="preserve">Аппаратура геодезическая спутниковая </w:t>
            </w:r>
            <w:r w:rsidRPr="0057753C">
              <w:rPr>
                <w:sz w:val="22"/>
                <w:szCs w:val="22"/>
                <w:lang w:val="en-US"/>
              </w:rPr>
              <w:t>EFT</w:t>
            </w:r>
            <w:r w:rsidRPr="009F1A25">
              <w:rPr>
                <w:sz w:val="22"/>
                <w:szCs w:val="22"/>
              </w:rPr>
              <w:t xml:space="preserve"> </w:t>
            </w:r>
            <w:r w:rsidRPr="0057753C">
              <w:rPr>
                <w:sz w:val="22"/>
                <w:szCs w:val="22"/>
                <w:lang w:val="en-US"/>
              </w:rPr>
              <w:t>M</w:t>
            </w:r>
            <w:r w:rsidRPr="009F1A25">
              <w:rPr>
                <w:sz w:val="22"/>
                <w:szCs w:val="22"/>
              </w:rPr>
              <w:t xml:space="preserve">2 </w:t>
            </w:r>
            <w:r w:rsidRPr="0057753C">
              <w:rPr>
                <w:sz w:val="22"/>
                <w:szCs w:val="22"/>
                <w:lang w:val="en-US"/>
              </w:rPr>
              <w:t>GNSS</w:t>
            </w:r>
          </w:p>
        </w:tc>
        <w:tc>
          <w:tcPr>
            <w:tcW w:w="2130" w:type="dxa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55487" w:rsidRPr="00C44C4F" w:rsidRDefault="00334845" w:rsidP="00296364">
            <w:pPr>
              <w:rPr>
                <w:sz w:val="22"/>
                <w:szCs w:val="22"/>
              </w:rPr>
            </w:pPr>
            <w:r w:rsidRPr="00C44C4F">
              <w:rPr>
                <w:sz w:val="22"/>
                <w:szCs w:val="22"/>
              </w:rPr>
              <w:t>11602617</w:t>
            </w:r>
          </w:p>
        </w:tc>
        <w:tc>
          <w:tcPr>
            <w:tcW w:w="3981" w:type="dxa"/>
            <w:gridSpan w:val="2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55487" w:rsidRPr="0057753C" w:rsidRDefault="00E55487" w:rsidP="0010057B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57753C">
              <w:rPr>
                <w:sz w:val="22"/>
                <w:szCs w:val="22"/>
                <w:lang w:val="en-US"/>
              </w:rPr>
              <w:t>63059-16</w:t>
            </w:r>
          </w:p>
        </w:tc>
      </w:tr>
      <w:tr w:rsidR="00E55487" w:rsidRPr="004A75A7" w:rsidTr="005C5C3E">
        <w:trPr>
          <w:gridAfter w:val="1"/>
          <w:wAfter w:w="13" w:type="dxa"/>
          <w:trHeight w:val="68"/>
        </w:trPr>
        <w:tc>
          <w:tcPr>
            <w:tcW w:w="70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55487" w:rsidRPr="0057753C" w:rsidRDefault="00E55487" w:rsidP="0010057B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57753C">
              <w:rPr>
                <w:sz w:val="22"/>
                <w:szCs w:val="22"/>
              </w:rPr>
              <w:t>2</w:t>
            </w:r>
          </w:p>
        </w:tc>
        <w:tc>
          <w:tcPr>
            <w:tcW w:w="3392" w:type="dxa"/>
            <w:gridSpan w:val="2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55487" w:rsidRPr="009F1A25" w:rsidRDefault="00E55487" w:rsidP="0010057B">
            <w:pPr>
              <w:spacing w:before="120" w:after="120"/>
              <w:rPr>
                <w:sz w:val="22"/>
                <w:szCs w:val="22"/>
              </w:rPr>
            </w:pPr>
            <w:r w:rsidRPr="009F1A25">
              <w:rPr>
                <w:sz w:val="22"/>
                <w:szCs w:val="22"/>
              </w:rPr>
              <w:t xml:space="preserve">Аппаратура геодезическая спутниковая </w:t>
            </w:r>
            <w:r w:rsidRPr="0057753C">
              <w:rPr>
                <w:sz w:val="22"/>
                <w:szCs w:val="22"/>
                <w:lang w:val="en-US"/>
              </w:rPr>
              <w:t>EFT</w:t>
            </w:r>
            <w:r w:rsidRPr="009F1A25">
              <w:rPr>
                <w:sz w:val="22"/>
                <w:szCs w:val="22"/>
              </w:rPr>
              <w:t xml:space="preserve"> </w:t>
            </w:r>
            <w:r w:rsidRPr="0057753C">
              <w:rPr>
                <w:sz w:val="22"/>
                <w:szCs w:val="22"/>
                <w:lang w:val="en-US"/>
              </w:rPr>
              <w:t>RS</w:t>
            </w:r>
            <w:r w:rsidRPr="009F1A25">
              <w:rPr>
                <w:sz w:val="22"/>
                <w:szCs w:val="22"/>
              </w:rPr>
              <w:t>2</w:t>
            </w:r>
          </w:p>
        </w:tc>
        <w:tc>
          <w:tcPr>
            <w:tcW w:w="2130" w:type="dxa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55487" w:rsidRPr="00C44C4F" w:rsidRDefault="00334845" w:rsidP="00296364">
            <w:pPr>
              <w:rPr>
                <w:sz w:val="22"/>
                <w:szCs w:val="22"/>
              </w:rPr>
            </w:pPr>
            <w:r w:rsidRPr="00C44C4F">
              <w:rPr>
                <w:sz w:val="22"/>
                <w:szCs w:val="22"/>
              </w:rPr>
              <w:t>RS20144</w:t>
            </w:r>
          </w:p>
        </w:tc>
        <w:tc>
          <w:tcPr>
            <w:tcW w:w="3981" w:type="dxa"/>
            <w:gridSpan w:val="2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55487" w:rsidRPr="0057753C" w:rsidRDefault="00E55487" w:rsidP="0010057B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57753C">
              <w:rPr>
                <w:sz w:val="22"/>
                <w:szCs w:val="22"/>
                <w:lang w:val="en-US"/>
              </w:rPr>
              <w:t>83226-21</w:t>
            </w:r>
          </w:p>
        </w:tc>
      </w:tr>
      <w:tr w:rsidR="00035E0C" w:rsidRPr="00EB43A2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gridAfter w:val="1"/>
          <w:wAfter w:w="13" w:type="dxa"/>
          <w:trHeight w:val="65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9F1A25" w:rsidRDefault="001E262E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9F1A25">
              <w:rPr>
                <w:u w:val="single"/>
                <w:lang w:val="ru-RU"/>
              </w:rPr>
              <w:t>37:18:080221:29</w:t>
            </w:r>
          </w:p>
        </w:tc>
      </w:tr>
      <w:tr w:rsidR="00105FDF" w:rsidRPr="00EB43A2" w:rsidTr="00A868BD">
        <w:trPr>
          <w:gridAfter w:val="1"/>
          <w:wAfter w:w="13" w:type="dxa"/>
          <w:trHeight w:val="255"/>
        </w:trPr>
        <w:tc>
          <w:tcPr>
            <w:tcW w:w="6521" w:type="dxa"/>
            <w:gridSpan w:val="4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1E262E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9F1A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МСК-37,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4</w:t>
            </w:r>
          </w:p>
        </w:tc>
        <w:tc>
          <w:tcPr>
            <w:tcW w:w="3685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1E262E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4</w:t>
            </w:r>
          </w:p>
        </w:tc>
      </w:tr>
      <w:tr w:rsidR="000333FE" w:rsidRPr="008417BF" w:rsidTr="00A868BD">
        <w:trPr>
          <w:gridAfter w:val="1"/>
          <w:wAfter w:w="13" w:type="dxa"/>
          <w:trHeight w:val="473"/>
        </w:trPr>
        <w:tc>
          <w:tcPr>
            <w:tcW w:w="1260" w:type="dxa"/>
            <w:gridSpan w:val="8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1E262E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1E262E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A9191B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:rsidR="000333FE" w:rsidRPr="008417BF" w:rsidRDefault="001E262E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gridAfter w:val="1"/>
          <w:wAfter w:w="13" w:type="dxa"/>
          <w:trHeight w:val="1673"/>
        </w:trPr>
        <w:tc>
          <w:tcPr>
            <w:tcW w:w="1260" w:type="dxa"/>
            <w:gridSpan w:val="8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1E262E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1E262E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971"/>
        </w:trPr>
        <w:tc>
          <w:tcPr>
            <w:tcW w:w="1260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9F1A25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287317.15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2194119.44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287317.15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2194119.44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287307.12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2194137.99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 xml:space="preserve">Метод спутниковых геодезических измерений </w:t>
            </w:r>
            <w:r w:rsidRPr="009F1A25">
              <w:lastRenderedPageBreak/>
              <w:t>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287232.20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2194092.71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287237.69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2194084.37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287241.18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2194079.22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287244.97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2194074.06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287244.97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2194074.06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287275.88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2194094.32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287275.88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2194094.32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287317.15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2194119.44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287317.15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2194119.44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 xml:space="preserve">Метод спутниковых геодезических </w:t>
            </w:r>
            <w:r w:rsidRPr="009F1A25">
              <w:lastRenderedPageBreak/>
              <w:t>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37:18:080221:29</w:t>
            </w:r>
          </w:p>
        </w:tc>
      </w:tr>
      <w:tr w:rsidR="00590258" w:rsidRPr="00666D74" w:rsidTr="00A868BD">
        <w:trPr>
          <w:gridAfter w:val="1"/>
          <w:wAfter w:w="13" w:type="dxa"/>
          <w:trHeight w:val="518"/>
        </w:trPr>
        <w:tc>
          <w:tcPr>
            <w:tcW w:w="2545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1E262E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1E262E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gridAfter w:val="1"/>
          <w:wAfter w:w="13" w:type="dxa"/>
          <w:trHeight w:val="346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21.09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87.54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9.98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6.22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6.40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36.96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48.31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9F1A25" w:rsidRDefault="001E262E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9F1A25">
              <w:rPr>
                <w:lang w:val="ru-RU"/>
              </w:rPr>
              <w:t xml:space="preserve"> </w:t>
            </w:r>
            <w:r w:rsidRPr="009F1A25">
              <w:rPr>
                <w:u w:val="single"/>
                <w:lang w:val="ru-RU"/>
              </w:rPr>
              <w:t>37:18:080221:29</w:t>
            </w:r>
          </w:p>
        </w:tc>
      </w:tr>
      <w:tr w:rsidR="00EB43A2" w:rsidRPr="00666D74" w:rsidTr="00A868BD">
        <w:trPr>
          <w:gridAfter w:val="1"/>
          <w:wAfter w:w="13" w:type="dxa"/>
          <w:trHeight w:val="567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 деревня, 10 дом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1858 ± 15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√1858 = 15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1494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364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6360AC" w:rsidRPr="004A75A7" w:rsidTr="00A868BD">
        <w:trPr>
          <w:gridAfter w:val="1"/>
          <w:wAfter w:w="13" w:type="dxa"/>
          <w:trHeight w:val="32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1E262E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79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1177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37:18:080221:104</w:t>
            </w:r>
          </w:p>
        </w:tc>
      </w:tr>
      <w:tr w:rsidR="00AF1B59" w:rsidRPr="004A75A7" w:rsidTr="00A868BD">
        <w:trPr>
          <w:gridAfter w:val="1"/>
          <w:wAfter w:w="13" w:type="dxa"/>
          <w:trHeight w:val="163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1E262E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37:18:080221:29</w:t>
            </w:r>
          </w:p>
        </w:tc>
      </w:tr>
      <w:tr w:rsidR="006360AC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1E262E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5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1E262E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gridAfter w:val="1"/>
          <w:wAfter w:w="13" w:type="dxa"/>
          <w:trHeight w:val="65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9F1A25" w:rsidRDefault="001E262E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9F1A25">
              <w:rPr>
                <w:u w:val="single"/>
                <w:lang w:val="ru-RU"/>
              </w:rPr>
              <w:t>37:18:080221:18</w:t>
            </w:r>
          </w:p>
        </w:tc>
      </w:tr>
      <w:tr w:rsidR="00105FDF" w:rsidRPr="00EB43A2" w:rsidTr="00A868BD">
        <w:trPr>
          <w:gridAfter w:val="1"/>
          <w:wAfter w:w="13" w:type="dxa"/>
          <w:trHeight w:val="255"/>
        </w:trPr>
        <w:tc>
          <w:tcPr>
            <w:tcW w:w="6521" w:type="dxa"/>
            <w:gridSpan w:val="4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1E262E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9F1A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МСК-37,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4</w:t>
            </w:r>
          </w:p>
        </w:tc>
        <w:tc>
          <w:tcPr>
            <w:tcW w:w="3685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1E262E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4</w:t>
            </w:r>
          </w:p>
        </w:tc>
      </w:tr>
      <w:tr w:rsidR="000333FE" w:rsidRPr="008417BF" w:rsidTr="00A868BD">
        <w:trPr>
          <w:gridAfter w:val="1"/>
          <w:wAfter w:w="13" w:type="dxa"/>
          <w:trHeight w:val="473"/>
        </w:trPr>
        <w:tc>
          <w:tcPr>
            <w:tcW w:w="1260" w:type="dxa"/>
            <w:gridSpan w:val="8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1E262E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1E262E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A9191B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:rsidR="000333FE" w:rsidRPr="008417BF" w:rsidRDefault="001E262E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gridAfter w:val="1"/>
          <w:wAfter w:w="13" w:type="dxa"/>
          <w:trHeight w:val="1673"/>
        </w:trPr>
        <w:tc>
          <w:tcPr>
            <w:tcW w:w="1260" w:type="dxa"/>
            <w:gridSpan w:val="8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1E262E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1E262E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971"/>
        </w:trPr>
        <w:tc>
          <w:tcPr>
            <w:tcW w:w="1260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9F1A25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287269.33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2194127.22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287250.12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2194161.39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287240.63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2194156.18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287240.63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2194156.18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287234.23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2194152.14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287234.23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2194152.14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287204.65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2194135.34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287204.65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2194135.34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287216.22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2194118.42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 xml:space="preserve">Метод спутниковых геодезических </w:t>
            </w:r>
            <w:r w:rsidRPr="009F1A25">
              <w:lastRenderedPageBreak/>
              <w:t>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287220.64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2194111.53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287226.27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2194102.33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287259.75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2194121.92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287269.33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2194127.22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37:18:080221:18</w:t>
            </w:r>
          </w:p>
        </w:tc>
      </w:tr>
      <w:tr w:rsidR="00590258" w:rsidRPr="00666D74" w:rsidTr="00A868BD">
        <w:trPr>
          <w:gridAfter w:val="1"/>
          <w:wAfter w:w="13" w:type="dxa"/>
          <w:trHeight w:val="518"/>
        </w:trPr>
        <w:tc>
          <w:tcPr>
            <w:tcW w:w="2545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1E262E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1E262E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gridAfter w:val="1"/>
          <w:wAfter w:w="13" w:type="dxa"/>
          <w:trHeight w:val="346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39.20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10.83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7.57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34.02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20.50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8.19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10.79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38.79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10.95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9F1A25" w:rsidRDefault="001E262E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9F1A25">
              <w:rPr>
                <w:lang w:val="ru-RU"/>
              </w:rPr>
              <w:t xml:space="preserve"> </w:t>
            </w:r>
            <w:r w:rsidRPr="009F1A25">
              <w:rPr>
                <w:u w:val="single"/>
                <w:lang w:val="ru-RU"/>
              </w:rPr>
              <w:t>37:18:080221:18</w:t>
            </w:r>
          </w:p>
        </w:tc>
      </w:tr>
      <w:tr w:rsidR="00EB43A2" w:rsidRPr="00666D74" w:rsidTr="00A868BD">
        <w:trPr>
          <w:gridAfter w:val="1"/>
          <w:wAfter w:w="13" w:type="dxa"/>
          <w:trHeight w:val="567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1992 ± 16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√1992 = 16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492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6360AC" w:rsidRPr="004A75A7" w:rsidTr="00A868BD">
        <w:trPr>
          <w:gridAfter w:val="1"/>
          <w:wAfter w:w="13" w:type="dxa"/>
          <w:trHeight w:val="32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1E262E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79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сведения об использовании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lastRenderedPageBreak/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1177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37:18:080221:109</w:t>
            </w:r>
          </w:p>
        </w:tc>
      </w:tr>
      <w:tr w:rsidR="00AF1B59" w:rsidRPr="004A75A7" w:rsidTr="00A868BD">
        <w:trPr>
          <w:gridAfter w:val="1"/>
          <w:wAfter w:w="13" w:type="dxa"/>
          <w:trHeight w:val="163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1E262E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37:18:080221:18</w:t>
            </w:r>
          </w:p>
        </w:tc>
      </w:tr>
      <w:tr w:rsidR="006360AC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1E262E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5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1E262E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gridAfter w:val="1"/>
          <w:wAfter w:w="13" w:type="dxa"/>
          <w:trHeight w:val="65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9F1A25" w:rsidRDefault="001E262E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9F1A25">
              <w:rPr>
                <w:u w:val="single"/>
                <w:lang w:val="ru-RU"/>
              </w:rPr>
              <w:t>37:18:080221:16</w:t>
            </w:r>
          </w:p>
        </w:tc>
      </w:tr>
      <w:tr w:rsidR="00105FDF" w:rsidRPr="00EB43A2" w:rsidTr="00A868BD">
        <w:trPr>
          <w:gridAfter w:val="1"/>
          <w:wAfter w:w="13" w:type="dxa"/>
          <w:trHeight w:val="255"/>
        </w:trPr>
        <w:tc>
          <w:tcPr>
            <w:tcW w:w="6521" w:type="dxa"/>
            <w:gridSpan w:val="4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1E262E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9F1A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МСК-37,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4</w:t>
            </w:r>
          </w:p>
        </w:tc>
        <w:tc>
          <w:tcPr>
            <w:tcW w:w="3685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1E262E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4</w:t>
            </w:r>
          </w:p>
        </w:tc>
      </w:tr>
      <w:tr w:rsidR="000333FE" w:rsidRPr="008417BF" w:rsidTr="00A868BD">
        <w:trPr>
          <w:gridAfter w:val="1"/>
          <w:wAfter w:w="13" w:type="dxa"/>
          <w:trHeight w:val="473"/>
        </w:trPr>
        <w:tc>
          <w:tcPr>
            <w:tcW w:w="1260" w:type="dxa"/>
            <w:gridSpan w:val="8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1E262E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1E262E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A9191B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:rsidR="000333FE" w:rsidRPr="008417BF" w:rsidRDefault="001E262E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gridAfter w:val="1"/>
          <w:wAfter w:w="13" w:type="dxa"/>
          <w:trHeight w:val="1673"/>
        </w:trPr>
        <w:tc>
          <w:tcPr>
            <w:tcW w:w="1260" w:type="dxa"/>
            <w:gridSpan w:val="8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1E262E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1E262E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971"/>
        </w:trPr>
        <w:tc>
          <w:tcPr>
            <w:tcW w:w="1260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9F1A25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287302.67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2194255.28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287288.02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2194283.03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</w:t>
            </w:r>
            <w:r w:rsidRPr="009F1A25">
              <w:lastRenderedPageBreak/>
              <w:t>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287274.95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2194276.04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287274.95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2194276.04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287194.41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2194232.32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287194.41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2194232.32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287159.55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2194212.24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287159.55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2194212.24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287178.25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2194180.02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287178.25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2194180.02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287218.32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2194205.69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287218.32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2194205.69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6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287228.85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2194212.02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287228.85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2194212.02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287236.84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2194218.36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287302.67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2194255.28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37:18:080221:16</w:t>
            </w:r>
          </w:p>
        </w:tc>
      </w:tr>
      <w:tr w:rsidR="00590258" w:rsidRPr="00666D74" w:rsidTr="00A868BD">
        <w:trPr>
          <w:gridAfter w:val="1"/>
          <w:wAfter w:w="13" w:type="dxa"/>
          <w:trHeight w:val="518"/>
        </w:trPr>
        <w:tc>
          <w:tcPr>
            <w:tcW w:w="2545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1E262E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1E262E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gridAfter w:val="1"/>
          <w:wAfter w:w="13" w:type="dxa"/>
          <w:trHeight w:val="346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31.38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14.82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91.64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40.23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37.25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47.59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12.29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10.20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75.48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9F1A25" w:rsidRDefault="001E262E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9F1A25">
              <w:rPr>
                <w:lang w:val="ru-RU"/>
              </w:rPr>
              <w:t xml:space="preserve"> </w:t>
            </w:r>
            <w:r w:rsidRPr="009F1A25">
              <w:rPr>
                <w:u w:val="single"/>
                <w:lang w:val="ru-RU"/>
              </w:rPr>
              <w:t>37:18:080221:16</w:t>
            </w:r>
          </w:p>
        </w:tc>
      </w:tr>
      <w:tr w:rsidR="00EB43A2" w:rsidRPr="00666D74" w:rsidTr="00A868BD">
        <w:trPr>
          <w:gridAfter w:val="1"/>
          <w:wAfter w:w="13" w:type="dxa"/>
          <w:trHeight w:val="567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 деревня, 18 дом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4913 ± 25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√4913 = 25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87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6360AC" w:rsidRPr="004A75A7" w:rsidTr="00A868BD">
        <w:trPr>
          <w:gridAfter w:val="1"/>
          <w:wAfter w:w="13" w:type="dxa"/>
          <w:trHeight w:val="32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1E262E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79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1177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37:18:080221:99</w:t>
            </w:r>
          </w:p>
        </w:tc>
      </w:tr>
      <w:tr w:rsidR="00AF1B59" w:rsidRPr="004A75A7" w:rsidTr="00A868BD">
        <w:trPr>
          <w:gridAfter w:val="1"/>
          <w:wAfter w:w="13" w:type="dxa"/>
          <w:trHeight w:val="163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1E262E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lastRenderedPageBreak/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37:18:080221:16</w:t>
            </w:r>
          </w:p>
        </w:tc>
      </w:tr>
      <w:tr w:rsidR="006360AC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1E262E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5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1E262E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gridAfter w:val="1"/>
          <w:wAfter w:w="13" w:type="dxa"/>
          <w:trHeight w:val="65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9F1A25" w:rsidRDefault="001E262E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9F1A25">
              <w:rPr>
                <w:u w:val="single"/>
                <w:lang w:val="ru-RU"/>
              </w:rPr>
              <w:t>37:18:080221:39</w:t>
            </w:r>
          </w:p>
        </w:tc>
      </w:tr>
      <w:tr w:rsidR="00105FDF" w:rsidRPr="00EB43A2" w:rsidTr="00A868BD">
        <w:trPr>
          <w:gridAfter w:val="1"/>
          <w:wAfter w:w="13" w:type="dxa"/>
          <w:trHeight w:val="255"/>
        </w:trPr>
        <w:tc>
          <w:tcPr>
            <w:tcW w:w="6521" w:type="dxa"/>
            <w:gridSpan w:val="4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1E262E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9F1A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МСК-37,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4</w:t>
            </w:r>
          </w:p>
        </w:tc>
        <w:tc>
          <w:tcPr>
            <w:tcW w:w="3685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1E262E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4</w:t>
            </w:r>
          </w:p>
        </w:tc>
      </w:tr>
      <w:tr w:rsidR="000333FE" w:rsidRPr="008417BF" w:rsidTr="00A868BD">
        <w:trPr>
          <w:gridAfter w:val="1"/>
          <w:wAfter w:w="13" w:type="dxa"/>
          <w:trHeight w:val="473"/>
        </w:trPr>
        <w:tc>
          <w:tcPr>
            <w:tcW w:w="1260" w:type="dxa"/>
            <w:gridSpan w:val="8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1E262E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1E262E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A9191B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:rsidR="000333FE" w:rsidRPr="008417BF" w:rsidRDefault="001E262E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gridAfter w:val="1"/>
          <w:wAfter w:w="13" w:type="dxa"/>
          <w:trHeight w:val="1673"/>
        </w:trPr>
        <w:tc>
          <w:tcPr>
            <w:tcW w:w="1260" w:type="dxa"/>
            <w:gridSpan w:val="8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1E262E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1E262E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971"/>
        </w:trPr>
        <w:tc>
          <w:tcPr>
            <w:tcW w:w="1260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9F1A25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287186.68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2194472.12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287176.48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2194489.19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287067.87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2194422.09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 xml:space="preserve">Метод спутниковых геодезических измерений </w:t>
            </w:r>
            <w:r w:rsidRPr="009F1A25">
              <w:lastRenderedPageBreak/>
              <w:t>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287038.81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2194404.14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287049.66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2194386.41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287059.31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2194392.63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287074.58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2194401.24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287186.68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2194472.12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37:18:080221:39</w:t>
            </w:r>
          </w:p>
        </w:tc>
      </w:tr>
      <w:tr w:rsidR="00590258" w:rsidRPr="00666D74" w:rsidTr="00A868BD">
        <w:trPr>
          <w:gridAfter w:val="1"/>
          <w:wAfter w:w="13" w:type="dxa"/>
          <w:trHeight w:val="518"/>
        </w:trPr>
        <w:tc>
          <w:tcPr>
            <w:tcW w:w="2545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lastRenderedPageBreak/>
              <w:t>Обозначение части границ</w:t>
            </w:r>
          </w:p>
        </w:tc>
        <w:tc>
          <w:tcPr>
            <w:tcW w:w="213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1E262E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1E262E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gridAfter w:val="1"/>
          <w:wAfter w:w="13" w:type="dxa"/>
          <w:trHeight w:val="346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19.89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127.67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34.16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20.79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11.48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17.53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132.63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9F1A25" w:rsidRDefault="001E262E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9F1A25">
              <w:rPr>
                <w:lang w:val="ru-RU"/>
              </w:rPr>
              <w:t xml:space="preserve"> </w:t>
            </w:r>
            <w:r w:rsidRPr="009F1A25">
              <w:rPr>
                <w:u w:val="single"/>
                <w:lang w:val="ru-RU"/>
              </w:rPr>
              <w:t>37:18:080221:39</w:t>
            </w:r>
          </w:p>
        </w:tc>
      </w:tr>
      <w:tr w:rsidR="00EB43A2" w:rsidRPr="00666D74" w:rsidTr="00A868BD">
        <w:trPr>
          <w:gridAfter w:val="1"/>
          <w:wAfter w:w="13" w:type="dxa"/>
          <w:trHeight w:val="567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 деревня, 36 дом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3334 ± 20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√3334 = 20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3700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366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6360AC" w:rsidRPr="004A75A7" w:rsidTr="00A868BD">
        <w:trPr>
          <w:gridAfter w:val="1"/>
          <w:wAfter w:w="13" w:type="dxa"/>
          <w:trHeight w:val="32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1E262E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79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1177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37:18:080221:138</w:t>
            </w:r>
          </w:p>
        </w:tc>
      </w:tr>
      <w:tr w:rsidR="00AF1B59" w:rsidRPr="004A75A7" w:rsidTr="00A868BD">
        <w:trPr>
          <w:gridAfter w:val="1"/>
          <w:wAfter w:w="13" w:type="dxa"/>
          <w:trHeight w:val="163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1E262E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37:18:080221:39</w:t>
            </w:r>
          </w:p>
        </w:tc>
      </w:tr>
      <w:tr w:rsidR="006360AC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1E262E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5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1E262E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gridAfter w:val="1"/>
          <w:wAfter w:w="13" w:type="dxa"/>
          <w:trHeight w:val="65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9F1A25" w:rsidRDefault="001E262E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9F1A25">
              <w:rPr>
                <w:u w:val="single"/>
                <w:lang w:val="ru-RU"/>
              </w:rPr>
              <w:t>37:18:080221:11</w:t>
            </w:r>
          </w:p>
        </w:tc>
      </w:tr>
      <w:tr w:rsidR="00105FDF" w:rsidRPr="00EB43A2" w:rsidTr="00A868BD">
        <w:trPr>
          <w:gridAfter w:val="1"/>
          <w:wAfter w:w="13" w:type="dxa"/>
          <w:trHeight w:val="255"/>
        </w:trPr>
        <w:tc>
          <w:tcPr>
            <w:tcW w:w="6521" w:type="dxa"/>
            <w:gridSpan w:val="4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1E262E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9F1A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МСК-37,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4</w:t>
            </w:r>
          </w:p>
        </w:tc>
        <w:tc>
          <w:tcPr>
            <w:tcW w:w="3685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1E262E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4</w:t>
            </w:r>
          </w:p>
        </w:tc>
      </w:tr>
      <w:tr w:rsidR="000333FE" w:rsidRPr="008417BF" w:rsidTr="00A868BD">
        <w:trPr>
          <w:gridAfter w:val="1"/>
          <w:wAfter w:w="13" w:type="dxa"/>
          <w:trHeight w:val="473"/>
        </w:trPr>
        <w:tc>
          <w:tcPr>
            <w:tcW w:w="1260" w:type="dxa"/>
            <w:gridSpan w:val="8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1E262E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1E262E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A9191B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:rsidR="000333FE" w:rsidRPr="008417BF" w:rsidRDefault="001E262E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gridAfter w:val="1"/>
          <w:wAfter w:w="13" w:type="dxa"/>
          <w:trHeight w:val="1673"/>
        </w:trPr>
        <w:tc>
          <w:tcPr>
            <w:tcW w:w="1260" w:type="dxa"/>
            <w:gridSpan w:val="8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1E262E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1E262E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971"/>
        </w:trPr>
        <w:tc>
          <w:tcPr>
            <w:tcW w:w="1260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9F1A25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287183.30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2194503.10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 xml:space="preserve">Метод спутниковых геодезических </w:t>
            </w:r>
            <w:r w:rsidRPr="009F1A25">
              <w:lastRenderedPageBreak/>
              <w:t>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287172.08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2194520.20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287135.93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2194498.79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287135.93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2194498.79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287063.70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2194456.02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287063.70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2194456.02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287047.06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2194446.54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287047.06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2194446.54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287044.18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2194445.02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287044.18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2194445.02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287041.31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2194443.13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287041.31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2194443.13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</w:t>
            </w:r>
            <w:r w:rsidRPr="009F1A25">
              <w:lastRenderedPageBreak/>
              <w:t>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287021.96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2194431.32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287021.96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2194431.32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287034.18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2194412.28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287043.46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2194417.06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287067.17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2194430.80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287183.30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2194503.10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37:18:080221:11</w:t>
            </w:r>
          </w:p>
        </w:tc>
      </w:tr>
      <w:tr w:rsidR="00590258" w:rsidRPr="00666D74" w:rsidTr="00A868BD">
        <w:trPr>
          <w:gridAfter w:val="1"/>
          <w:wAfter w:w="13" w:type="dxa"/>
          <w:trHeight w:val="518"/>
        </w:trPr>
        <w:tc>
          <w:tcPr>
            <w:tcW w:w="2545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lastRenderedPageBreak/>
              <w:t>Обозначение части границ</w:t>
            </w:r>
          </w:p>
        </w:tc>
        <w:tc>
          <w:tcPr>
            <w:tcW w:w="213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1E262E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1E262E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gridAfter w:val="1"/>
          <w:wAfter w:w="13" w:type="dxa"/>
          <w:trHeight w:val="346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20.45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42.01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83.94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19.15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3.26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3.44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22.67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22.62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10.44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27.40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136.80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9F1A25" w:rsidRDefault="001E262E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9F1A25">
              <w:rPr>
                <w:lang w:val="ru-RU"/>
              </w:rPr>
              <w:t xml:space="preserve"> </w:t>
            </w:r>
            <w:r w:rsidRPr="009F1A25">
              <w:rPr>
                <w:u w:val="single"/>
                <w:lang w:val="ru-RU"/>
              </w:rPr>
              <w:t>37:18:080221:11</w:t>
            </w:r>
          </w:p>
        </w:tc>
      </w:tr>
      <w:tr w:rsidR="00EB43A2" w:rsidRPr="00666D74" w:rsidTr="00A868BD">
        <w:trPr>
          <w:gridAfter w:val="1"/>
          <w:wAfter w:w="13" w:type="dxa"/>
          <w:trHeight w:val="567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3889 ± 22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∆Р = 3.5 * 0.10 * √3889 = 22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4000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111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6360AC" w:rsidRPr="004A75A7" w:rsidTr="00A868BD">
        <w:trPr>
          <w:gridAfter w:val="1"/>
          <w:wAfter w:w="13" w:type="dxa"/>
          <w:trHeight w:val="32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1E262E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79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1177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37:18:080221:251</w:t>
            </w:r>
          </w:p>
        </w:tc>
      </w:tr>
      <w:tr w:rsidR="00AF1B59" w:rsidRPr="004A75A7" w:rsidTr="00A868BD">
        <w:trPr>
          <w:gridAfter w:val="1"/>
          <w:wAfter w:w="13" w:type="dxa"/>
          <w:trHeight w:val="163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1E262E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37:18:080221:11</w:t>
            </w:r>
          </w:p>
        </w:tc>
      </w:tr>
      <w:tr w:rsidR="006360AC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1E262E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5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1E262E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gridAfter w:val="1"/>
          <w:wAfter w:w="13" w:type="dxa"/>
          <w:trHeight w:val="65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9F1A25" w:rsidRDefault="001E262E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9F1A25">
              <w:rPr>
                <w:u w:val="single"/>
                <w:lang w:val="ru-RU"/>
              </w:rPr>
              <w:t>37:18:080221:27</w:t>
            </w:r>
          </w:p>
        </w:tc>
      </w:tr>
      <w:tr w:rsidR="00105FDF" w:rsidRPr="00EB43A2" w:rsidTr="00A868BD">
        <w:trPr>
          <w:gridAfter w:val="1"/>
          <w:wAfter w:w="13" w:type="dxa"/>
          <w:trHeight w:val="255"/>
        </w:trPr>
        <w:tc>
          <w:tcPr>
            <w:tcW w:w="6521" w:type="dxa"/>
            <w:gridSpan w:val="4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1E262E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9F1A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МСК-37,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4</w:t>
            </w:r>
          </w:p>
        </w:tc>
        <w:tc>
          <w:tcPr>
            <w:tcW w:w="3685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1E262E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4</w:t>
            </w:r>
          </w:p>
        </w:tc>
      </w:tr>
      <w:tr w:rsidR="000333FE" w:rsidRPr="008417BF" w:rsidTr="00A868BD">
        <w:trPr>
          <w:gridAfter w:val="1"/>
          <w:wAfter w:w="13" w:type="dxa"/>
          <w:trHeight w:val="473"/>
        </w:trPr>
        <w:tc>
          <w:tcPr>
            <w:tcW w:w="1260" w:type="dxa"/>
            <w:gridSpan w:val="8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1E262E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1E262E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A9191B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:rsidR="000333FE" w:rsidRPr="008417BF" w:rsidRDefault="001E262E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</w:t>
            </w:r>
            <w:r w:rsidRPr="00A9191B">
              <w:rPr>
                <w:b/>
                <w:sz w:val="22"/>
                <w:szCs w:val="22"/>
              </w:rPr>
              <w:lastRenderedPageBreak/>
              <w:t xml:space="preserve">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0333FE" w:rsidRPr="008417BF" w:rsidTr="00A868BD">
        <w:trPr>
          <w:gridAfter w:val="1"/>
          <w:wAfter w:w="13" w:type="dxa"/>
          <w:trHeight w:val="1673"/>
        </w:trPr>
        <w:tc>
          <w:tcPr>
            <w:tcW w:w="1260" w:type="dxa"/>
            <w:gridSpan w:val="8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1E262E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1E262E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971"/>
        </w:trPr>
        <w:tc>
          <w:tcPr>
            <w:tcW w:w="1260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9F1A25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286956.02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2194653.77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286947.30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2194677.16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286916.06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2194665.92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286895.65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2194658.39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286912.44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2194628.97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286912.44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2194628.97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2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286932.11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2194641.59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286932.11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2194641.59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286932.83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2194642.39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286932.83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2194642.39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286936.89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2194644.90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286936.89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2194644.90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286937.17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2194644.33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286937.17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2194644.33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286956.02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2194653.77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37:18:080221:27</w:t>
            </w:r>
          </w:p>
        </w:tc>
      </w:tr>
      <w:tr w:rsidR="00590258" w:rsidRPr="00666D74" w:rsidTr="00A868BD">
        <w:trPr>
          <w:gridAfter w:val="1"/>
          <w:wAfter w:w="13" w:type="dxa"/>
          <w:trHeight w:val="518"/>
        </w:trPr>
        <w:tc>
          <w:tcPr>
            <w:tcW w:w="2545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1E262E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1E262E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gridAfter w:val="1"/>
          <w:wAfter w:w="13" w:type="dxa"/>
          <w:trHeight w:val="346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24.96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33.20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21.75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33.87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23.37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1.08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4.77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0.64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21.08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9F1A25" w:rsidRDefault="001E262E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9F1A25">
              <w:rPr>
                <w:lang w:val="ru-RU"/>
              </w:rPr>
              <w:t xml:space="preserve"> </w:t>
            </w:r>
            <w:r w:rsidRPr="009F1A25">
              <w:rPr>
                <w:u w:val="single"/>
                <w:lang w:val="ru-RU"/>
              </w:rPr>
              <w:t>37:18:080221:27</w:t>
            </w:r>
          </w:p>
        </w:tc>
      </w:tr>
      <w:tr w:rsidR="00EB43A2" w:rsidRPr="00666D74" w:rsidTr="00A868BD">
        <w:trPr>
          <w:gridAfter w:val="1"/>
          <w:wAfter w:w="13" w:type="dxa"/>
          <w:trHeight w:val="567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1502 ± 14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√1502 = 14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6360AC" w:rsidRPr="004A75A7" w:rsidTr="00A868BD">
        <w:trPr>
          <w:gridAfter w:val="1"/>
          <w:wAfter w:w="13" w:type="dxa"/>
          <w:trHeight w:val="32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1E262E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79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1177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63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1E262E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37:18:080221:27</w:t>
            </w:r>
          </w:p>
        </w:tc>
      </w:tr>
      <w:tr w:rsidR="006360AC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1E262E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5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1E262E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gridAfter w:val="1"/>
          <w:wAfter w:w="13" w:type="dxa"/>
          <w:trHeight w:val="65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9F1A25" w:rsidRDefault="001E262E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9F1A25">
              <w:rPr>
                <w:u w:val="single"/>
                <w:lang w:val="ru-RU"/>
              </w:rPr>
              <w:t>37:18:080221:21</w:t>
            </w:r>
          </w:p>
        </w:tc>
      </w:tr>
      <w:tr w:rsidR="00105FDF" w:rsidRPr="00EB43A2" w:rsidTr="00A868BD">
        <w:trPr>
          <w:gridAfter w:val="1"/>
          <w:wAfter w:w="13" w:type="dxa"/>
          <w:trHeight w:val="255"/>
        </w:trPr>
        <w:tc>
          <w:tcPr>
            <w:tcW w:w="6521" w:type="dxa"/>
            <w:gridSpan w:val="4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1E262E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9F1A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МСК-37,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4</w:t>
            </w:r>
          </w:p>
        </w:tc>
        <w:tc>
          <w:tcPr>
            <w:tcW w:w="3685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1E262E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4</w:t>
            </w:r>
          </w:p>
        </w:tc>
      </w:tr>
      <w:tr w:rsidR="000333FE" w:rsidRPr="008417BF" w:rsidTr="00A868BD">
        <w:trPr>
          <w:gridAfter w:val="1"/>
          <w:wAfter w:w="13" w:type="dxa"/>
          <w:trHeight w:val="473"/>
        </w:trPr>
        <w:tc>
          <w:tcPr>
            <w:tcW w:w="1260" w:type="dxa"/>
            <w:gridSpan w:val="8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1E262E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1E262E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A9191B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:rsidR="000333FE" w:rsidRPr="008417BF" w:rsidRDefault="001E262E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gridAfter w:val="1"/>
          <w:wAfter w:w="13" w:type="dxa"/>
          <w:trHeight w:val="1673"/>
        </w:trPr>
        <w:tc>
          <w:tcPr>
            <w:tcW w:w="1260" w:type="dxa"/>
            <w:gridSpan w:val="8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1E262E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1E262E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971"/>
        </w:trPr>
        <w:tc>
          <w:tcPr>
            <w:tcW w:w="1260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9F1A25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286969.33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2194685.06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 xml:space="preserve">Метод спутниковых геодезических </w:t>
            </w:r>
            <w:r w:rsidRPr="009F1A25">
              <w:lastRenderedPageBreak/>
              <w:t>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286969.89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2194685.18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286965.02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2194707.71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286909.61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2194695.14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286916.06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2194665.92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286947.30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2194677.16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286969.33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2194685.06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</w:t>
            </w:r>
            <w:r w:rsidRPr="009F1A25">
              <w:lastRenderedPageBreak/>
              <w:t>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37:18:080221:21</w:t>
            </w:r>
          </w:p>
        </w:tc>
      </w:tr>
      <w:tr w:rsidR="00590258" w:rsidRPr="00666D74" w:rsidTr="00A868BD">
        <w:trPr>
          <w:gridAfter w:val="1"/>
          <w:wAfter w:w="13" w:type="dxa"/>
          <w:trHeight w:val="518"/>
        </w:trPr>
        <w:tc>
          <w:tcPr>
            <w:tcW w:w="2545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1E262E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1E262E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gridAfter w:val="1"/>
          <w:wAfter w:w="13" w:type="dxa"/>
          <w:trHeight w:val="346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0.57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23.05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56.82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29.92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33.20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23.40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9F1A25" w:rsidRDefault="001E262E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9F1A25">
              <w:rPr>
                <w:lang w:val="ru-RU"/>
              </w:rPr>
              <w:t xml:space="preserve"> </w:t>
            </w:r>
            <w:r w:rsidRPr="009F1A25">
              <w:rPr>
                <w:u w:val="single"/>
                <w:lang w:val="ru-RU"/>
              </w:rPr>
              <w:t>37:18:080221:21</w:t>
            </w:r>
          </w:p>
        </w:tc>
      </w:tr>
      <w:tr w:rsidR="00EB43A2" w:rsidRPr="00666D74" w:rsidTr="00A868BD">
        <w:trPr>
          <w:gridAfter w:val="1"/>
          <w:wAfter w:w="13" w:type="dxa"/>
          <w:trHeight w:val="567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1501 ± 14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√1501 = 14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6360AC" w:rsidRPr="004A75A7" w:rsidTr="00A868BD">
        <w:trPr>
          <w:gridAfter w:val="1"/>
          <w:wAfter w:w="13" w:type="dxa"/>
          <w:trHeight w:val="32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1E262E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79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1177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37:18:080221:135</w:t>
            </w:r>
          </w:p>
        </w:tc>
      </w:tr>
      <w:tr w:rsidR="00AF1B59" w:rsidRPr="004A75A7" w:rsidTr="00A868BD">
        <w:trPr>
          <w:gridAfter w:val="1"/>
          <w:wAfter w:w="13" w:type="dxa"/>
          <w:trHeight w:val="163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1E262E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37:18:080221:21</w:t>
            </w:r>
          </w:p>
        </w:tc>
      </w:tr>
      <w:tr w:rsidR="006360AC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1E262E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5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1E262E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gridAfter w:val="1"/>
          <w:wAfter w:w="13" w:type="dxa"/>
          <w:trHeight w:val="65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9F1A25" w:rsidRDefault="001E262E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9F1A25">
              <w:rPr>
                <w:u w:val="single"/>
                <w:lang w:val="ru-RU"/>
              </w:rPr>
              <w:t>37:18:080221:22</w:t>
            </w:r>
          </w:p>
        </w:tc>
      </w:tr>
      <w:tr w:rsidR="00105FDF" w:rsidRPr="00EB43A2" w:rsidTr="00A868BD">
        <w:trPr>
          <w:gridAfter w:val="1"/>
          <w:wAfter w:w="13" w:type="dxa"/>
          <w:trHeight w:val="255"/>
        </w:trPr>
        <w:tc>
          <w:tcPr>
            <w:tcW w:w="6521" w:type="dxa"/>
            <w:gridSpan w:val="4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1E262E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9F1A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МСК-37,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4</w:t>
            </w:r>
          </w:p>
        </w:tc>
        <w:tc>
          <w:tcPr>
            <w:tcW w:w="3685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1E262E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4</w:t>
            </w:r>
          </w:p>
        </w:tc>
      </w:tr>
      <w:tr w:rsidR="000333FE" w:rsidRPr="008417BF" w:rsidTr="00A868BD">
        <w:trPr>
          <w:gridAfter w:val="1"/>
          <w:wAfter w:w="13" w:type="dxa"/>
          <w:trHeight w:val="473"/>
        </w:trPr>
        <w:tc>
          <w:tcPr>
            <w:tcW w:w="1260" w:type="dxa"/>
            <w:gridSpan w:val="8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1E262E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1E262E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A9191B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:rsidR="000333FE" w:rsidRPr="008417BF" w:rsidRDefault="001E262E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gridAfter w:val="1"/>
          <w:wAfter w:w="13" w:type="dxa"/>
          <w:trHeight w:val="1673"/>
        </w:trPr>
        <w:tc>
          <w:tcPr>
            <w:tcW w:w="1260" w:type="dxa"/>
            <w:gridSpan w:val="8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1E262E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1E262E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971"/>
        </w:trPr>
        <w:tc>
          <w:tcPr>
            <w:tcW w:w="1260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9F1A25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287032.22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2194698.95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287028.23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2194722.36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286965.02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2194707.71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286969.89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2194685.18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287032.22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2194698.95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37:18:080221:22</w:t>
            </w:r>
          </w:p>
        </w:tc>
      </w:tr>
      <w:tr w:rsidR="00590258" w:rsidRPr="00666D74" w:rsidTr="00A868BD">
        <w:trPr>
          <w:gridAfter w:val="1"/>
          <w:wAfter w:w="13" w:type="dxa"/>
          <w:trHeight w:val="518"/>
        </w:trPr>
        <w:tc>
          <w:tcPr>
            <w:tcW w:w="2545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1E262E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1E262E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lastRenderedPageBreak/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gridAfter w:val="1"/>
          <w:wAfter w:w="13" w:type="dxa"/>
          <w:trHeight w:val="346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lastRenderedPageBreak/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23.75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64.89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23.05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63.83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9F1A25" w:rsidRDefault="001E262E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9F1A25">
              <w:rPr>
                <w:lang w:val="ru-RU"/>
              </w:rPr>
              <w:t xml:space="preserve"> </w:t>
            </w:r>
            <w:r w:rsidRPr="009F1A25">
              <w:rPr>
                <w:u w:val="single"/>
                <w:lang w:val="ru-RU"/>
              </w:rPr>
              <w:t>37:18:080221:22</w:t>
            </w:r>
          </w:p>
        </w:tc>
      </w:tr>
      <w:tr w:rsidR="00EB43A2" w:rsidRPr="00666D74" w:rsidTr="00A868BD">
        <w:trPr>
          <w:gridAfter w:val="1"/>
          <w:wAfter w:w="13" w:type="dxa"/>
          <w:trHeight w:val="567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1505 ± 14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√1505 = 14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6360AC" w:rsidRPr="004A75A7" w:rsidTr="00A868BD">
        <w:trPr>
          <w:gridAfter w:val="1"/>
          <w:wAfter w:w="13" w:type="dxa"/>
          <w:trHeight w:val="32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1E262E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79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сведения об использовании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lastRenderedPageBreak/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1177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63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1E262E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37:18:080221:22</w:t>
            </w:r>
          </w:p>
        </w:tc>
      </w:tr>
      <w:tr w:rsidR="006360AC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1E262E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5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1E262E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gridAfter w:val="1"/>
          <w:wAfter w:w="13" w:type="dxa"/>
          <w:trHeight w:val="65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9F1A25" w:rsidRDefault="001E262E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9F1A25">
              <w:rPr>
                <w:u w:val="single"/>
                <w:lang w:val="ru-RU"/>
              </w:rPr>
              <w:t>37:18:080221:26</w:t>
            </w:r>
          </w:p>
        </w:tc>
      </w:tr>
      <w:tr w:rsidR="00105FDF" w:rsidRPr="00EB43A2" w:rsidTr="00A868BD">
        <w:trPr>
          <w:gridAfter w:val="1"/>
          <w:wAfter w:w="13" w:type="dxa"/>
          <w:trHeight w:val="255"/>
        </w:trPr>
        <w:tc>
          <w:tcPr>
            <w:tcW w:w="6521" w:type="dxa"/>
            <w:gridSpan w:val="4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1E262E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9F1A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МСК-37,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4</w:t>
            </w:r>
          </w:p>
        </w:tc>
        <w:tc>
          <w:tcPr>
            <w:tcW w:w="3685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1E262E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4</w:t>
            </w:r>
          </w:p>
        </w:tc>
      </w:tr>
      <w:tr w:rsidR="000333FE" w:rsidRPr="008417BF" w:rsidTr="00A868BD">
        <w:trPr>
          <w:gridAfter w:val="1"/>
          <w:wAfter w:w="13" w:type="dxa"/>
          <w:trHeight w:val="473"/>
        </w:trPr>
        <w:tc>
          <w:tcPr>
            <w:tcW w:w="1260" w:type="dxa"/>
            <w:gridSpan w:val="8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1E262E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1E262E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A9191B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:rsidR="000333FE" w:rsidRPr="008417BF" w:rsidRDefault="001E262E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gridAfter w:val="1"/>
          <w:wAfter w:w="13" w:type="dxa"/>
          <w:trHeight w:val="1673"/>
        </w:trPr>
        <w:tc>
          <w:tcPr>
            <w:tcW w:w="1260" w:type="dxa"/>
            <w:gridSpan w:val="8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1E262E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1E262E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971"/>
        </w:trPr>
        <w:tc>
          <w:tcPr>
            <w:tcW w:w="1260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9F1A25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287021.26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2194378.61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287016.56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2194385.73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</w:t>
            </w:r>
            <w:r w:rsidRPr="009F1A25">
              <w:lastRenderedPageBreak/>
              <w:t>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287014.00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2194389.73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287005.98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2194402.25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287003.81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2194405.31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287003.81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2194405.31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286967.56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2194380.47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286967.56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2194380.47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286933.74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2194358.83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286933.74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2194358.83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286948.68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2194332.31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286969.85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2194348.33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287001.63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2194367.86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287021.26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2194378.61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37:18:080221:26</w:t>
            </w:r>
          </w:p>
        </w:tc>
      </w:tr>
      <w:tr w:rsidR="00590258" w:rsidRPr="00666D74" w:rsidTr="00A868BD">
        <w:trPr>
          <w:gridAfter w:val="1"/>
          <w:wAfter w:w="13" w:type="dxa"/>
          <w:trHeight w:val="518"/>
        </w:trPr>
        <w:tc>
          <w:tcPr>
            <w:tcW w:w="2545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1E262E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1E262E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gridAfter w:val="1"/>
          <w:wAfter w:w="13" w:type="dxa"/>
          <w:trHeight w:val="346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8.53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4.75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14.87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3.75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43.94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40.15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30.44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26.55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37.30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22.38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9F1A25" w:rsidRDefault="001E262E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9F1A25">
              <w:rPr>
                <w:lang w:val="ru-RU"/>
              </w:rPr>
              <w:t xml:space="preserve"> </w:t>
            </w:r>
            <w:r w:rsidRPr="009F1A25">
              <w:rPr>
                <w:u w:val="single"/>
                <w:lang w:val="ru-RU"/>
              </w:rPr>
              <w:t>37:18:080221:26</w:t>
            </w:r>
          </w:p>
        </w:tc>
      </w:tr>
      <w:tr w:rsidR="00EB43A2" w:rsidRPr="00666D74" w:rsidTr="00A868BD">
        <w:trPr>
          <w:gridAfter w:val="1"/>
          <w:wAfter w:w="13" w:type="dxa"/>
          <w:trHeight w:val="567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 деревня, 1 дом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2510 ± 18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√2510 = 18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6360AC" w:rsidRPr="004A75A7" w:rsidTr="00A868BD">
        <w:trPr>
          <w:gridAfter w:val="1"/>
          <w:wAfter w:w="13" w:type="dxa"/>
          <w:trHeight w:val="32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1E262E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79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1177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37:18:080221:129</w:t>
            </w:r>
          </w:p>
        </w:tc>
      </w:tr>
      <w:tr w:rsidR="00AF1B59" w:rsidRPr="004A75A7" w:rsidTr="00A868BD">
        <w:trPr>
          <w:gridAfter w:val="1"/>
          <w:wAfter w:w="13" w:type="dxa"/>
          <w:trHeight w:val="163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1E262E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37:18:080221:26</w:t>
            </w:r>
          </w:p>
        </w:tc>
      </w:tr>
      <w:tr w:rsidR="006360AC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1E262E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5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1E262E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gridAfter w:val="1"/>
          <w:wAfter w:w="13" w:type="dxa"/>
          <w:trHeight w:val="65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9F1A25" w:rsidRDefault="001E262E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9F1A25">
              <w:rPr>
                <w:u w:val="single"/>
                <w:lang w:val="ru-RU"/>
              </w:rPr>
              <w:t>37:18:080221:24</w:t>
            </w:r>
          </w:p>
        </w:tc>
      </w:tr>
      <w:tr w:rsidR="00105FDF" w:rsidRPr="00EB43A2" w:rsidTr="00A868BD">
        <w:trPr>
          <w:gridAfter w:val="1"/>
          <w:wAfter w:w="13" w:type="dxa"/>
          <w:trHeight w:val="255"/>
        </w:trPr>
        <w:tc>
          <w:tcPr>
            <w:tcW w:w="6521" w:type="dxa"/>
            <w:gridSpan w:val="4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1E262E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9F1A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МСК-37,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4</w:t>
            </w:r>
          </w:p>
        </w:tc>
        <w:tc>
          <w:tcPr>
            <w:tcW w:w="3685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1E262E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4</w:t>
            </w:r>
          </w:p>
        </w:tc>
      </w:tr>
      <w:tr w:rsidR="000333FE" w:rsidRPr="008417BF" w:rsidTr="00A868BD">
        <w:trPr>
          <w:gridAfter w:val="1"/>
          <w:wAfter w:w="13" w:type="dxa"/>
          <w:trHeight w:val="473"/>
        </w:trPr>
        <w:tc>
          <w:tcPr>
            <w:tcW w:w="1260" w:type="dxa"/>
            <w:gridSpan w:val="8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1E262E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1E262E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A9191B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:rsidR="000333FE" w:rsidRPr="008417BF" w:rsidRDefault="001E262E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gridAfter w:val="1"/>
          <w:wAfter w:w="13" w:type="dxa"/>
          <w:trHeight w:val="1673"/>
        </w:trPr>
        <w:tc>
          <w:tcPr>
            <w:tcW w:w="1260" w:type="dxa"/>
            <w:gridSpan w:val="8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1E262E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1E262E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971"/>
        </w:trPr>
        <w:tc>
          <w:tcPr>
            <w:tcW w:w="1260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9F1A25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287293.96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2193973.31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287276.99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2193997.16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</w:t>
            </w:r>
            <w:r w:rsidRPr="009F1A25">
              <w:lastRenderedPageBreak/>
              <w:t>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287236.29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2193967.62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287253.39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2193942.69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287293.96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2193973.31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37:18:080221:24</w:t>
            </w:r>
          </w:p>
        </w:tc>
      </w:tr>
      <w:tr w:rsidR="00590258" w:rsidRPr="00666D74" w:rsidTr="00A868BD">
        <w:trPr>
          <w:gridAfter w:val="1"/>
          <w:wAfter w:w="13" w:type="dxa"/>
          <w:trHeight w:val="518"/>
        </w:trPr>
        <w:tc>
          <w:tcPr>
            <w:tcW w:w="2545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1E262E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1E262E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gridAfter w:val="1"/>
          <w:wAfter w:w="13" w:type="dxa"/>
          <w:trHeight w:val="346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29.27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50.29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30.23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50.83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9F1A25" w:rsidRDefault="001E262E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9F1A25">
              <w:rPr>
                <w:lang w:val="ru-RU"/>
              </w:rPr>
              <w:t xml:space="preserve"> </w:t>
            </w:r>
            <w:r w:rsidRPr="009F1A25">
              <w:rPr>
                <w:u w:val="single"/>
                <w:lang w:val="ru-RU"/>
              </w:rPr>
              <w:t>37:18:080221:24</w:t>
            </w:r>
          </w:p>
        </w:tc>
      </w:tr>
      <w:tr w:rsidR="00EB43A2" w:rsidRPr="00666D74" w:rsidTr="00A868BD">
        <w:trPr>
          <w:gridAfter w:val="1"/>
          <w:wAfter w:w="13" w:type="dxa"/>
          <w:trHeight w:val="567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1504 ± 14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√1504 = 14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4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6360AC" w:rsidRPr="004A75A7" w:rsidTr="00A868BD">
        <w:trPr>
          <w:gridAfter w:val="1"/>
          <w:wAfter w:w="13" w:type="dxa"/>
          <w:trHeight w:val="32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1E262E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79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1177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63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1E262E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37:18:080221:24</w:t>
            </w:r>
          </w:p>
        </w:tc>
      </w:tr>
      <w:tr w:rsidR="006360AC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1E262E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lastRenderedPageBreak/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5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1E262E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gridAfter w:val="1"/>
          <w:wAfter w:w="13" w:type="dxa"/>
          <w:trHeight w:val="65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9F1A25" w:rsidRDefault="001E262E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9F1A25">
              <w:rPr>
                <w:u w:val="single"/>
                <w:lang w:val="ru-RU"/>
              </w:rPr>
              <w:t>37:18:080221:42</w:t>
            </w:r>
          </w:p>
        </w:tc>
      </w:tr>
      <w:tr w:rsidR="00105FDF" w:rsidRPr="00EB43A2" w:rsidTr="00A868BD">
        <w:trPr>
          <w:gridAfter w:val="1"/>
          <w:wAfter w:w="13" w:type="dxa"/>
          <w:trHeight w:val="255"/>
        </w:trPr>
        <w:tc>
          <w:tcPr>
            <w:tcW w:w="6521" w:type="dxa"/>
            <w:gridSpan w:val="4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1E262E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9F1A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МСК-37,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4</w:t>
            </w:r>
          </w:p>
        </w:tc>
        <w:tc>
          <w:tcPr>
            <w:tcW w:w="3685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1E262E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4</w:t>
            </w:r>
          </w:p>
        </w:tc>
      </w:tr>
      <w:tr w:rsidR="000333FE" w:rsidRPr="008417BF" w:rsidTr="00A868BD">
        <w:trPr>
          <w:gridAfter w:val="1"/>
          <w:wAfter w:w="13" w:type="dxa"/>
          <w:trHeight w:val="473"/>
        </w:trPr>
        <w:tc>
          <w:tcPr>
            <w:tcW w:w="1260" w:type="dxa"/>
            <w:gridSpan w:val="8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1E262E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1E262E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A9191B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:rsidR="000333FE" w:rsidRPr="008417BF" w:rsidRDefault="001E262E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gridAfter w:val="1"/>
          <w:wAfter w:w="13" w:type="dxa"/>
          <w:trHeight w:val="1673"/>
        </w:trPr>
        <w:tc>
          <w:tcPr>
            <w:tcW w:w="1260" w:type="dxa"/>
            <w:gridSpan w:val="8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1E262E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1E262E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971"/>
        </w:trPr>
        <w:tc>
          <w:tcPr>
            <w:tcW w:w="1260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9F1A25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287110.17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2194571.71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287087.97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2194616.36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287065.42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2194605.55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287065.42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2194605.55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2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287012.32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2194577.08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287012.32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2194577.08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287023.09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2194557.00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287023.09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2194557.00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287007.87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2194547.81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287007.87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2194547.81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286969.24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2194524.48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286969.24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2194524.48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286971.15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2194520.85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287041.43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2194559.83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 xml:space="preserve">Метод спутниковых геодезических измерений </w:t>
            </w:r>
            <w:r w:rsidRPr="009F1A25">
              <w:lastRenderedPageBreak/>
              <w:t>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287059.06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2194568.21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287062.54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2194561.05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287066.89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2194552.09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287079.06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2194558.04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287110.17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2194571.71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37:18:080221:42</w:t>
            </w:r>
          </w:p>
        </w:tc>
      </w:tr>
      <w:tr w:rsidR="00590258" w:rsidRPr="00666D74" w:rsidTr="00A868BD">
        <w:trPr>
          <w:gridAfter w:val="1"/>
          <w:wAfter w:w="13" w:type="dxa"/>
          <w:trHeight w:val="518"/>
        </w:trPr>
        <w:tc>
          <w:tcPr>
            <w:tcW w:w="2545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lastRenderedPageBreak/>
              <w:t>Обозначение части границ</w:t>
            </w:r>
          </w:p>
        </w:tc>
        <w:tc>
          <w:tcPr>
            <w:tcW w:w="213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1E262E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1E262E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gridAfter w:val="1"/>
          <w:wAfter w:w="13" w:type="dxa"/>
          <w:trHeight w:val="346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49.86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25.01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60.25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22.79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17.78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45.13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4.10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80.37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19.52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7.96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9.96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13.55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33.98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9F1A25" w:rsidRDefault="001E262E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9F1A25">
              <w:rPr>
                <w:lang w:val="ru-RU"/>
              </w:rPr>
              <w:t xml:space="preserve"> </w:t>
            </w:r>
            <w:r w:rsidRPr="009F1A25">
              <w:rPr>
                <w:u w:val="single"/>
                <w:lang w:val="ru-RU"/>
              </w:rPr>
              <w:t>37:18:080221:42</w:t>
            </w:r>
          </w:p>
        </w:tc>
      </w:tr>
      <w:tr w:rsidR="00EB43A2" w:rsidRPr="00666D74" w:rsidTr="00A868BD">
        <w:trPr>
          <w:gridAfter w:val="1"/>
          <w:wAfter w:w="13" w:type="dxa"/>
          <w:trHeight w:val="567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3744 ± 21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√3744 = 21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3700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44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6360AC" w:rsidRPr="004A75A7" w:rsidTr="00A868BD">
        <w:trPr>
          <w:gridAfter w:val="1"/>
          <w:wAfter w:w="13" w:type="dxa"/>
          <w:trHeight w:val="32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1E262E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79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1177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63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1E262E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37:18:080221:42</w:t>
            </w:r>
          </w:p>
        </w:tc>
      </w:tr>
      <w:tr w:rsidR="006360AC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1E262E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5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1E262E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gridAfter w:val="1"/>
          <w:wAfter w:w="13" w:type="dxa"/>
          <w:trHeight w:val="65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9F1A25" w:rsidRDefault="001E262E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9F1A25">
              <w:rPr>
                <w:u w:val="single"/>
                <w:lang w:val="ru-RU"/>
              </w:rPr>
              <w:t>37:18:080221:40</w:t>
            </w:r>
          </w:p>
        </w:tc>
      </w:tr>
      <w:tr w:rsidR="00105FDF" w:rsidRPr="00EB43A2" w:rsidTr="00A868BD">
        <w:trPr>
          <w:gridAfter w:val="1"/>
          <w:wAfter w:w="13" w:type="dxa"/>
          <w:trHeight w:val="255"/>
        </w:trPr>
        <w:tc>
          <w:tcPr>
            <w:tcW w:w="6521" w:type="dxa"/>
            <w:gridSpan w:val="4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1E262E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9F1A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МСК-37,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4</w:t>
            </w:r>
          </w:p>
        </w:tc>
        <w:tc>
          <w:tcPr>
            <w:tcW w:w="3685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1E262E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4</w:t>
            </w:r>
          </w:p>
        </w:tc>
      </w:tr>
      <w:tr w:rsidR="000333FE" w:rsidRPr="008417BF" w:rsidTr="00A868BD">
        <w:trPr>
          <w:gridAfter w:val="1"/>
          <w:wAfter w:w="13" w:type="dxa"/>
          <w:trHeight w:val="473"/>
        </w:trPr>
        <w:tc>
          <w:tcPr>
            <w:tcW w:w="1260" w:type="dxa"/>
            <w:gridSpan w:val="8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1E262E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1E262E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A9191B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 погрешности определения координат </w:t>
            </w:r>
            <w:r w:rsidRPr="00A9191B">
              <w:rPr>
                <w:b/>
                <w:sz w:val="22"/>
                <w:szCs w:val="22"/>
              </w:rPr>
              <w:lastRenderedPageBreak/>
              <w:t>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:rsidR="000333FE" w:rsidRPr="008417BF" w:rsidRDefault="001E262E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0333FE" w:rsidRPr="008417BF" w:rsidTr="00A868BD">
        <w:trPr>
          <w:gridAfter w:val="1"/>
          <w:wAfter w:w="13" w:type="dxa"/>
          <w:trHeight w:val="1673"/>
        </w:trPr>
        <w:tc>
          <w:tcPr>
            <w:tcW w:w="1260" w:type="dxa"/>
            <w:gridSpan w:val="8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1E262E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1E262E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971"/>
        </w:trPr>
        <w:tc>
          <w:tcPr>
            <w:tcW w:w="1260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9F1A25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287051.30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2194475.03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287040.69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2194492.61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287036.33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2194490.18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287024.88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2194483.16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286999.46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2194469.12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 xml:space="preserve">Метод спутниковых геодезических измерений </w:t>
            </w:r>
            <w:r w:rsidRPr="009F1A25">
              <w:lastRenderedPageBreak/>
              <w:t>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287010.08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2194450.24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287010.08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2194450.24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287051.30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2194475.03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37:18:080221:40</w:t>
            </w:r>
          </w:p>
        </w:tc>
      </w:tr>
      <w:tr w:rsidR="00590258" w:rsidRPr="00666D74" w:rsidTr="00A868BD">
        <w:trPr>
          <w:gridAfter w:val="1"/>
          <w:wAfter w:w="13" w:type="dxa"/>
          <w:trHeight w:val="518"/>
        </w:trPr>
        <w:tc>
          <w:tcPr>
            <w:tcW w:w="2545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1E262E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1E262E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gridAfter w:val="1"/>
          <w:wAfter w:w="13" w:type="dxa"/>
          <w:trHeight w:val="346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20.53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4.99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13.43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29.04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21.66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48.10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9F1A25" w:rsidRDefault="001E262E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9F1A25">
              <w:rPr>
                <w:lang w:val="ru-RU"/>
              </w:rPr>
              <w:t xml:space="preserve"> </w:t>
            </w:r>
            <w:r w:rsidRPr="009F1A25">
              <w:rPr>
                <w:u w:val="single"/>
                <w:lang w:val="ru-RU"/>
              </w:rPr>
              <w:t>37:18:080221:40</w:t>
            </w:r>
          </w:p>
        </w:tc>
      </w:tr>
      <w:tr w:rsidR="00EB43A2" w:rsidRPr="00666D74" w:rsidTr="00A868BD">
        <w:trPr>
          <w:gridAfter w:val="1"/>
          <w:wAfter w:w="13" w:type="dxa"/>
          <w:trHeight w:val="567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1000 ± 11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√1000 = 11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1000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6360AC" w:rsidRPr="004A75A7" w:rsidTr="00A868BD">
        <w:trPr>
          <w:gridAfter w:val="1"/>
          <w:wAfter w:w="13" w:type="dxa"/>
          <w:trHeight w:val="32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1E262E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79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1177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63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1E262E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37:18:080221:40</w:t>
            </w:r>
          </w:p>
        </w:tc>
      </w:tr>
      <w:tr w:rsidR="006360AC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1E262E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5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1E262E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gridAfter w:val="1"/>
          <w:wAfter w:w="13" w:type="dxa"/>
          <w:trHeight w:val="65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9F1A25" w:rsidRDefault="001E262E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9F1A25">
              <w:rPr>
                <w:u w:val="single"/>
                <w:lang w:val="ru-RU"/>
              </w:rPr>
              <w:t>37:18:080221:35</w:t>
            </w:r>
          </w:p>
        </w:tc>
      </w:tr>
      <w:tr w:rsidR="00105FDF" w:rsidRPr="00EB43A2" w:rsidTr="00A868BD">
        <w:trPr>
          <w:gridAfter w:val="1"/>
          <w:wAfter w:w="13" w:type="dxa"/>
          <w:trHeight w:val="255"/>
        </w:trPr>
        <w:tc>
          <w:tcPr>
            <w:tcW w:w="6521" w:type="dxa"/>
            <w:gridSpan w:val="42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1E262E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9F1A25">
              <w:rPr>
                <w:b/>
                <w:lang w:val="ru-RU"/>
              </w:rPr>
              <w:t xml:space="preserve">  </w:t>
            </w: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232BA7">
              <w:rPr>
                <w:u w:val="single"/>
              </w:rPr>
              <w:t xml:space="preserve">МСК-37, </w:t>
            </w:r>
            <w:proofErr w:type="spellStart"/>
            <w:r w:rsidRPr="00232BA7">
              <w:rPr>
                <w:u w:val="single"/>
              </w:rPr>
              <w:t>зона</w:t>
            </w:r>
            <w:proofErr w:type="spellEnd"/>
            <w:r w:rsidRPr="00232BA7">
              <w:rPr>
                <w:u w:val="single"/>
              </w:rPr>
              <w:t xml:space="preserve"> 4</w:t>
            </w:r>
          </w:p>
        </w:tc>
        <w:tc>
          <w:tcPr>
            <w:tcW w:w="3685" w:type="dxa"/>
            <w:gridSpan w:val="1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1E262E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4</w:t>
            </w:r>
          </w:p>
        </w:tc>
      </w:tr>
      <w:tr w:rsidR="000333FE" w:rsidRPr="008417BF" w:rsidTr="00A868BD">
        <w:trPr>
          <w:gridAfter w:val="1"/>
          <w:wAfter w:w="13" w:type="dxa"/>
          <w:trHeight w:val="473"/>
        </w:trPr>
        <w:tc>
          <w:tcPr>
            <w:tcW w:w="1260" w:type="dxa"/>
            <w:gridSpan w:val="8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370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1E262E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1E262E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A9191B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 xml:space="preserve">), </w:t>
            </w:r>
          </w:p>
          <w:p w:rsidR="000333FE" w:rsidRPr="008417BF" w:rsidRDefault="001E262E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 xml:space="preserve">и итоговые (вычисленные) значения </w:t>
            </w:r>
            <w:proofErr w:type="spellStart"/>
            <w:r w:rsidRPr="00A9191B">
              <w:rPr>
                <w:b/>
                <w:sz w:val="22"/>
                <w:szCs w:val="22"/>
              </w:rPr>
              <w:t>Мt</w:t>
            </w:r>
            <w:proofErr w:type="spellEnd"/>
            <w:r w:rsidRPr="00A9191B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56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1E262E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gridAfter w:val="1"/>
          <w:wAfter w:w="13" w:type="dxa"/>
          <w:trHeight w:val="1673"/>
        </w:trPr>
        <w:tc>
          <w:tcPr>
            <w:tcW w:w="1260" w:type="dxa"/>
            <w:gridSpan w:val="8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1E262E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1E262E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FF0D56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971"/>
        </w:trPr>
        <w:tc>
          <w:tcPr>
            <w:tcW w:w="1260" w:type="dxa"/>
            <w:gridSpan w:val="8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9F1A25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1E262E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7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FF0D56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1E262E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1E262E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287174.70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2194444.32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287183.82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2194462.32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287186.38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2194469.20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287186.68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2194472.12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287074.58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2194401.24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287059.31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2194392.63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287049.66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2194386.41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287061.26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2194368.77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287061.26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2194368.77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287095.68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2194391.50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287095.68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2194391.50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287150.87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2194426.99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 xml:space="preserve">Метод спутниковых геодезических измерений </w:t>
            </w:r>
            <w:r w:rsidRPr="009F1A25">
              <w:lastRenderedPageBreak/>
              <w:t>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287157.85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2194415.25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287183.15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2194431.91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287176.96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2194441.00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gridAfter w:val="1"/>
          <w:wAfter w:w="13" w:type="dxa"/>
          <w:trHeight w:val="64"/>
        </w:trPr>
        <w:tc>
          <w:tcPr>
            <w:tcW w:w="126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1E262E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287174.70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1E262E" w:rsidP="008F4E28">
            <w:pPr>
              <w:spacing w:before="120" w:after="120"/>
            </w:pPr>
            <w:r w:rsidRPr="009067AB">
              <w:rPr>
                <w:lang w:val="en-US"/>
              </w:rPr>
              <w:t>2194444.32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1E262E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Mt=0.10</w:t>
            </w:r>
          </w:p>
        </w:tc>
        <w:tc>
          <w:tcPr>
            <w:tcW w:w="1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1E262E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37:18:080221:35</w:t>
            </w:r>
          </w:p>
        </w:tc>
      </w:tr>
      <w:tr w:rsidR="00590258" w:rsidRPr="00666D74" w:rsidTr="00A868BD">
        <w:trPr>
          <w:gridAfter w:val="1"/>
          <w:wAfter w:w="13" w:type="dxa"/>
          <w:trHeight w:val="518"/>
        </w:trPr>
        <w:tc>
          <w:tcPr>
            <w:tcW w:w="2545" w:type="dxa"/>
            <w:gridSpan w:val="1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666D74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666D74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125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1E262E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1E262E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gridAfter w:val="1"/>
          <w:wAfter w:w="13" w:type="dxa"/>
          <w:trHeight w:val="346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FF0D56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1E262E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20.18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7.34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2.94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132.63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17.53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11.48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21.11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41.25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65.62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13.66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30.29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11.00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gridAfter w:val="1"/>
          <w:wAfter w:w="13" w:type="dxa"/>
          <w:trHeight w:val="64"/>
        </w:trPr>
        <w:tc>
          <w:tcPr>
            <w:tcW w:w="1269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4.02</w:t>
            </w:r>
          </w:p>
        </w:tc>
        <w:tc>
          <w:tcPr>
            <w:tcW w:w="21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1E262E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9F1A25" w:rsidRDefault="001E262E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9F1A25">
              <w:rPr>
                <w:lang w:val="ru-RU"/>
              </w:rPr>
              <w:t xml:space="preserve"> </w:t>
            </w:r>
            <w:r w:rsidRPr="009F1A25">
              <w:rPr>
                <w:u w:val="single"/>
                <w:lang w:val="ru-RU"/>
              </w:rPr>
              <w:t>37:18:080221:35</w:t>
            </w:r>
          </w:p>
        </w:tc>
      </w:tr>
      <w:tr w:rsidR="00EB43A2" w:rsidRPr="00666D74" w:rsidTr="00A868BD">
        <w:trPr>
          <w:gridAfter w:val="1"/>
          <w:wAfter w:w="13" w:type="dxa"/>
          <w:trHeight w:val="567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1E262E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</w:tr>
      <w:tr w:rsidR="00590258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3300 ± 20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√3300 = 20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3300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6360AC" w:rsidRPr="004A75A7" w:rsidTr="00A868BD">
        <w:trPr>
          <w:gridAfter w:val="1"/>
          <w:wAfter w:w="13" w:type="dxa"/>
          <w:trHeight w:val="32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1E262E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79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1177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1E262E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AF1B59" w:rsidRPr="004A75A7" w:rsidTr="00A868BD">
        <w:trPr>
          <w:gridAfter w:val="1"/>
          <w:wAfter w:w="13" w:type="dxa"/>
          <w:trHeight w:val="163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1E262E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1E262E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1E262E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1E262E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1E262E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1E262E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37:18:080221:35</w:t>
            </w:r>
          </w:p>
        </w:tc>
      </w:tr>
      <w:tr w:rsidR="006360AC" w:rsidRPr="004A75A7" w:rsidTr="00A868BD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1E262E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5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1E262E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4D114C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9B2D0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 xml:space="preserve">Сведения </w:t>
            </w:r>
            <w:r w:rsidRPr="00721C18">
              <w:rPr>
                <w:b/>
                <w:sz w:val="28"/>
                <w:szCs w:val="28"/>
              </w:rPr>
              <w:t>об образуемых земельных</w:t>
            </w:r>
            <w:r w:rsidRPr="00EB43A2">
              <w:rPr>
                <w:b/>
                <w:sz w:val="28"/>
                <w:szCs w:val="28"/>
              </w:rPr>
              <w:t xml:space="preserve"> участках</w:t>
            </w:r>
          </w:p>
        </w:tc>
      </w:tr>
      <w:tr w:rsidR="008D40AA" w:rsidRPr="00EB43A2" w:rsidTr="004D114C">
        <w:trPr>
          <w:gridAfter w:val="1"/>
          <w:wAfter w:w="13" w:type="dxa"/>
          <w:trHeight w:val="375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4D114C" w:rsidRPr="009F1A25" w:rsidRDefault="001E262E" w:rsidP="005F643F">
            <w:pPr>
              <w:pStyle w:val="a7"/>
              <w:spacing w:before="120"/>
              <w:ind w:left="34"/>
              <w:jc w:val="both"/>
              <w:rPr>
                <w:b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образуемого земельного участка </w:t>
            </w:r>
          </w:p>
          <w:p w:rsidR="00675B3C" w:rsidRPr="005F643F" w:rsidRDefault="001E262E" w:rsidP="002602AD">
            <w:pPr>
              <w:pStyle w:val="a7"/>
              <w:spacing w:before="120"/>
              <w:ind w:left="34"/>
              <w:jc w:val="both"/>
              <w:rPr>
                <w:b/>
              </w:rPr>
            </w:pPr>
            <w:r w:rsidRPr="009F1A25">
              <w:rPr>
                <w:lang w:val="ru-RU"/>
              </w:rPr>
              <w:t xml:space="preserve">   </w:t>
            </w:r>
            <w:r w:rsidRPr="004D114C">
              <w:t>:ЗУ1</w:t>
            </w:r>
          </w:p>
        </w:tc>
      </w:tr>
      <w:tr w:rsidR="0076187A" w:rsidRPr="002602AD" w:rsidTr="00DE2A09">
        <w:trPr>
          <w:gridAfter w:val="1"/>
          <w:wAfter w:w="13" w:type="dxa"/>
          <w:trHeight w:val="376"/>
        </w:trPr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6187A" w:rsidRPr="002602AD" w:rsidRDefault="00FF0D56" w:rsidP="00920974">
            <w:pPr>
              <w:pStyle w:val="a7"/>
              <w:ind w:left="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1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6187A" w:rsidRPr="002602AD" w:rsidRDefault="001E262E" w:rsidP="002602AD">
            <w:pPr>
              <w:ind w:left="-57" w:right="-113"/>
              <w:rPr>
                <w:sz w:val="20"/>
                <w:szCs w:val="20"/>
              </w:rPr>
            </w:pPr>
            <w:r w:rsidRPr="002602AD">
              <w:rPr>
                <w:sz w:val="20"/>
                <w:szCs w:val="20"/>
              </w:rPr>
              <w:t>обозначение земельного участка</w:t>
            </w:r>
          </w:p>
        </w:tc>
        <w:tc>
          <w:tcPr>
            <w:tcW w:w="6945" w:type="dxa"/>
            <w:gridSpan w:val="3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6187A" w:rsidRPr="002602AD" w:rsidRDefault="00FF0D56" w:rsidP="002602AD">
            <w:pPr>
              <w:pStyle w:val="a7"/>
              <w:ind w:left="-57"/>
              <w:jc w:val="both"/>
              <w:rPr>
                <w:b/>
                <w:sz w:val="20"/>
                <w:szCs w:val="20"/>
              </w:rPr>
            </w:pPr>
          </w:p>
        </w:tc>
      </w:tr>
      <w:tr w:rsidR="00185AAD" w:rsidRPr="00EB43A2" w:rsidTr="004D114C">
        <w:trPr>
          <w:gridAfter w:val="1"/>
          <w:wAfter w:w="13" w:type="dxa"/>
          <w:trHeight w:val="276"/>
        </w:trPr>
        <w:tc>
          <w:tcPr>
            <w:tcW w:w="6379" w:type="dxa"/>
            <w:gridSpan w:val="40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5AAD" w:rsidRDefault="001E262E" w:rsidP="00920C6A">
            <w:pPr>
              <w:pStyle w:val="a7"/>
              <w:spacing w:before="120" w:after="120"/>
              <w:ind w:left="-24"/>
              <w:contextualSpacing w:val="0"/>
              <w:jc w:val="both"/>
            </w:pPr>
            <w:proofErr w:type="spellStart"/>
            <w:r>
              <w:t>Система</w:t>
            </w:r>
            <w:proofErr w:type="spellEnd"/>
            <w:r>
              <w:t xml:space="preserve"> </w:t>
            </w:r>
            <w:proofErr w:type="spellStart"/>
            <w:r>
              <w:t>координат</w:t>
            </w:r>
            <w:proofErr w:type="spellEnd"/>
            <w:r w:rsidRPr="00AD6831">
              <w:t xml:space="preserve"> </w:t>
            </w:r>
            <w:r w:rsidRPr="00D507B6">
              <w:rPr>
                <w:u w:val="single"/>
              </w:rPr>
              <w:t xml:space="preserve">МСК-37, </w:t>
            </w:r>
            <w:proofErr w:type="spellStart"/>
            <w:r w:rsidRPr="00D507B6">
              <w:rPr>
                <w:u w:val="single"/>
              </w:rPr>
              <w:t>зона</w:t>
            </w:r>
            <w:proofErr w:type="spellEnd"/>
            <w:r w:rsidRPr="00D507B6">
              <w:rPr>
                <w:u w:val="single"/>
              </w:rPr>
              <w:t xml:space="preserve"> 4</w:t>
            </w:r>
          </w:p>
        </w:tc>
        <w:tc>
          <w:tcPr>
            <w:tcW w:w="3827" w:type="dxa"/>
            <w:gridSpan w:val="1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85AAD" w:rsidRDefault="001E262E" w:rsidP="00277FD0">
            <w:pPr>
              <w:spacing w:before="120" w:after="120"/>
              <w:jc w:val="both"/>
            </w:pPr>
            <w:r w:rsidRPr="00D17F08">
              <w:t>Зона №</w:t>
            </w:r>
            <w:r w:rsidRPr="0030753F">
              <w:t xml:space="preserve"> </w:t>
            </w:r>
            <w:r w:rsidRPr="00277FD0">
              <w:rPr>
                <w:u w:val="single"/>
              </w:rPr>
              <w:t>4</w:t>
            </w:r>
          </w:p>
        </w:tc>
      </w:tr>
      <w:tr w:rsidR="00185AAD" w:rsidRPr="00EB43A2" w:rsidTr="004D114C">
        <w:trPr>
          <w:gridAfter w:val="1"/>
          <w:wAfter w:w="13" w:type="dxa"/>
          <w:trHeight w:val="477"/>
        </w:trPr>
        <w:tc>
          <w:tcPr>
            <w:tcW w:w="1108" w:type="dxa"/>
            <w:gridSpan w:val="6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EB43A2">
              <w:rPr>
                <w:b/>
                <w:sz w:val="22"/>
                <w:szCs w:val="22"/>
              </w:rPr>
              <w:t>Обозначение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характерных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точек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границ</w:t>
            </w:r>
            <w:proofErr w:type="spellEnd"/>
          </w:p>
        </w:tc>
        <w:tc>
          <w:tcPr>
            <w:tcW w:w="24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51" w:right="-74" w:hanging="57"/>
              <w:contextualSpacing w:val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</w:t>
            </w:r>
            <w:r w:rsidRPr="00EB43A2">
              <w:rPr>
                <w:b/>
                <w:sz w:val="22"/>
                <w:szCs w:val="22"/>
              </w:rPr>
              <w:t>оординаты</w:t>
            </w:r>
            <w:proofErr w:type="spellEnd"/>
            <w:r w:rsidRPr="00EB43A2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991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EB43A2">
              <w:rPr>
                <w:b/>
                <w:sz w:val="22"/>
                <w:szCs w:val="22"/>
              </w:rPr>
              <w:t>Метод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определения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координат</w:t>
            </w:r>
            <w:proofErr w:type="spellEnd"/>
          </w:p>
        </w:tc>
        <w:tc>
          <w:tcPr>
            <w:tcW w:w="324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AAD" w:rsidRPr="009F1A25" w:rsidRDefault="001E262E" w:rsidP="00215A10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  <w:lang w:val="ru-RU"/>
              </w:rPr>
            </w:pPr>
            <w:r w:rsidRPr="009F1A25">
              <w:rPr>
                <w:b/>
                <w:sz w:val="22"/>
                <w:szCs w:val="22"/>
                <w:lang w:val="ru-RU"/>
              </w:rPr>
              <w:t xml:space="preserve">Формулы, примененные для расчета средней </w:t>
            </w:r>
            <w:proofErr w:type="spellStart"/>
            <w:r w:rsidRPr="009F1A25">
              <w:rPr>
                <w:b/>
                <w:sz w:val="22"/>
                <w:szCs w:val="22"/>
                <w:lang w:val="ru-RU"/>
              </w:rPr>
              <w:t>квадратической</w:t>
            </w:r>
            <w:proofErr w:type="spellEnd"/>
            <w:r w:rsidRPr="009F1A25">
              <w:rPr>
                <w:b/>
                <w:sz w:val="22"/>
                <w:szCs w:val="22"/>
                <w:lang w:val="ru-RU"/>
              </w:rPr>
              <w:t xml:space="preserve"> погрешности определения координат характерной точки границ (М</w:t>
            </w:r>
            <w:r w:rsidRPr="00185AAD">
              <w:rPr>
                <w:b/>
                <w:sz w:val="22"/>
                <w:szCs w:val="22"/>
              </w:rPr>
              <w:t>t</w:t>
            </w:r>
            <w:r w:rsidRPr="009F1A25">
              <w:rPr>
                <w:b/>
                <w:sz w:val="22"/>
                <w:szCs w:val="22"/>
                <w:lang w:val="ru-RU"/>
              </w:rPr>
              <w:t xml:space="preserve">), с подставленными </w:t>
            </w:r>
            <w:r w:rsidRPr="009F1A25">
              <w:rPr>
                <w:b/>
                <w:sz w:val="22"/>
                <w:szCs w:val="22"/>
                <w:lang w:val="ru-RU"/>
              </w:rPr>
              <w:br/>
              <w:t>в такие формулы значениями</w:t>
            </w:r>
            <w:r w:rsidRPr="009F1A25">
              <w:rPr>
                <w:b/>
                <w:sz w:val="22"/>
                <w:szCs w:val="22"/>
                <w:lang w:val="ru-RU"/>
              </w:rPr>
              <w:br/>
              <w:t xml:space="preserve"> и итоговые (вычисленные) значения М</w:t>
            </w:r>
            <w:r w:rsidRPr="00185AAD">
              <w:rPr>
                <w:b/>
                <w:sz w:val="22"/>
                <w:szCs w:val="22"/>
              </w:rPr>
              <w:t>t</w:t>
            </w:r>
            <w:r w:rsidRPr="009F1A25">
              <w:rPr>
                <w:b/>
                <w:sz w:val="22"/>
                <w:szCs w:val="22"/>
                <w:lang w:val="ru-RU"/>
              </w:rPr>
              <w:t>, м</w:t>
            </w:r>
          </w:p>
        </w:tc>
        <w:tc>
          <w:tcPr>
            <w:tcW w:w="14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37" w:right="-51"/>
              <w:contextualSpacing w:val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Описание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закрепле</w:t>
            </w:r>
            <w:r w:rsidRPr="007B5679">
              <w:rPr>
                <w:b/>
                <w:sz w:val="22"/>
                <w:szCs w:val="22"/>
              </w:rPr>
              <w:t>ния</w:t>
            </w:r>
            <w:proofErr w:type="spellEnd"/>
            <w:r w:rsidRPr="007B567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B5679">
              <w:rPr>
                <w:b/>
                <w:sz w:val="22"/>
                <w:szCs w:val="22"/>
              </w:rPr>
              <w:t>точки</w:t>
            </w:r>
            <w:proofErr w:type="spellEnd"/>
          </w:p>
        </w:tc>
      </w:tr>
      <w:tr w:rsidR="00185AAD" w:rsidRPr="00EB43A2" w:rsidTr="004D114C">
        <w:trPr>
          <w:gridAfter w:val="1"/>
          <w:wAfter w:w="13" w:type="dxa"/>
          <w:trHeight w:val="749"/>
        </w:trPr>
        <w:tc>
          <w:tcPr>
            <w:tcW w:w="1108" w:type="dxa"/>
            <w:gridSpan w:val="6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991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249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4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721C18" w:rsidRPr="00EB43A2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EB43A2" w:rsidRDefault="001E262E" w:rsidP="00215A10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EB43A2" w:rsidRDefault="001E262E" w:rsidP="00215A10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EB43A2" w:rsidRDefault="001E262E" w:rsidP="00215A10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185AAD" w:rsidRDefault="001E262E" w:rsidP="00215A10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185AAD" w:rsidRDefault="001E262E" w:rsidP="00215A10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1C18" w:rsidRPr="00185AAD" w:rsidRDefault="001E262E" w:rsidP="00215A10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287120.73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2194351.43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1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287108.69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2194369.95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287073.64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2194349.10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287084.59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2194331.22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287120.73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2194351.43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590258" w:rsidRPr="00721C18" w:rsidTr="004D114C">
        <w:trPr>
          <w:gridAfter w:val="1"/>
          <w:wAfter w:w="13" w:type="dxa"/>
          <w:trHeight w:val="397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215A10" w:rsidRPr="009F1A25" w:rsidRDefault="001E262E" w:rsidP="009F515E">
            <w:pPr>
              <w:pStyle w:val="a7"/>
              <w:spacing w:before="120"/>
              <w:ind w:left="34"/>
              <w:jc w:val="both"/>
              <w:rPr>
                <w:b/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частях границ образуемого земельного участка </w:t>
            </w:r>
            <w:r w:rsidRPr="009F1A25">
              <w:rPr>
                <w:lang w:val="ru-RU"/>
              </w:rPr>
              <w:t>:ЗУ1</w:t>
            </w:r>
          </w:p>
        </w:tc>
      </w:tr>
      <w:tr w:rsidR="007C59F9" w:rsidRPr="00721C18" w:rsidTr="004D114C">
        <w:trPr>
          <w:trHeight w:val="236"/>
        </w:trPr>
        <w:tc>
          <w:tcPr>
            <w:tcW w:w="6794" w:type="dxa"/>
            <w:gridSpan w:val="45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C59F9" w:rsidRPr="009F1A25" w:rsidRDefault="00FF0D56" w:rsidP="007C59F9">
            <w:pPr>
              <w:pStyle w:val="a7"/>
              <w:rPr>
                <w:b/>
                <w:lang w:val="ru-RU"/>
              </w:rPr>
            </w:pPr>
          </w:p>
        </w:tc>
        <w:tc>
          <w:tcPr>
            <w:tcW w:w="3138" w:type="dxa"/>
            <w:gridSpan w:val="10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C59F9" w:rsidRPr="00721C18" w:rsidRDefault="001E262E" w:rsidP="000C0B13">
            <w:pPr>
              <w:pStyle w:val="a7"/>
              <w:ind w:left="-113" w:right="-113"/>
              <w:rPr>
                <w:b/>
              </w:rPr>
            </w:pPr>
            <w:proofErr w:type="spellStart"/>
            <w:r>
              <w:rPr>
                <w:sz w:val="20"/>
              </w:rPr>
              <w:t>о</w:t>
            </w:r>
            <w:r w:rsidRPr="00215A10">
              <w:rPr>
                <w:sz w:val="20"/>
              </w:rPr>
              <w:t>бозначение</w:t>
            </w:r>
            <w:proofErr w:type="spellEnd"/>
            <w:r w:rsidRPr="00215A10">
              <w:rPr>
                <w:sz w:val="20"/>
              </w:rPr>
              <w:t xml:space="preserve"> </w:t>
            </w:r>
            <w:proofErr w:type="spellStart"/>
            <w:r w:rsidRPr="00215A10">
              <w:rPr>
                <w:sz w:val="20"/>
              </w:rPr>
              <w:t>земельного</w:t>
            </w:r>
            <w:proofErr w:type="spellEnd"/>
            <w:r w:rsidRPr="00215A10">
              <w:rPr>
                <w:sz w:val="20"/>
              </w:rPr>
              <w:t xml:space="preserve"> </w:t>
            </w:r>
            <w:proofErr w:type="spellStart"/>
            <w:r w:rsidRPr="00215A10">
              <w:rPr>
                <w:sz w:val="20"/>
              </w:rPr>
              <w:t>участка</w:t>
            </w:r>
            <w:proofErr w:type="spellEnd"/>
          </w:p>
        </w:tc>
        <w:tc>
          <w:tcPr>
            <w:tcW w:w="28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7C59F9" w:rsidRPr="00721C18" w:rsidRDefault="00FF0D56" w:rsidP="007C59F9">
            <w:pPr>
              <w:pStyle w:val="a7"/>
              <w:rPr>
                <w:b/>
              </w:rPr>
            </w:pPr>
          </w:p>
        </w:tc>
      </w:tr>
      <w:tr w:rsidR="007C59F9" w:rsidRPr="00590258" w:rsidTr="004D114C">
        <w:trPr>
          <w:gridAfter w:val="1"/>
          <w:wAfter w:w="13" w:type="dxa"/>
          <w:trHeight w:val="518"/>
        </w:trPr>
        <w:tc>
          <w:tcPr>
            <w:tcW w:w="2520" w:type="dxa"/>
            <w:gridSpan w:val="1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59F9" w:rsidRPr="00590258" w:rsidRDefault="001E262E" w:rsidP="008F2304">
            <w:pPr>
              <w:pStyle w:val="a7"/>
              <w:spacing w:before="120" w:after="120"/>
              <w:ind w:left="-52" w:right="-76" w:hanging="54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590258">
              <w:rPr>
                <w:b/>
                <w:sz w:val="22"/>
                <w:szCs w:val="22"/>
              </w:rPr>
              <w:t>Обозначение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части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границ</w:t>
            </w:r>
            <w:proofErr w:type="spellEnd"/>
          </w:p>
        </w:tc>
        <w:tc>
          <w:tcPr>
            <w:tcW w:w="184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9F9" w:rsidRPr="00590258" w:rsidRDefault="001E262E" w:rsidP="008F2304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590258">
              <w:rPr>
                <w:b/>
                <w:sz w:val="22"/>
                <w:szCs w:val="22"/>
              </w:rPr>
              <w:t>Горизонтальное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55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9F9" w:rsidRPr="00590258" w:rsidRDefault="001E262E" w:rsidP="008F2304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590258">
              <w:rPr>
                <w:b/>
                <w:sz w:val="22"/>
                <w:szCs w:val="22"/>
              </w:rPr>
              <w:t>Описание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прохождения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части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границ</w:t>
            </w:r>
            <w:proofErr w:type="spellEnd"/>
          </w:p>
        </w:tc>
        <w:tc>
          <w:tcPr>
            <w:tcW w:w="328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7C59F9" w:rsidRPr="009F1A25" w:rsidRDefault="001E262E" w:rsidP="007C59F9">
            <w:pPr>
              <w:pStyle w:val="a7"/>
              <w:spacing w:before="120" w:after="120"/>
              <w:ind w:left="-37" w:right="-51"/>
              <w:contextualSpacing w:val="0"/>
              <w:rPr>
                <w:b/>
                <w:sz w:val="22"/>
                <w:szCs w:val="22"/>
                <w:lang w:val="ru-RU"/>
              </w:rPr>
            </w:pPr>
            <w:r w:rsidRPr="009F1A25">
              <w:rPr>
                <w:b/>
                <w:sz w:val="22"/>
                <w:szCs w:val="22"/>
                <w:lang w:val="ru-RU"/>
              </w:rPr>
              <w:t>Сведения о согласовании местоположения границ (согласовано/спорное)</w:t>
            </w:r>
          </w:p>
        </w:tc>
      </w:tr>
      <w:tr w:rsidR="007C59F9" w:rsidRPr="00590258" w:rsidTr="004D114C">
        <w:trPr>
          <w:gridAfter w:val="1"/>
          <w:wAfter w:w="13" w:type="dxa"/>
          <w:trHeight w:val="310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1E262E" w:rsidP="00590258">
            <w:pPr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1E262E" w:rsidP="008F2304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1843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FF0D56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55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FF0D56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328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59F9" w:rsidRPr="00590258" w:rsidRDefault="00FF0D56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590258">
            <w:pPr>
              <w:pStyle w:val="a7"/>
              <w:ind w:left="-74" w:right="-44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5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22.09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40.78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20.97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41.41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50ABC" w:rsidTr="004D114C">
        <w:trPr>
          <w:gridAfter w:val="1"/>
          <w:wAfter w:w="13" w:type="dxa"/>
          <w:trHeight w:val="397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B66B69" w:rsidRPr="009F1A25" w:rsidRDefault="001E262E" w:rsidP="009F515E">
            <w:pPr>
              <w:pStyle w:val="a7"/>
              <w:spacing w:before="120"/>
              <w:jc w:val="both"/>
              <w:rPr>
                <w:b/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3. Сведения о характеристиках образуемого земельного участка </w:t>
            </w:r>
            <w:r w:rsidRPr="009F1A25">
              <w:rPr>
                <w:lang w:val="ru-RU"/>
              </w:rPr>
              <w:t>:ЗУ1</w:t>
            </w:r>
          </w:p>
        </w:tc>
      </w:tr>
      <w:tr w:rsidR="007C59F9" w:rsidRPr="00550ABC" w:rsidTr="004D114C">
        <w:trPr>
          <w:gridAfter w:val="2"/>
          <w:wAfter w:w="23" w:type="dxa"/>
          <w:trHeight w:val="338"/>
        </w:trPr>
        <w:tc>
          <w:tcPr>
            <w:tcW w:w="6794" w:type="dxa"/>
            <w:gridSpan w:val="45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C59F9" w:rsidRPr="009F1A25" w:rsidRDefault="00FF0D56" w:rsidP="007C59F9">
            <w:pPr>
              <w:pStyle w:val="a7"/>
              <w:spacing w:after="120"/>
              <w:rPr>
                <w:b/>
                <w:sz w:val="12"/>
                <w:lang w:val="ru-RU"/>
              </w:rPr>
            </w:pPr>
          </w:p>
        </w:tc>
        <w:tc>
          <w:tcPr>
            <w:tcW w:w="3115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C59F9" w:rsidRDefault="001E262E" w:rsidP="000C0B13">
            <w:pPr>
              <w:pStyle w:val="a7"/>
              <w:spacing w:after="120"/>
              <w:ind w:left="-113" w:right="-113"/>
              <w:rPr>
                <w:b/>
              </w:rPr>
            </w:pPr>
            <w:proofErr w:type="spellStart"/>
            <w:r w:rsidRPr="00B66B69">
              <w:rPr>
                <w:sz w:val="20"/>
              </w:rPr>
              <w:t>обозначение</w:t>
            </w:r>
            <w:proofErr w:type="spellEnd"/>
            <w:r w:rsidRPr="00B66B69">
              <w:rPr>
                <w:sz w:val="20"/>
              </w:rPr>
              <w:t xml:space="preserve"> </w:t>
            </w:r>
            <w:proofErr w:type="spellStart"/>
            <w:r w:rsidRPr="00B66B69">
              <w:rPr>
                <w:sz w:val="20"/>
              </w:rPr>
              <w:t>земельного</w:t>
            </w:r>
            <w:proofErr w:type="spellEnd"/>
            <w:r w:rsidRPr="00B66B69">
              <w:rPr>
                <w:sz w:val="20"/>
              </w:rPr>
              <w:t xml:space="preserve"> </w:t>
            </w:r>
            <w:proofErr w:type="spellStart"/>
            <w:r w:rsidRPr="00B66B69">
              <w:rPr>
                <w:sz w:val="20"/>
              </w:rPr>
              <w:t>участка</w:t>
            </w:r>
            <w:proofErr w:type="spellEnd"/>
          </w:p>
        </w:tc>
        <w:tc>
          <w:tcPr>
            <w:tcW w:w="28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7C59F9" w:rsidRPr="000C0B13" w:rsidRDefault="00FF0D56" w:rsidP="007C59F9">
            <w:pPr>
              <w:pStyle w:val="a7"/>
              <w:spacing w:after="120"/>
              <w:rPr>
                <w:b/>
                <w:sz w:val="12"/>
              </w:rPr>
            </w:pPr>
          </w:p>
        </w:tc>
      </w:tr>
      <w:tr w:rsidR="00EB43A2" w:rsidRPr="00590258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590258" w:rsidRDefault="001E262E" w:rsidP="0080513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B66B69" w:rsidRDefault="001E262E" w:rsidP="0080513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B66B69" w:rsidRDefault="001E262E" w:rsidP="0080513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66B69" w:rsidRDefault="001E262E" w:rsidP="00D67627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B69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F13182" w:rsidRDefault="001E262E" w:rsidP="00D67627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F13182" w:rsidRDefault="001E262E" w:rsidP="00D67627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90258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90258" w:rsidRPr="006262D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4036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6E" w:rsidRPr="00E70CD1" w:rsidRDefault="001E262E" w:rsidP="00AD69CF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</w:t>
            </w:r>
            <w:r w:rsidRPr="00E40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036E" w:rsidRPr="00AD683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Ивановская область, Тейковский район, </w:t>
            </w:r>
            <w:proofErr w:type="spellStart"/>
            <w:r w:rsidRPr="00AD6831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AD6831">
              <w:rPr>
                <w:rFonts w:ascii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</w:tr>
      <w:tr w:rsidR="00E4036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6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036E" w:rsidRPr="00433946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4036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6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Земли</w:t>
            </w:r>
            <w:proofErr w:type="spellEnd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населенных</w:t>
            </w:r>
            <w:proofErr w:type="spellEnd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пунктов</w:t>
            </w:r>
            <w:proofErr w:type="spellEnd"/>
          </w:p>
        </w:tc>
      </w:tr>
      <w:tr w:rsidR="006262DE" w:rsidRPr="004A75A7" w:rsidTr="004D114C">
        <w:trPr>
          <w:gridAfter w:val="1"/>
          <w:wAfter w:w="13" w:type="dxa"/>
          <w:trHeight w:val="413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(виды) </w:t>
            </w: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62DE" w:rsidRPr="009F1A25" w:rsidRDefault="001E262E" w:rsidP="00805139">
            <w:pPr>
              <w:spacing w:before="120" w:after="120"/>
              <w:jc w:val="both"/>
            </w:pPr>
            <w:r w:rsidRPr="009F1A25">
              <w:t>для ведения личного подсобного хозяйства</w:t>
            </w:r>
          </w:p>
        </w:tc>
      </w:tr>
      <w:tr w:rsidR="00A46CBB" w:rsidRPr="004A75A7" w:rsidTr="004D114C">
        <w:trPr>
          <w:gridAfter w:val="1"/>
          <w:wAfter w:w="13" w:type="dxa"/>
          <w:trHeight w:val="90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46CBB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BB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46CBB" w:rsidRPr="00A46CBB" w:rsidRDefault="001E262E" w:rsidP="00A46CBB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6262D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262DE" w:rsidRPr="00E4036E" w:rsidRDefault="001E262E" w:rsidP="00AD69CF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Реестровый 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 границ территориальной зоны </w:t>
            </w: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или в случае отсут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ствия такого реестрового номера </w:t>
            </w: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ее индивидуальное обозначение (вид, тип, номер, индекс)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62DE" w:rsidRPr="00AD6831" w:rsidRDefault="001E262E" w:rsidP="00FD01F4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3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262D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262D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62DE" w:rsidRPr="00E4036E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2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884 ± 10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7311BF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A46CB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F">
              <w:rPr>
                <w:rFonts w:ascii="Times New Roman" w:hAnsi="Times New Roman" w:cs="Times New Roman"/>
                <w:sz w:val="24"/>
                <w:szCs w:val="24"/>
              </w:rPr>
              <w:t xml:space="preserve">Формула, примененная для вычисления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7311BF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подставленными значениями и итоговые (вычисленные) значения</w:t>
            </w:r>
            <w:r w:rsidRPr="007311BF">
              <w:rPr>
                <w:rFonts w:ascii="Times New Roman" w:hAnsi="Times New Roman" w:cs="Times New Roman"/>
                <w:sz w:val="24"/>
                <w:szCs w:val="24"/>
              </w:rPr>
              <w:t xml:space="preserve"> (ΔР), м</w:t>
            </w:r>
            <w:r w:rsidRPr="007311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√884 = 10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550ABC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550ABC" w:rsidRDefault="001E262E" w:rsidP="00A46CB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E4036E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7311BF" w:rsidRPr="00E4036E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7311BF" w:rsidRPr="00550ABC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7311BF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550ABC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образуемом</w:t>
            </w: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земельном участке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D018E3" w:rsidRDefault="001E262E" w:rsidP="00805139">
            <w:pPr>
              <w:spacing w:before="120" w:after="120"/>
              <w:jc w:val="both"/>
              <w:rPr>
                <w:highlight w:val="yellow"/>
              </w:rPr>
            </w:pPr>
            <w:r w:rsidRPr="00AD6831">
              <w:rPr>
                <w:lang w:val="en-US"/>
              </w:rPr>
              <w:t>–</w:t>
            </w:r>
          </w:p>
        </w:tc>
      </w:tr>
      <w:tr w:rsidR="007311BF" w:rsidRPr="004A75A7" w:rsidTr="004D114C">
        <w:trPr>
          <w:gridAfter w:val="1"/>
          <w:wAfter w:w="13" w:type="dxa"/>
          <w:trHeight w:val="400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7311BF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>Кадастровые номера исходных земельных участков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AD6831" w:rsidRDefault="001E262E" w:rsidP="00805139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33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входящего в состав земельного участка, представляющего собой единое землепользование (номер контура многоконтурного земельного участка), преобразование которого осуществляется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AD6831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33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Кадастровые номера земельных участков, исключаемых из состава измененного (исходного) земельного участка, представляющего собой единое землепользование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AD6831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165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объекта недвижимости, расположенного на измененном земельном участке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AD6831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7311BF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Условный номер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4F1F74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D018E3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Учетный номер проекта межевания территории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7311BF" w:rsidRPr="004A75A7" w:rsidTr="004D114C">
        <w:trPr>
          <w:gridAfter w:val="1"/>
          <w:wAfter w:w="13" w:type="dxa"/>
          <w:trHeight w:val="63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D018E3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образовании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141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695EE6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D018E3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4F1F74" w:rsidRDefault="001E262E" w:rsidP="00A323FD">
            <w:pPr>
              <w:pStyle w:val="a6"/>
              <w:spacing w:before="113" w:beforeAutospacing="0" w:after="113"/>
            </w:pPr>
            <w:r w:rsidRPr="009F1A25">
              <w:t>Земли (земельные участки) общего пользования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7311BF" w:rsidRPr="00D018E3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A21926" w:rsidRPr="004A75A7" w:rsidTr="004D114C">
        <w:trPr>
          <w:gridAfter w:val="1"/>
          <w:wAfter w:w="13" w:type="dxa"/>
          <w:trHeight w:val="397"/>
        </w:trPr>
        <w:tc>
          <w:tcPr>
            <w:tcW w:w="10206" w:type="dxa"/>
            <w:gridSpan w:val="57"/>
            <w:tcBorders>
              <w:top w:val="sing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B552C" w:rsidRPr="0070755D" w:rsidRDefault="001E262E" w:rsidP="00E7469D">
            <w:pPr>
              <w:pStyle w:val="ConsPlusNonformat"/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A21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Пояснения к сведениям об образуемом земельном участке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59F9">
              <w:rPr>
                <w:rFonts w:ascii="Times New Roman" w:hAnsi="Times New Roman" w:cs="Times New Roman"/>
                <w:sz w:val="24"/>
                <w:szCs w:val="24"/>
              </w:rPr>
              <w:t>:ЗУ1</w:t>
            </w:r>
          </w:p>
        </w:tc>
      </w:tr>
      <w:tr w:rsidR="007C59F9" w:rsidRPr="004A75A7" w:rsidTr="004D114C">
        <w:trPr>
          <w:gridAfter w:val="1"/>
          <w:wAfter w:w="13" w:type="dxa"/>
          <w:trHeight w:val="315"/>
        </w:trPr>
        <w:tc>
          <w:tcPr>
            <w:tcW w:w="6647" w:type="dxa"/>
            <w:gridSpan w:val="4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C59F9" w:rsidRDefault="00FF0D56" w:rsidP="007C59F9">
            <w:pPr>
              <w:pStyle w:val="ConsPlusNonformat"/>
              <w:spacing w:after="120" w:line="216" w:lineRule="auto"/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2" w:type="dxa"/>
            <w:gridSpan w:val="11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C59F9" w:rsidRDefault="001E262E" w:rsidP="000C0B13">
            <w:pPr>
              <w:pStyle w:val="ConsPlusNonformat"/>
              <w:spacing w:after="120" w:line="216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55D">
              <w:rPr>
                <w:rFonts w:ascii="Times New Roman" w:hAnsi="Times New Roman" w:cs="Times New Roman"/>
              </w:rPr>
              <w:t>обозначение земельного участка</w:t>
            </w:r>
          </w:p>
        </w:tc>
        <w:tc>
          <w:tcPr>
            <w:tcW w:w="28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7C59F9" w:rsidRDefault="00FF0D56" w:rsidP="007C59F9">
            <w:pPr>
              <w:pStyle w:val="ConsPlusNonformat"/>
              <w:spacing w:after="120" w:line="216" w:lineRule="auto"/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0A0D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30A0D" w:rsidRPr="00E30A0D" w:rsidRDefault="001E262E" w:rsidP="00E7469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9509" w:type="dxa"/>
            <w:gridSpan w:val="5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30A0D" w:rsidRPr="00EB6BB1" w:rsidRDefault="001E262E" w:rsidP="00E7469D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3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035E0C" w:rsidRPr="00EB43A2" w:rsidTr="004D114C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9B2D0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 xml:space="preserve">Сведения </w:t>
            </w:r>
            <w:r w:rsidRPr="00721C18">
              <w:rPr>
                <w:b/>
                <w:sz w:val="28"/>
                <w:szCs w:val="28"/>
              </w:rPr>
              <w:t>об образуемых земельных</w:t>
            </w:r>
            <w:r w:rsidRPr="00EB43A2">
              <w:rPr>
                <w:b/>
                <w:sz w:val="28"/>
                <w:szCs w:val="28"/>
              </w:rPr>
              <w:t xml:space="preserve"> участках</w:t>
            </w:r>
          </w:p>
        </w:tc>
      </w:tr>
      <w:tr w:rsidR="008D40AA" w:rsidRPr="00EB43A2" w:rsidTr="004D114C">
        <w:trPr>
          <w:gridAfter w:val="1"/>
          <w:wAfter w:w="13" w:type="dxa"/>
          <w:trHeight w:val="375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4D114C" w:rsidRPr="009F1A25" w:rsidRDefault="001E262E" w:rsidP="005F643F">
            <w:pPr>
              <w:pStyle w:val="a7"/>
              <w:spacing w:before="120"/>
              <w:ind w:left="34"/>
              <w:jc w:val="both"/>
              <w:rPr>
                <w:b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образуемого земельного участка </w:t>
            </w:r>
          </w:p>
          <w:p w:rsidR="00675B3C" w:rsidRPr="005F643F" w:rsidRDefault="001E262E" w:rsidP="002602AD">
            <w:pPr>
              <w:pStyle w:val="a7"/>
              <w:spacing w:before="120"/>
              <w:ind w:left="34"/>
              <w:jc w:val="both"/>
              <w:rPr>
                <w:b/>
              </w:rPr>
            </w:pPr>
            <w:r w:rsidRPr="009F1A25">
              <w:rPr>
                <w:lang w:val="ru-RU"/>
              </w:rPr>
              <w:t xml:space="preserve">   </w:t>
            </w:r>
            <w:r w:rsidRPr="004D114C">
              <w:t>:ЗУ2</w:t>
            </w:r>
          </w:p>
        </w:tc>
      </w:tr>
      <w:tr w:rsidR="0076187A" w:rsidRPr="002602AD" w:rsidTr="00DE2A09">
        <w:trPr>
          <w:gridAfter w:val="1"/>
          <w:wAfter w:w="13" w:type="dxa"/>
          <w:trHeight w:val="376"/>
        </w:trPr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6187A" w:rsidRPr="002602AD" w:rsidRDefault="00FF0D56" w:rsidP="00920974">
            <w:pPr>
              <w:pStyle w:val="a7"/>
              <w:ind w:left="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1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6187A" w:rsidRPr="002602AD" w:rsidRDefault="001E262E" w:rsidP="002602AD">
            <w:pPr>
              <w:ind w:left="-57" w:right="-113"/>
              <w:rPr>
                <w:sz w:val="20"/>
                <w:szCs w:val="20"/>
              </w:rPr>
            </w:pPr>
            <w:r w:rsidRPr="002602AD">
              <w:rPr>
                <w:sz w:val="20"/>
                <w:szCs w:val="20"/>
              </w:rPr>
              <w:t>обозначение земельного участка</w:t>
            </w:r>
          </w:p>
        </w:tc>
        <w:tc>
          <w:tcPr>
            <w:tcW w:w="6945" w:type="dxa"/>
            <w:gridSpan w:val="3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6187A" w:rsidRPr="002602AD" w:rsidRDefault="00FF0D56" w:rsidP="002602AD">
            <w:pPr>
              <w:pStyle w:val="a7"/>
              <w:ind w:left="-57"/>
              <w:jc w:val="both"/>
              <w:rPr>
                <w:b/>
                <w:sz w:val="20"/>
                <w:szCs w:val="20"/>
              </w:rPr>
            </w:pPr>
          </w:p>
        </w:tc>
      </w:tr>
      <w:tr w:rsidR="00185AAD" w:rsidRPr="00EB43A2" w:rsidTr="004D114C">
        <w:trPr>
          <w:gridAfter w:val="1"/>
          <w:wAfter w:w="13" w:type="dxa"/>
          <w:trHeight w:val="276"/>
        </w:trPr>
        <w:tc>
          <w:tcPr>
            <w:tcW w:w="6379" w:type="dxa"/>
            <w:gridSpan w:val="40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5AAD" w:rsidRDefault="001E262E" w:rsidP="00920C6A">
            <w:pPr>
              <w:pStyle w:val="a7"/>
              <w:spacing w:before="120" w:after="120"/>
              <w:ind w:left="-24"/>
              <w:contextualSpacing w:val="0"/>
              <w:jc w:val="both"/>
            </w:pPr>
            <w:proofErr w:type="spellStart"/>
            <w:r>
              <w:t>Система</w:t>
            </w:r>
            <w:proofErr w:type="spellEnd"/>
            <w:r>
              <w:t xml:space="preserve"> </w:t>
            </w:r>
            <w:proofErr w:type="spellStart"/>
            <w:r>
              <w:t>координат</w:t>
            </w:r>
            <w:proofErr w:type="spellEnd"/>
            <w:r w:rsidRPr="00AD6831">
              <w:t xml:space="preserve"> </w:t>
            </w:r>
            <w:r w:rsidRPr="00D507B6">
              <w:rPr>
                <w:u w:val="single"/>
              </w:rPr>
              <w:t xml:space="preserve">МСК-37, </w:t>
            </w:r>
            <w:proofErr w:type="spellStart"/>
            <w:r w:rsidRPr="00D507B6">
              <w:rPr>
                <w:u w:val="single"/>
              </w:rPr>
              <w:t>зона</w:t>
            </w:r>
            <w:proofErr w:type="spellEnd"/>
            <w:r w:rsidRPr="00D507B6">
              <w:rPr>
                <w:u w:val="single"/>
              </w:rPr>
              <w:t xml:space="preserve"> 4</w:t>
            </w:r>
          </w:p>
        </w:tc>
        <w:tc>
          <w:tcPr>
            <w:tcW w:w="3827" w:type="dxa"/>
            <w:gridSpan w:val="1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85AAD" w:rsidRDefault="001E262E" w:rsidP="00277FD0">
            <w:pPr>
              <w:spacing w:before="120" w:after="120"/>
              <w:jc w:val="both"/>
            </w:pPr>
            <w:r w:rsidRPr="00D17F08">
              <w:t>Зона №</w:t>
            </w:r>
            <w:r w:rsidRPr="0030753F">
              <w:t xml:space="preserve"> </w:t>
            </w:r>
            <w:r w:rsidRPr="00277FD0">
              <w:rPr>
                <w:u w:val="single"/>
              </w:rPr>
              <w:t>4</w:t>
            </w:r>
          </w:p>
        </w:tc>
      </w:tr>
      <w:tr w:rsidR="00185AAD" w:rsidRPr="00EB43A2" w:rsidTr="004D114C">
        <w:trPr>
          <w:gridAfter w:val="1"/>
          <w:wAfter w:w="13" w:type="dxa"/>
          <w:trHeight w:val="477"/>
        </w:trPr>
        <w:tc>
          <w:tcPr>
            <w:tcW w:w="1108" w:type="dxa"/>
            <w:gridSpan w:val="6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EB43A2">
              <w:rPr>
                <w:b/>
                <w:sz w:val="22"/>
                <w:szCs w:val="22"/>
              </w:rPr>
              <w:t>Обозначение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характерных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точек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границ</w:t>
            </w:r>
            <w:proofErr w:type="spellEnd"/>
          </w:p>
        </w:tc>
        <w:tc>
          <w:tcPr>
            <w:tcW w:w="24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51" w:right="-74" w:hanging="57"/>
              <w:contextualSpacing w:val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</w:t>
            </w:r>
            <w:r w:rsidRPr="00EB43A2">
              <w:rPr>
                <w:b/>
                <w:sz w:val="22"/>
                <w:szCs w:val="22"/>
              </w:rPr>
              <w:t>оординаты</w:t>
            </w:r>
            <w:proofErr w:type="spellEnd"/>
            <w:r w:rsidRPr="00EB43A2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991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EB43A2">
              <w:rPr>
                <w:b/>
                <w:sz w:val="22"/>
                <w:szCs w:val="22"/>
              </w:rPr>
              <w:t>Метод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определения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координат</w:t>
            </w:r>
            <w:proofErr w:type="spellEnd"/>
          </w:p>
        </w:tc>
        <w:tc>
          <w:tcPr>
            <w:tcW w:w="324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AAD" w:rsidRPr="009F1A25" w:rsidRDefault="001E262E" w:rsidP="00215A10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  <w:lang w:val="ru-RU"/>
              </w:rPr>
            </w:pPr>
            <w:r w:rsidRPr="009F1A25">
              <w:rPr>
                <w:b/>
                <w:sz w:val="22"/>
                <w:szCs w:val="22"/>
                <w:lang w:val="ru-RU"/>
              </w:rPr>
              <w:t xml:space="preserve">Формулы, примененные для расчета средней </w:t>
            </w:r>
            <w:proofErr w:type="spellStart"/>
            <w:r w:rsidRPr="009F1A25">
              <w:rPr>
                <w:b/>
                <w:sz w:val="22"/>
                <w:szCs w:val="22"/>
                <w:lang w:val="ru-RU"/>
              </w:rPr>
              <w:t>квадратической</w:t>
            </w:r>
            <w:proofErr w:type="spellEnd"/>
            <w:r w:rsidRPr="009F1A25">
              <w:rPr>
                <w:b/>
                <w:sz w:val="22"/>
                <w:szCs w:val="22"/>
                <w:lang w:val="ru-RU"/>
              </w:rPr>
              <w:t xml:space="preserve"> погрешности определения координат характерной точки границ (М</w:t>
            </w:r>
            <w:r w:rsidRPr="00185AAD">
              <w:rPr>
                <w:b/>
                <w:sz w:val="22"/>
                <w:szCs w:val="22"/>
              </w:rPr>
              <w:t>t</w:t>
            </w:r>
            <w:r w:rsidRPr="009F1A25">
              <w:rPr>
                <w:b/>
                <w:sz w:val="22"/>
                <w:szCs w:val="22"/>
                <w:lang w:val="ru-RU"/>
              </w:rPr>
              <w:t xml:space="preserve">), с подставленными </w:t>
            </w:r>
            <w:r w:rsidRPr="009F1A25">
              <w:rPr>
                <w:b/>
                <w:sz w:val="22"/>
                <w:szCs w:val="22"/>
                <w:lang w:val="ru-RU"/>
              </w:rPr>
              <w:br/>
              <w:t>в такие формулы значениями</w:t>
            </w:r>
            <w:r w:rsidRPr="009F1A25">
              <w:rPr>
                <w:b/>
                <w:sz w:val="22"/>
                <w:szCs w:val="22"/>
                <w:lang w:val="ru-RU"/>
              </w:rPr>
              <w:br/>
              <w:t xml:space="preserve"> и итоговые (вычисленные) значения М</w:t>
            </w:r>
            <w:r w:rsidRPr="00185AAD">
              <w:rPr>
                <w:b/>
                <w:sz w:val="22"/>
                <w:szCs w:val="22"/>
              </w:rPr>
              <w:t>t</w:t>
            </w:r>
            <w:r w:rsidRPr="009F1A25">
              <w:rPr>
                <w:b/>
                <w:sz w:val="22"/>
                <w:szCs w:val="22"/>
                <w:lang w:val="ru-RU"/>
              </w:rPr>
              <w:t>, м</w:t>
            </w:r>
          </w:p>
        </w:tc>
        <w:tc>
          <w:tcPr>
            <w:tcW w:w="14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37" w:right="-51"/>
              <w:contextualSpacing w:val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Описание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закрепле</w:t>
            </w:r>
            <w:r w:rsidRPr="007B5679">
              <w:rPr>
                <w:b/>
                <w:sz w:val="22"/>
                <w:szCs w:val="22"/>
              </w:rPr>
              <w:t>ния</w:t>
            </w:r>
            <w:proofErr w:type="spellEnd"/>
            <w:r w:rsidRPr="007B567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B5679">
              <w:rPr>
                <w:b/>
                <w:sz w:val="22"/>
                <w:szCs w:val="22"/>
              </w:rPr>
              <w:t>точки</w:t>
            </w:r>
            <w:proofErr w:type="spellEnd"/>
          </w:p>
        </w:tc>
      </w:tr>
      <w:tr w:rsidR="00185AAD" w:rsidRPr="00EB43A2" w:rsidTr="004D114C">
        <w:trPr>
          <w:gridAfter w:val="1"/>
          <w:wAfter w:w="13" w:type="dxa"/>
          <w:trHeight w:val="749"/>
        </w:trPr>
        <w:tc>
          <w:tcPr>
            <w:tcW w:w="1108" w:type="dxa"/>
            <w:gridSpan w:val="6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991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249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4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721C18" w:rsidRPr="00EB43A2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EB43A2" w:rsidRDefault="001E262E" w:rsidP="00215A10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EB43A2" w:rsidRDefault="001E262E" w:rsidP="00215A10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EB43A2" w:rsidRDefault="001E262E" w:rsidP="00215A10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185AAD" w:rsidRDefault="001E262E" w:rsidP="00215A10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185AAD" w:rsidRDefault="001E262E" w:rsidP="00215A10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1C18" w:rsidRPr="00185AAD" w:rsidRDefault="001E262E" w:rsidP="00215A10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287066.89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2194552.09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287062.54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2194561.05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287013.92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2194537.39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н4У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286983.75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2194519.18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н5У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286975.25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2194514.00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н6У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286977.53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2194510.27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н7У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286980.57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2194505.11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н8У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287018.86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2194528.59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н9У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287049.55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2194543.60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287066.89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2194552.09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590258" w:rsidRPr="00721C18" w:rsidTr="004D114C">
        <w:trPr>
          <w:gridAfter w:val="1"/>
          <w:wAfter w:w="13" w:type="dxa"/>
          <w:trHeight w:val="397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215A10" w:rsidRPr="009F1A25" w:rsidRDefault="001E262E" w:rsidP="009F515E">
            <w:pPr>
              <w:pStyle w:val="a7"/>
              <w:spacing w:before="120"/>
              <w:ind w:left="34"/>
              <w:jc w:val="both"/>
              <w:rPr>
                <w:b/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частях границ образуемого земельного участка </w:t>
            </w:r>
            <w:r w:rsidRPr="009F1A25">
              <w:rPr>
                <w:lang w:val="ru-RU"/>
              </w:rPr>
              <w:t>:ЗУ2</w:t>
            </w:r>
          </w:p>
        </w:tc>
      </w:tr>
      <w:tr w:rsidR="007C59F9" w:rsidRPr="00721C18" w:rsidTr="004D114C">
        <w:trPr>
          <w:trHeight w:val="236"/>
        </w:trPr>
        <w:tc>
          <w:tcPr>
            <w:tcW w:w="6794" w:type="dxa"/>
            <w:gridSpan w:val="45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C59F9" w:rsidRPr="009F1A25" w:rsidRDefault="00FF0D56" w:rsidP="007C59F9">
            <w:pPr>
              <w:pStyle w:val="a7"/>
              <w:rPr>
                <w:b/>
                <w:lang w:val="ru-RU"/>
              </w:rPr>
            </w:pPr>
          </w:p>
        </w:tc>
        <w:tc>
          <w:tcPr>
            <w:tcW w:w="3138" w:type="dxa"/>
            <w:gridSpan w:val="10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C59F9" w:rsidRPr="00721C18" w:rsidRDefault="001E262E" w:rsidP="000C0B13">
            <w:pPr>
              <w:pStyle w:val="a7"/>
              <w:ind w:left="-113" w:right="-113"/>
              <w:rPr>
                <w:b/>
              </w:rPr>
            </w:pPr>
            <w:proofErr w:type="spellStart"/>
            <w:r>
              <w:rPr>
                <w:sz w:val="20"/>
              </w:rPr>
              <w:t>о</w:t>
            </w:r>
            <w:r w:rsidRPr="00215A10">
              <w:rPr>
                <w:sz w:val="20"/>
              </w:rPr>
              <w:t>бозначение</w:t>
            </w:r>
            <w:proofErr w:type="spellEnd"/>
            <w:r w:rsidRPr="00215A10">
              <w:rPr>
                <w:sz w:val="20"/>
              </w:rPr>
              <w:t xml:space="preserve"> </w:t>
            </w:r>
            <w:proofErr w:type="spellStart"/>
            <w:r w:rsidRPr="00215A10">
              <w:rPr>
                <w:sz w:val="20"/>
              </w:rPr>
              <w:t>земельного</w:t>
            </w:r>
            <w:proofErr w:type="spellEnd"/>
            <w:r w:rsidRPr="00215A10">
              <w:rPr>
                <w:sz w:val="20"/>
              </w:rPr>
              <w:t xml:space="preserve"> </w:t>
            </w:r>
            <w:proofErr w:type="spellStart"/>
            <w:r w:rsidRPr="00215A10">
              <w:rPr>
                <w:sz w:val="20"/>
              </w:rPr>
              <w:t>участка</w:t>
            </w:r>
            <w:proofErr w:type="spellEnd"/>
          </w:p>
        </w:tc>
        <w:tc>
          <w:tcPr>
            <w:tcW w:w="28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7C59F9" w:rsidRPr="00721C18" w:rsidRDefault="00FF0D56" w:rsidP="007C59F9">
            <w:pPr>
              <w:pStyle w:val="a7"/>
              <w:rPr>
                <w:b/>
              </w:rPr>
            </w:pPr>
          </w:p>
        </w:tc>
      </w:tr>
      <w:tr w:rsidR="007C59F9" w:rsidRPr="00590258" w:rsidTr="004D114C">
        <w:trPr>
          <w:gridAfter w:val="1"/>
          <w:wAfter w:w="13" w:type="dxa"/>
          <w:trHeight w:val="518"/>
        </w:trPr>
        <w:tc>
          <w:tcPr>
            <w:tcW w:w="2520" w:type="dxa"/>
            <w:gridSpan w:val="1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59F9" w:rsidRPr="00590258" w:rsidRDefault="001E262E" w:rsidP="008F2304">
            <w:pPr>
              <w:pStyle w:val="a7"/>
              <w:spacing w:before="120" w:after="120"/>
              <w:ind w:left="-52" w:right="-76" w:hanging="54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590258">
              <w:rPr>
                <w:b/>
                <w:sz w:val="22"/>
                <w:szCs w:val="22"/>
              </w:rPr>
              <w:t>Обозначение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части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границ</w:t>
            </w:r>
            <w:proofErr w:type="spellEnd"/>
          </w:p>
        </w:tc>
        <w:tc>
          <w:tcPr>
            <w:tcW w:w="184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9F9" w:rsidRPr="00590258" w:rsidRDefault="001E262E" w:rsidP="008F2304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590258">
              <w:rPr>
                <w:b/>
                <w:sz w:val="22"/>
                <w:szCs w:val="22"/>
              </w:rPr>
              <w:t>Горизонтальное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55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9F9" w:rsidRPr="00590258" w:rsidRDefault="001E262E" w:rsidP="008F2304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590258">
              <w:rPr>
                <w:b/>
                <w:sz w:val="22"/>
                <w:szCs w:val="22"/>
              </w:rPr>
              <w:t>Описание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прохождения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части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границ</w:t>
            </w:r>
            <w:proofErr w:type="spellEnd"/>
          </w:p>
        </w:tc>
        <w:tc>
          <w:tcPr>
            <w:tcW w:w="328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7C59F9" w:rsidRPr="009F1A25" w:rsidRDefault="001E262E" w:rsidP="007C59F9">
            <w:pPr>
              <w:pStyle w:val="a7"/>
              <w:spacing w:before="120" w:after="120"/>
              <w:ind w:left="-37" w:right="-51"/>
              <w:contextualSpacing w:val="0"/>
              <w:rPr>
                <w:b/>
                <w:sz w:val="22"/>
                <w:szCs w:val="22"/>
                <w:lang w:val="ru-RU"/>
              </w:rPr>
            </w:pPr>
            <w:r w:rsidRPr="009F1A25">
              <w:rPr>
                <w:b/>
                <w:sz w:val="22"/>
                <w:szCs w:val="22"/>
                <w:lang w:val="ru-RU"/>
              </w:rPr>
              <w:t>Сведения о согласовании местоположения границ (согласовано/спорное)</w:t>
            </w:r>
          </w:p>
        </w:tc>
      </w:tr>
      <w:tr w:rsidR="007C59F9" w:rsidRPr="00590258" w:rsidTr="004D114C">
        <w:trPr>
          <w:gridAfter w:val="1"/>
          <w:wAfter w:w="13" w:type="dxa"/>
          <w:trHeight w:val="310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1E262E" w:rsidP="00590258">
            <w:pPr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1E262E" w:rsidP="008F2304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1843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FF0D56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55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FF0D56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328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59F9" w:rsidRPr="00590258" w:rsidRDefault="00FF0D56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590258">
            <w:pPr>
              <w:pStyle w:val="a7"/>
              <w:ind w:left="-74" w:right="-44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5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9.96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н2У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54.07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35.24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9.95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4.37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5.99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44.92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34.16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19.31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50ABC" w:rsidTr="004D114C">
        <w:trPr>
          <w:gridAfter w:val="1"/>
          <w:wAfter w:w="13" w:type="dxa"/>
          <w:trHeight w:val="397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B66B69" w:rsidRPr="009F1A25" w:rsidRDefault="001E262E" w:rsidP="009F515E">
            <w:pPr>
              <w:pStyle w:val="a7"/>
              <w:spacing w:before="120"/>
              <w:jc w:val="both"/>
              <w:rPr>
                <w:b/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3. Сведения о характеристиках образуемого земельного участка </w:t>
            </w:r>
            <w:r w:rsidRPr="009F1A25">
              <w:rPr>
                <w:lang w:val="ru-RU"/>
              </w:rPr>
              <w:t>:ЗУ2</w:t>
            </w:r>
          </w:p>
        </w:tc>
      </w:tr>
      <w:tr w:rsidR="007C59F9" w:rsidRPr="00550ABC" w:rsidTr="004D114C">
        <w:trPr>
          <w:gridAfter w:val="2"/>
          <w:wAfter w:w="23" w:type="dxa"/>
          <w:trHeight w:val="338"/>
        </w:trPr>
        <w:tc>
          <w:tcPr>
            <w:tcW w:w="6794" w:type="dxa"/>
            <w:gridSpan w:val="45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C59F9" w:rsidRPr="009F1A25" w:rsidRDefault="00FF0D56" w:rsidP="007C59F9">
            <w:pPr>
              <w:pStyle w:val="a7"/>
              <w:spacing w:after="120"/>
              <w:rPr>
                <w:b/>
                <w:sz w:val="12"/>
                <w:lang w:val="ru-RU"/>
              </w:rPr>
            </w:pPr>
          </w:p>
        </w:tc>
        <w:tc>
          <w:tcPr>
            <w:tcW w:w="3115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C59F9" w:rsidRDefault="001E262E" w:rsidP="000C0B13">
            <w:pPr>
              <w:pStyle w:val="a7"/>
              <w:spacing w:after="120"/>
              <w:ind w:left="-113" w:right="-113"/>
              <w:rPr>
                <w:b/>
              </w:rPr>
            </w:pPr>
            <w:proofErr w:type="spellStart"/>
            <w:r w:rsidRPr="00B66B69">
              <w:rPr>
                <w:sz w:val="20"/>
              </w:rPr>
              <w:t>обозначение</w:t>
            </w:r>
            <w:proofErr w:type="spellEnd"/>
            <w:r w:rsidRPr="00B66B69">
              <w:rPr>
                <w:sz w:val="20"/>
              </w:rPr>
              <w:t xml:space="preserve"> </w:t>
            </w:r>
            <w:proofErr w:type="spellStart"/>
            <w:r w:rsidRPr="00B66B69">
              <w:rPr>
                <w:sz w:val="20"/>
              </w:rPr>
              <w:t>земельного</w:t>
            </w:r>
            <w:proofErr w:type="spellEnd"/>
            <w:r w:rsidRPr="00B66B69">
              <w:rPr>
                <w:sz w:val="20"/>
              </w:rPr>
              <w:t xml:space="preserve"> </w:t>
            </w:r>
            <w:proofErr w:type="spellStart"/>
            <w:r w:rsidRPr="00B66B69">
              <w:rPr>
                <w:sz w:val="20"/>
              </w:rPr>
              <w:t>участка</w:t>
            </w:r>
            <w:proofErr w:type="spellEnd"/>
          </w:p>
        </w:tc>
        <w:tc>
          <w:tcPr>
            <w:tcW w:w="28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7C59F9" w:rsidRPr="000C0B13" w:rsidRDefault="00FF0D56" w:rsidP="007C59F9">
            <w:pPr>
              <w:pStyle w:val="a7"/>
              <w:spacing w:after="120"/>
              <w:rPr>
                <w:b/>
                <w:sz w:val="12"/>
              </w:rPr>
            </w:pPr>
          </w:p>
        </w:tc>
      </w:tr>
      <w:tr w:rsidR="00EB43A2" w:rsidRPr="00590258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590258" w:rsidRDefault="001E262E" w:rsidP="0080513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B66B69" w:rsidRDefault="001E262E" w:rsidP="0080513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B66B69" w:rsidRDefault="001E262E" w:rsidP="0080513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66B69" w:rsidRDefault="001E262E" w:rsidP="00D67627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B69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F13182" w:rsidRDefault="001E262E" w:rsidP="00D67627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F13182" w:rsidRDefault="001E262E" w:rsidP="00D67627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90258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90258" w:rsidRPr="006262D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4036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6E" w:rsidRPr="00E70CD1" w:rsidRDefault="001E262E" w:rsidP="00AD69CF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036E" w:rsidRPr="00AD683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31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AD6831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AD6831">
              <w:rPr>
                <w:rFonts w:ascii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</w:tr>
      <w:tr w:rsidR="00E4036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6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036E" w:rsidRPr="00433946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4036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6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Земли</w:t>
            </w:r>
            <w:proofErr w:type="spellEnd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населенных</w:t>
            </w:r>
            <w:proofErr w:type="spellEnd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пунктов</w:t>
            </w:r>
            <w:proofErr w:type="spellEnd"/>
          </w:p>
        </w:tc>
      </w:tr>
      <w:tr w:rsidR="006262DE" w:rsidRPr="004A75A7" w:rsidTr="004D114C">
        <w:trPr>
          <w:gridAfter w:val="1"/>
          <w:wAfter w:w="13" w:type="dxa"/>
          <w:trHeight w:val="413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(виды) </w:t>
            </w: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62DE" w:rsidRPr="00550ABC" w:rsidRDefault="001E262E" w:rsidP="00805139">
            <w:pPr>
              <w:spacing w:before="120" w:after="120"/>
              <w:jc w:val="both"/>
              <w:rPr>
                <w:lang w:val="en-US"/>
              </w:rPr>
            </w:pPr>
            <w:proofErr w:type="spellStart"/>
            <w:r w:rsidRPr="00550ABC">
              <w:rPr>
                <w:lang w:val="en-US"/>
              </w:rPr>
              <w:t>блокированная</w:t>
            </w:r>
            <w:proofErr w:type="spellEnd"/>
            <w:r w:rsidRPr="00550ABC">
              <w:rPr>
                <w:lang w:val="en-US"/>
              </w:rPr>
              <w:t xml:space="preserve"> </w:t>
            </w:r>
            <w:proofErr w:type="spellStart"/>
            <w:r w:rsidRPr="00550ABC">
              <w:rPr>
                <w:lang w:val="en-US"/>
              </w:rPr>
              <w:t>жилая</w:t>
            </w:r>
            <w:proofErr w:type="spellEnd"/>
            <w:r w:rsidRPr="00550ABC">
              <w:rPr>
                <w:lang w:val="en-US"/>
              </w:rPr>
              <w:t xml:space="preserve"> </w:t>
            </w:r>
            <w:proofErr w:type="spellStart"/>
            <w:r w:rsidRPr="00550ABC">
              <w:rPr>
                <w:lang w:val="en-US"/>
              </w:rPr>
              <w:t>застройка</w:t>
            </w:r>
            <w:proofErr w:type="spellEnd"/>
          </w:p>
        </w:tc>
      </w:tr>
      <w:tr w:rsidR="00A46CBB" w:rsidRPr="004A75A7" w:rsidTr="004D114C">
        <w:trPr>
          <w:gridAfter w:val="1"/>
          <w:wAfter w:w="13" w:type="dxa"/>
          <w:trHeight w:val="90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46CBB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BB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46CBB" w:rsidRPr="00A46CBB" w:rsidRDefault="001E262E" w:rsidP="00A46CBB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6262D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262DE" w:rsidRPr="00E4036E" w:rsidRDefault="001E262E" w:rsidP="00AD69CF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Реестровый 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 границ территориальной зоны </w:t>
            </w: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или в случае отсут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ствия такого реестрового номера </w:t>
            </w: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ее индивидуальное обозначение (вид, тип, номер, индекс)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62DE" w:rsidRPr="00AD6831" w:rsidRDefault="001E262E" w:rsidP="00FD01F4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3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262D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262D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62DE" w:rsidRPr="00E4036E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2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 ± 11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7311BF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A46CB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F">
              <w:rPr>
                <w:rFonts w:ascii="Times New Roman" w:hAnsi="Times New Roman" w:cs="Times New Roman"/>
                <w:sz w:val="24"/>
                <w:szCs w:val="24"/>
              </w:rPr>
              <w:t xml:space="preserve">Формула, примененная для вычисления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7311BF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площади земельного </w:t>
            </w:r>
            <w:r w:rsidRPr="007311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подставленными значениями и итоговые (вычисленные) значения</w:t>
            </w:r>
            <w:r w:rsidRPr="007311BF">
              <w:rPr>
                <w:rFonts w:ascii="Times New Roman" w:hAnsi="Times New Roman" w:cs="Times New Roman"/>
                <w:sz w:val="24"/>
                <w:szCs w:val="24"/>
              </w:rPr>
              <w:t xml:space="preserve"> (ΔР), м</w:t>
            </w:r>
            <w:r w:rsidRPr="007311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∆Р = 3.5 * 0.10 * √1000 = 11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550ABC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550ABC" w:rsidRDefault="001E262E" w:rsidP="00A46CB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E4036E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7311BF" w:rsidRPr="00E4036E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7311BF" w:rsidRPr="00550ABC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7311BF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550ABC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образуемом</w:t>
            </w: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земельном участке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D018E3" w:rsidRDefault="001E262E" w:rsidP="00805139">
            <w:pPr>
              <w:spacing w:before="120" w:after="120"/>
              <w:jc w:val="both"/>
              <w:rPr>
                <w:highlight w:val="yellow"/>
              </w:rPr>
            </w:pPr>
            <w:r w:rsidRPr="00AD6831">
              <w:rPr>
                <w:lang w:val="en-US"/>
              </w:rPr>
              <w:t>37:18:080221:134</w:t>
            </w:r>
          </w:p>
        </w:tc>
      </w:tr>
      <w:tr w:rsidR="007311BF" w:rsidRPr="004A75A7" w:rsidTr="004D114C">
        <w:trPr>
          <w:gridAfter w:val="1"/>
          <w:wAfter w:w="13" w:type="dxa"/>
          <w:trHeight w:val="400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7311BF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>Кадастровые номера исходных земельных участков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AD6831" w:rsidRDefault="001E262E" w:rsidP="00805139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33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входящего в состав земельного участка, представляющего собой единое землепользование (номер контура многоконтурного земельного участка), преобразование которого осуществляется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AD6831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33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Кадастровые номера земельных участков, исключаемых из состава измененного (исходного) земельного участка, представляющего собой единое землепользование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AD6831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165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объекта недвижимости, расположенного на измененном земельном участке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AD6831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7311BF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Условный номер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4F1F74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D018E3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Учетный номер проекта межевания территории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7311BF" w:rsidRPr="004A75A7" w:rsidTr="004D114C">
        <w:trPr>
          <w:gridAfter w:val="1"/>
          <w:wAfter w:w="13" w:type="dxa"/>
          <w:trHeight w:val="63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D018E3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образовании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141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695EE6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D018E3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4F1F74" w:rsidRDefault="001E262E" w:rsidP="00A323FD">
            <w:pPr>
              <w:pStyle w:val="a6"/>
              <w:spacing w:before="113" w:beforeAutospacing="0" w:after="113"/>
            </w:pPr>
            <w:r w:rsidRPr="009F1A25">
              <w:t>Земли (земельные участки) общего пользования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7311BF" w:rsidRPr="00D018E3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A21926" w:rsidRPr="004A75A7" w:rsidTr="004D114C">
        <w:trPr>
          <w:gridAfter w:val="1"/>
          <w:wAfter w:w="13" w:type="dxa"/>
          <w:trHeight w:val="397"/>
        </w:trPr>
        <w:tc>
          <w:tcPr>
            <w:tcW w:w="10206" w:type="dxa"/>
            <w:gridSpan w:val="57"/>
            <w:tcBorders>
              <w:top w:val="sing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B552C" w:rsidRPr="0070755D" w:rsidRDefault="001E262E" w:rsidP="00E7469D">
            <w:pPr>
              <w:pStyle w:val="ConsPlusNonformat"/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A21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Пояснения к сведениям об образуемом земельном участке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59F9">
              <w:rPr>
                <w:rFonts w:ascii="Times New Roman" w:hAnsi="Times New Roman" w:cs="Times New Roman"/>
                <w:sz w:val="24"/>
                <w:szCs w:val="24"/>
              </w:rPr>
              <w:t>:ЗУ2</w:t>
            </w:r>
          </w:p>
        </w:tc>
      </w:tr>
      <w:tr w:rsidR="007C59F9" w:rsidRPr="004A75A7" w:rsidTr="004D114C">
        <w:trPr>
          <w:gridAfter w:val="1"/>
          <w:wAfter w:w="13" w:type="dxa"/>
          <w:trHeight w:val="315"/>
        </w:trPr>
        <w:tc>
          <w:tcPr>
            <w:tcW w:w="6647" w:type="dxa"/>
            <w:gridSpan w:val="4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C59F9" w:rsidRDefault="00FF0D56" w:rsidP="007C59F9">
            <w:pPr>
              <w:pStyle w:val="ConsPlusNonformat"/>
              <w:spacing w:after="120" w:line="216" w:lineRule="auto"/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2" w:type="dxa"/>
            <w:gridSpan w:val="11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C59F9" w:rsidRDefault="001E262E" w:rsidP="000C0B13">
            <w:pPr>
              <w:pStyle w:val="ConsPlusNonformat"/>
              <w:spacing w:after="120" w:line="216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55D">
              <w:rPr>
                <w:rFonts w:ascii="Times New Roman" w:hAnsi="Times New Roman" w:cs="Times New Roman"/>
              </w:rPr>
              <w:t>обозначение земельного участка</w:t>
            </w:r>
          </w:p>
        </w:tc>
        <w:tc>
          <w:tcPr>
            <w:tcW w:w="28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7C59F9" w:rsidRDefault="00FF0D56" w:rsidP="007C59F9">
            <w:pPr>
              <w:pStyle w:val="ConsPlusNonformat"/>
              <w:spacing w:after="120" w:line="216" w:lineRule="auto"/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0A0D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30A0D" w:rsidRPr="00E30A0D" w:rsidRDefault="001E262E" w:rsidP="00E7469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9509" w:type="dxa"/>
            <w:gridSpan w:val="5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30A0D" w:rsidRPr="00EB6BB1" w:rsidRDefault="001E262E" w:rsidP="00E7469D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3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035E0C" w:rsidRPr="00EB43A2" w:rsidTr="004D114C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9B2D0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 xml:space="preserve">Сведения </w:t>
            </w:r>
            <w:r w:rsidRPr="00721C18">
              <w:rPr>
                <w:b/>
                <w:sz w:val="28"/>
                <w:szCs w:val="28"/>
              </w:rPr>
              <w:t>об образуемых земельных</w:t>
            </w:r>
            <w:r w:rsidRPr="00EB43A2">
              <w:rPr>
                <w:b/>
                <w:sz w:val="28"/>
                <w:szCs w:val="28"/>
              </w:rPr>
              <w:t xml:space="preserve"> участках</w:t>
            </w:r>
          </w:p>
        </w:tc>
      </w:tr>
      <w:tr w:rsidR="008D40AA" w:rsidRPr="00EB43A2" w:rsidTr="004D114C">
        <w:trPr>
          <w:gridAfter w:val="1"/>
          <w:wAfter w:w="13" w:type="dxa"/>
          <w:trHeight w:val="375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4D114C" w:rsidRPr="009F1A25" w:rsidRDefault="001E262E" w:rsidP="005F643F">
            <w:pPr>
              <w:pStyle w:val="a7"/>
              <w:spacing w:before="120"/>
              <w:ind w:left="34"/>
              <w:jc w:val="both"/>
              <w:rPr>
                <w:b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образуемого земельного участка </w:t>
            </w:r>
          </w:p>
          <w:p w:rsidR="00675B3C" w:rsidRPr="005F643F" w:rsidRDefault="001E262E" w:rsidP="002602AD">
            <w:pPr>
              <w:pStyle w:val="a7"/>
              <w:spacing w:before="120"/>
              <w:ind w:left="34"/>
              <w:jc w:val="both"/>
              <w:rPr>
                <w:b/>
              </w:rPr>
            </w:pPr>
            <w:r w:rsidRPr="009F1A25">
              <w:rPr>
                <w:lang w:val="ru-RU"/>
              </w:rPr>
              <w:t xml:space="preserve">   </w:t>
            </w:r>
            <w:r w:rsidRPr="004D114C">
              <w:t>:ЗУ3</w:t>
            </w:r>
          </w:p>
        </w:tc>
      </w:tr>
      <w:tr w:rsidR="0076187A" w:rsidRPr="002602AD" w:rsidTr="00DE2A09">
        <w:trPr>
          <w:gridAfter w:val="1"/>
          <w:wAfter w:w="13" w:type="dxa"/>
          <w:trHeight w:val="376"/>
        </w:trPr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6187A" w:rsidRPr="002602AD" w:rsidRDefault="00FF0D56" w:rsidP="00920974">
            <w:pPr>
              <w:pStyle w:val="a7"/>
              <w:ind w:left="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1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6187A" w:rsidRPr="002602AD" w:rsidRDefault="001E262E" w:rsidP="002602AD">
            <w:pPr>
              <w:ind w:left="-57" w:right="-113"/>
              <w:rPr>
                <w:sz w:val="20"/>
                <w:szCs w:val="20"/>
              </w:rPr>
            </w:pPr>
            <w:r w:rsidRPr="002602AD">
              <w:rPr>
                <w:sz w:val="20"/>
                <w:szCs w:val="20"/>
              </w:rPr>
              <w:t>обозначение земельного участка</w:t>
            </w:r>
          </w:p>
        </w:tc>
        <w:tc>
          <w:tcPr>
            <w:tcW w:w="6945" w:type="dxa"/>
            <w:gridSpan w:val="3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6187A" w:rsidRPr="002602AD" w:rsidRDefault="00FF0D56" w:rsidP="002602AD">
            <w:pPr>
              <w:pStyle w:val="a7"/>
              <w:ind w:left="-57"/>
              <w:jc w:val="both"/>
              <w:rPr>
                <w:b/>
                <w:sz w:val="20"/>
                <w:szCs w:val="20"/>
              </w:rPr>
            </w:pPr>
          </w:p>
        </w:tc>
      </w:tr>
      <w:tr w:rsidR="00185AAD" w:rsidRPr="00EB43A2" w:rsidTr="004D114C">
        <w:trPr>
          <w:gridAfter w:val="1"/>
          <w:wAfter w:w="13" w:type="dxa"/>
          <w:trHeight w:val="276"/>
        </w:trPr>
        <w:tc>
          <w:tcPr>
            <w:tcW w:w="6379" w:type="dxa"/>
            <w:gridSpan w:val="40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5AAD" w:rsidRDefault="001E262E" w:rsidP="00920C6A">
            <w:pPr>
              <w:pStyle w:val="a7"/>
              <w:spacing w:before="120" w:after="120"/>
              <w:ind w:left="-24"/>
              <w:contextualSpacing w:val="0"/>
              <w:jc w:val="both"/>
            </w:pPr>
            <w:proofErr w:type="spellStart"/>
            <w:r>
              <w:t>Система</w:t>
            </w:r>
            <w:proofErr w:type="spellEnd"/>
            <w:r>
              <w:t xml:space="preserve"> </w:t>
            </w:r>
            <w:proofErr w:type="spellStart"/>
            <w:r>
              <w:t>координат</w:t>
            </w:r>
            <w:proofErr w:type="spellEnd"/>
            <w:r w:rsidRPr="00AD6831">
              <w:t xml:space="preserve"> </w:t>
            </w:r>
            <w:r w:rsidRPr="00D507B6">
              <w:rPr>
                <w:u w:val="single"/>
              </w:rPr>
              <w:t xml:space="preserve">МСК-37, </w:t>
            </w:r>
            <w:proofErr w:type="spellStart"/>
            <w:r w:rsidRPr="00D507B6">
              <w:rPr>
                <w:u w:val="single"/>
              </w:rPr>
              <w:t>зона</w:t>
            </w:r>
            <w:proofErr w:type="spellEnd"/>
            <w:r w:rsidRPr="00D507B6">
              <w:rPr>
                <w:u w:val="single"/>
              </w:rPr>
              <w:t xml:space="preserve"> 4</w:t>
            </w:r>
          </w:p>
        </w:tc>
        <w:tc>
          <w:tcPr>
            <w:tcW w:w="3827" w:type="dxa"/>
            <w:gridSpan w:val="1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85AAD" w:rsidRDefault="001E262E" w:rsidP="00277FD0">
            <w:pPr>
              <w:spacing w:before="120" w:after="120"/>
              <w:jc w:val="both"/>
            </w:pPr>
            <w:r w:rsidRPr="00D17F08">
              <w:t>Зона №</w:t>
            </w:r>
            <w:r w:rsidRPr="0030753F">
              <w:t xml:space="preserve"> </w:t>
            </w:r>
            <w:r w:rsidRPr="00277FD0">
              <w:rPr>
                <w:u w:val="single"/>
              </w:rPr>
              <w:t>4</w:t>
            </w:r>
          </w:p>
        </w:tc>
      </w:tr>
      <w:tr w:rsidR="00185AAD" w:rsidRPr="00EB43A2" w:rsidTr="004D114C">
        <w:trPr>
          <w:gridAfter w:val="1"/>
          <w:wAfter w:w="13" w:type="dxa"/>
          <w:trHeight w:val="477"/>
        </w:trPr>
        <w:tc>
          <w:tcPr>
            <w:tcW w:w="1108" w:type="dxa"/>
            <w:gridSpan w:val="6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EB43A2">
              <w:rPr>
                <w:b/>
                <w:sz w:val="22"/>
                <w:szCs w:val="22"/>
              </w:rPr>
              <w:lastRenderedPageBreak/>
              <w:t>Обозначение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характерных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точек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границ</w:t>
            </w:r>
            <w:proofErr w:type="spellEnd"/>
          </w:p>
        </w:tc>
        <w:tc>
          <w:tcPr>
            <w:tcW w:w="24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51" w:right="-74" w:hanging="57"/>
              <w:contextualSpacing w:val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</w:t>
            </w:r>
            <w:r w:rsidRPr="00EB43A2">
              <w:rPr>
                <w:b/>
                <w:sz w:val="22"/>
                <w:szCs w:val="22"/>
              </w:rPr>
              <w:t>оординаты</w:t>
            </w:r>
            <w:proofErr w:type="spellEnd"/>
            <w:r w:rsidRPr="00EB43A2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991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EB43A2">
              <w:rPr>
                <w:b/>
                <w:sz w:val="22"/>
                <w:szCs w:val="22"/>
              </w:rPr>
              <w:t>Метод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определения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координат</w:t>
            </w:r>
            <w:proofErr w:type="spellEnd"/>
          </w:p>
        </w:tc>
        <w:tc>
          <w:tcPr>
            <w:tcW w:w="324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AAD" w:rsidRPr="009F1A25" w:rsidRDefault="001E262E" w:rsidP="00215A10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  <w:lang w:val="ru-RU"/>
              </w:rPr>
            </w:pPr>
            <w:r w:rsidRPr="009F1A25">
              <w:rPr>
                <w:b/>
                <w:sz w:val="22"/>
                <w:szCs w:val="22"/>
                <w:lang w:val="ru-RU"/>
              </w:rPr>
              <w:t xml:space="preserve">Формулы, примененные для расчета средней </w:t>
            </w:r>
            <w:proofErr w:type="spellStart"/>
            <w:r w:rsidRPr="009F1A25">
              <w:rPr>
                <w:b/>
                <w:sz w:val="22"/>
                <w:szCs w:val="22"/>
                <w:lang w:val="ru-RU"/>
              </w:rPr>
              <w:t>квадратической</w:t>
            </w:r>
            <w:proofErr w:type="spellEnd"/>
            <w:r w:rsidRPr="009F1A25">
              <w:rPr>
                <w:b/>
                <w:sz w:val="22"/>
                <w:szCs w:val="22"/>
                <w:lang w:val="ru-RU"/>
              </w:rPr>
              <w:t xml:space="preserve"> погрешности определения координат характерной точки границ (М</w:t>
            </w:r>
            <w:r w:rsidRPr="00185AAD">
              <w:rPr>
                <w:b/>
                <w:sz w:val="22"/>
                <w:szCs w:val="22"/>
              </w:rPr>
              <w:t>t</w:t>
            </w:r>
            <w:r w:rsidRPr="009F1A25">
              <w:rPr>
                <w:b/>
                <w:sz w:val="22"/>
                <w:szCs w:val="22"/>
                <w:lang w:val="ru-RU"/>
              </w:rPr>
              <w:t xml:space="preserve">), с подставленными </w:t>
            </w:r>
            <w:r w:rsidRPr="009F1A25">
              <w:rPr>
                <w:b/>
                <w:sz w:val="22"/>
                <w:szCs w:val="22"/>
                <w:lang w:val="ru-RU"/>
              </w:rPr>
              <w:br/>
              <w:t>в такие формулы значениями</w:t>
            </w:r>
            <w:r w:rsidRPr="009F1A25">
              <w:rPr>
                <w:b/>
                <w:sz w:val="22"/>
                <w:szCs w:val="22"/>
                <w:lang w:val="ru-RU"/>
              </w:rPr>
              <w:br/>
              <w:t xml:space="preserve"> и итоговые (вычисленные) значения М</w:t>
            </w:r>
            <w:r w:rsidRPr="00185AAD">
              <w:rPr>
                <w:b/>
                <w:sz w:val="22"/>
                <w:szCs w:val="22"/>
              </w:rPr>
              <w:t>t</w:t>
            </w:r>
            <w:r w:rsidRPr="009F1A25">
              <w:rPr>
                <w:b/>
                <w:sz w:val="22"/>
                <w:szCs w:val="22"/>
                <w:lang w:val="ru-RU"/>
              </w:rPr>
              <w:t>, м</w:t>
            </w:r>
          </w:p>
        </w:tc>
        <w:tc>
          <w:tcPr>
            <w:tcW w:w="14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37" w:right="-51"/>
              <w:contextualSpacing w:val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Описание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закрепле</w:t>
            </w:r>
            <w:r w:rsidRPr="007B5679">
              <w:rPr>
                <w:b/>
                <w:sz w:val="22"/>
                <w:szCs w:val="22"/>
              </w:rPr>
              <w:t>ния</w:t>
            </w:r>
            <w:proofErr w:type="spellEnd"/>
            <w:r w:rsidRPr="007B567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B5679">
              <w:rPr>
                <w:b/>
                <w:sz w:val="22"/>
                <w:szCs w:val="22"/>
              </w:rPr>
              <w:t>точки</w:t>
            </w:r>
            <w:proofErr w:type="spellEnd"/>
          </w:p>
        </w:tc>
      </w:tr>
      <w:tr w:rsidR="00185AAD" w:rsidRPr="00EB43A2" w:rsidTr="004D114C">
        <w:trPr>
          <w:gridAfter w:val="1"/>
          <w:wAfter w:w="13" w:type="dxa"/>
          <w:trHeight w:val="749"/>
        </w:trPr>
        <w:tc>
          <w:tcPr>
            <w:tcW w:w="1108" w:type="dxa"/>
            <w:gridSpan w:val="6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991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249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4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721C18" w:rsidRPr="00EB43A2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EB43A2" w:rsidRDefault="001E262E" w:rsidP="00215A10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EB43A2" w:rsidRDefault="001E262E" w:rsidP="00215A10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EB43A2" w:rsidRDefault="001E262E" w:rsidP="00215A10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185AAD" w:rsidRDefault="001E262E" w:rsidP="00215A10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185AAD" w:rsidRDefault="001E262E" w:rsidP="00215A10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1C18" w:rsidRPr="00185AAD" w:rsidRDefault="001E262E" w:rsidP="00215A10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287062.54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2194561.05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287059.06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2194568.21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287041.43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2194559.83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286971.15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2194520.85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н5У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286973.01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2194517.74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н6У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286975.25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2194514.00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н7У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286983.75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2194519.18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н8У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287013.92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2194537.39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287062.54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2194561.05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590258" w:rsidRPr="00721C18" w:rsidTr="004D114C">
        <w:trPr>
          <w:gridAfter w:val="1"/>
          <w:wAfter w:w="13" w:type="dxa"/>
          <w:trHeight w:val="397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215A10" w:rsidRPr="009F1A25" w:rsidRDefault="001E262E" w:rsidP="009F515E">
            <w:pPr>
              <w:pStyle w:val="a7"/>
              <w:spacing w:before="120"/>
              <w:ind w:left="34"/>
              <w:jc w:val="both"/>
              <w:rPr>
                <w:b/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частях границ образуемого земельного участка </w:t>
            </w:r>
            <w:r w:rsidRPr="009F1A25">
              <w:rPr>
                <w:lang w:val="ru-RU"/>
              </w:rPr>
              <w:t>:ЗУ3</w:t>
            </w:r>
          </w:p>
        </w:tc>
      </w:tr>
      <w:tr w:rsidR="007C59F9" w:rsidRPr="00721C18" w:rsidTr="004D114C">
        <w:trPr>
          <w:trHeight w:val="236"/>
        </w:trPr>
        <w:tc>
          <w:tcPr>
            <w:tcW w:w="6794" w:type="dxa"/>
            <w:gridSpan w:val="45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C59F9" w:rsidRPr="009F1A25" w:rsidRDefault="00FF0D56" w:rsidP="007C59F9">
            <w:pPr>
              <w:pStyle w:val="a7"/>
              <w:rPr>
                <w:b/>
                <w:lang w:val="ru-RU"/>
              </w:rPr>
            </w:pPr>
          </w:p>
        </w:tc>
        <w:tc>
          <w:tcPr>
            <w:tcW w:w="3138" w:type="dxa"/>
            <w:gridSpan w:val="10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C59F9" w:rsidRPr="00721C18" w:rsidRDefault="001E262E" w:rsidP="000C0B13">
            <w:pPr>
              <w:pStyle w:val="a7"/>
              <w:ind w:left="-113" w:right="-113"/>
              <w:rPr>
                <w:b/>
              </w:rPr>
            </w:pPr>
            <w:proofErr w:type="spellStart"/>
            <w:r>
              <w:rPr>
                <w:sz w:val="20"/>
              </w:rPr>
              <w:t>о</w:t>
            </w:r>
            <w:r w:rsidRPr="00215A10">
              <w:rPr>
                <w:sz w:val="20"/>
              </w:rPr>
              <w:t>бозначение</w:t>
            </w:r>
            <w:proofErr w:type="spellEnd"/>
            <w:r w:rsidRPr="00215A10">
              <w:rPr>
                <w:sz w:val="20"/>
              </w:rPr>
              <w:t xml:space="preserve"> </w:t>
            </w:r>
            <w:proofErr w:type="spellStart"/>
            <w:r w:rsidRPr="00215A10">
              <w:rPr>
                <w:sz w:val="20"/>
              </w:rPr>
              <w:t>земельного</w:t>
            </w:r>
            <w:proofErr w:type="spellEnd"/>
            <w:r w:rsidRPr="00215A10">
              <w:rPr>
                <w:sz w:val="20"/>
              </w:rPr>
              <w:t xml:space="preserve"> </w:t>
            </w:r>
            <w:proofErr w:type="spellStart"/>
            <w:r w:rsidRPr="00215A10">
              <w:rPr>
                <w:sz w:val="20"/>
              </w:rPr>
              <w:t>участка</w:t>
            </w:r>
            <w:proofErr w:type="spellEnd"/>
          </w:p>
        </w:tc>
        <w:tc>
          <w:tcPr>
            <w:tcW w:w="28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7C59F9" w:rsidRPr="00721C18" w:rsidRDefault="00FF0D56" w:rsidP="007C59F9">
            <w:pPr>
              <w:pStyle w:val="a7"/>
              <w:rPr>
                <w:b/>
              </w:rPr>
            </w:pPr>
          </w:p>
        </w:tc>
      </w:tr>
      <w:tr w:rsidR="007C59F9" w:rsidRPr="00590258" w:rsidTr="004D114C">
        <w:trPr>
          <w:gridAfter w:val="1"/>
          <w:wAfter w:w="13" w:type="dxa"/>
          <w:trHeight w:val="518"/>
        </w:trPr>
        <w:tc>
          <w:tcPr>
            <w:tcW w:w="2520" w:type="dxa"/>
            <w:gridSpan w:val="1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59F9" w:rsidRPr="00590258" w:rsidRDefault="001E262E" w:rsidP="008F2304">
            <w:pPr>
              <w:pStyle w:val="a7"/>
              <w:spacing w:before="120" w:after="120"/>
              <w:ind w:left="-52" w:right="-76" w:hanging="54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590258">
              <w:rPr>
                <w:b/>
                <w:sz w:val="22"/>
                <w:szCs w:val="22"/>
              </w:rPr>
              <w:t>Обозначение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части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границ</w:t>
            </w:r>
            <w:proofErr w:type="spellEnd"/>
          </w:p>
        </w:tc>
        <w:tc>
          <w:tcPr>
            <w:tcW w:w="184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9F9" w:rsidRPr="00590258" w:rsidRDefault="001E262E" w:rsidP="008F2304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590258">
              <w:rPr>
                <w:b/>
                <w:sz w:val="22"/>
                <w:szCs w:val="22"/>
              </w:rPr>
              <w:t>Горизонтальное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55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9F9" w:rsidRPr="00590258" w:rsidRDefault="001E262E" w:rsidP="008F2304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590258">
              <w:rPr>
                <w:b/>
                <w:sz w:val="22"/>
                <w:szCs w:val="22"/>
              </w:rPr>
              <w:t>Описание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прохождения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части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границ</w:t>
            </w:r>
            <w:proofErr w:type="spellEnd"/>
          </w:p>
        </w:tc>
        <w:tc>
          <w:tcPr>
            <w:tcW w:w="328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7C59F9" w:rsidRPr="009F1A25" w:rsidRDefault="001E262E" w:rsidP="007C59F9">
            <w:pPr>
              <w:pStyle w:val="a7"/>
              <w:spacing w:before="120" w:after="120"/>
              <w:ind w:left="-37" w:right="-51"/>
              <w:contextualSpacing w:val="0"/>
              <w:rPr>
                <w:b/>
                <w:sz w:val="22"/>
                <w:szCs w:val="22"/>
                <w:lang w:val="ru-RU"/>
              </w:rPr>
            </w:pPr>
            <w:r w:rsidRPr="009F1A25">
              <w:rPr>
                <w:b/>
                <w:sz w:val="22"/>
                <w:szCs w:val="22"/>
                <w:lang w:val="ru-RU"/>
              </w:rPr>
              <w:t>Сведения о согласовании местоположения границ (согласовано/спорное)</w:t>
            </w:r>
          </w:p>
        </w:tc>
      </w:tr>
      <w:tr w:rsidR="007C59F9" w:rsidRPr="00590258" w:rsidTr="004D114C">
        <w:trPr>
          <w:gridAfter w:val="1"/>
          <w:wAfter w:w="13" w:type="dxa"/>
          <w:trHeight w:val="310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1E262E" w:rsidP="00590258">
            <w:pPr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1E262E" w:rsidP="008F2304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1843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FF0D56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55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FF0D56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328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59F9" w:rsidRPr="00590258" w:rsidRDefault="00FF0D56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590258">
            <w:pPr>
              <w:pStyle w:val="a7"/>
              <w:ind w:left="-74" w:right="-44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5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7.96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19.52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80.37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3.62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4.36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9.95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35.24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54.07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50ABC" w:rsidTr="004D114C">
        <w:trPr>
          <w:gridAfter w:val="1"/>
          <w:wAfter w:w="13" w:type="dxa"/>
          <w:trHeight w:val="397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B66B69" w:rsidRPr="009F1A25" w:rsidRDefault="001E262E" w:rsidP="009F515E">
            <w:pPr>
              <w:pStyle w:val="a7"/>
              <w:spacing w:before="120"/>
              <w:jc w:val="both"/>
              <w:rPr>
                <w:b/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3. Сведения о характеристиках образуемого земельного участка </w:t>
            </w:r>
            <w:r w:rsidRPr="009F1A25">
              <w:rPr>
                <w:lang w:val="ru-RU"/>
              </w:rPr>
              <w:t>:ЗУ3</w:t>
            </w:r>
          </w:p>
        </w:tc>
      </w:tr>
      <w:tr w:rsidR="007C59F9" w:rsidRPr="00550ABC" w:rsidTr="004D114C">
        <w:trPr>
          <w:gridAfter w:val="2"/>
          <w:wAfter w:w="23" w:type="dxa"/>
          <w:trHeight w:val="338"/>
        </w:trPr>
        <w:tc>
          <w:tcPr>
            <w:tcW w:w="6794" w:type="dxa"/>
            <w:gridSpan w:val="45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C59F9" w:rsidRPr="009F1A25" w:rsidRDefault="00FF0D56" w:rsidP="007C59F9">
            <w:pPr>
              <w:pStyle w:val="a7"/>
              <w:spacing w:after="120"/>
              <w:rPr>
                <w:b/>
                <w:sz w:val="12"/>
                <w:lang w:val="ru-RU"/>
              </w:rPr>
            </w:pPr>
          </w:p>
        </w:tc>
        <w:tc>
          <w:tcPr>
            <w:tcW w:w="3115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C59F9" w:rsidRDefault="001E262E" w:rsidP="000C0B13">
            <w:pPr>
              <w:pStyle w:val="a7"/>
              <w:spacing w:after="120"/>
              <w:ind w:left="-113" w:right="-113"/>
              <w:rPr>
                <w:b/>
              </w:rPr>
            </w:pPr>
            <w:proofErr w:type="spellStart"/>
            <w:r w:rsidRPr="00B66B69">
              <w:rPr>
                <w:sz w:val="20"/>
              </w:rPr>
              <w:t>обозначение</w:t>
            </w:r>
            <w:proofErr w:type="spellEnd"/>
            <w:r w:rsidRPr="00B66B69">
              <w:rPr>
                <w:sz w:val="20"/>
              </w:rPr>
              <w:t xml:space="preserve"> </w:t>
            </w:r>
            <w:proofErr w:type="spellStart"/>
            <w:r w:rsidRPr="00B66B69">
              <w:rPr>
                <w:sz w:val="20"/>
              </w:rPr>
              <w:t>земельного</w:t>
            </w:r>
            <w:proofErr w:type="spellEnd"/>
            <w:r w:rsidRPr="00B66B69">
              <w:rPr>
                <w:sz w:val="20"/>
              </w:rPr>
              <w:t xml:space="preserve"> </w:t>
            </w:r>
            <w:proofErr w:type="spellStart"/>
            <w:r w:rsidRPr="00B66B69">
              <w:rPr>
                <w:sz w:val="20"/>
              </w:rPr>
              <w:t>участка</w:t>
            </w:r>
            <w:proofErr w:type="spellEnd"/>
          </w:p>
        </w:tc>
        <w:tc>
          <w:tcPr>
            <w:tcW w:w="28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7C59F9" w:rsidRPr="000C0B13" w:rsidRDefault="00FF0D56" w:rsidP="007C59F9">
            <w:pPr>
              <w:pStyle w:val="a7"/>
              <w:spacing w:after="120"/>
              <w:rPr>
                <w:b/>
                <w:sz w:val="12"/>
              </w:rPr>
            </w:pPr>
          </w:p>
        </w:tc>
      </w:tr>
      <w:tr w:rsidR="00EB43A2" w:rsidRPr="00590258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590258" w:rsidRDefault="001E262E" w:rsidP="0080513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B66B69" w:rsidRDefault="001E262E" w:rsidP="0080513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B66B69" w:rsidRDefault="001E262E" w:rsidP="0080513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66B69" w:rsidRDefault="001E262E" w:rsidP="00D67627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B69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F13182" w:rsidRDefault="001E262E" w:rsidP="00D67627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F13182" w:rsidRDefault="001E262E" w:rsidP="00D67627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90258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90258" w:rsidRPr="006262D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4036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6E" w:rsidRPr="00E70CD1" w:rsidRDefault="001E262E" w:rsidP="00AD69CF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036E" w:rsidRPr="00AD683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31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AD6831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AD6831">
              <w:rPr>
                <w:rFonts w:ascii="Times New Roman" w:hAnsi="Times New Roman" w:cs="Times New Roman"/>
                <w:sz w:val="24"/>
                <w:szCs w:val="24"/>
              </w:rPr>
              <w:t xml:space="preserve"> деревня, 48 дом</w:t>
            </w:r>
          </w:p>
        </w:tc>
      </w:tr>
      <w:tr w:rsidR="00E4036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6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036E" w:rsidRPr="00433946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4036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6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Земли</w:t>
            </w:r>
            <w:proofErr w:type="spellEnd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населенных</w:t>
            </w:r>
            <w:proofErr w:type="spellEnd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пунктов</w:t>
            </w:r>
            <w:proofErr w:type="spellEnd"/>
          </w:p>
        </w:tc>
      </w:tr>
      <w:tr w:rsidR="006262DE" w:rsidRPr="004A75A7" w:rsidTr="004D114C">
        <w:trPr>
          <w:gridAfter w:val="1"/>
          <w:wAfter w:w="13" w:type="dxa"/>
          <w:trHeight w:val="413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(виды) </w:t>
            </w: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62DE" w:rsidRPr="00550ABC" w:rsidRDefault="001E262E" w:rsidP="00805139">
            <w:pPr>
              <w:spacing w:before="120" w:after="120"/>
              <w:jc w:val="both"/>
              <w:rPr>
                <w:lang w:val="en-US"/>
              </w:rPr>
            </w:pPr>
            <w:proofErr w:type="spellStart"/>
            <w:r w:rsidRPr="00550ABC">
              <w:rPr>
                <w:lang w:val="en-US"/>
              </w:rPr>
              <w:t>малоэтажная</w:t>
            </w:r>
            <w:proofErr w:type="spellEnd"/>
            <w:r w:rsidRPr="00550ABC">
              <w:rPr>
                <w:lang w:val="en-US"/>
              </w:rPr>
              <w:t xml:space="preserve"> </w:t>
            </w:r>
            <w:proofErr w:type="spellStart"/>
            <w:r w:rsidRPr="00550ABC">
              <w:rPr>
                <w:lang w:val="en-US"/>
              </w:rPr>
              <w:t>многоквартирная</w:t>
            </w:r>
            <w:proofErr w:type="spellEnd"/>
            <w:r w:rsidRPr="00550ABC">
              <w:rPr>
                <w:lang w:val="en-US"/>
              </w:rPr>
              <w:t xml:space="preserve"> </w:t>
            </w:r>
            <w:proofErr w:type="spellStart"/>
            <w:r w:rsidRPr="00550ABC">
              <w:rPr>
                <w:lang w:val="en-US"/>
              </w:rPr>
              <w:t>жилая</w:t>
            </w:r>
            <w:proofErr w:type="spellEnd"/>
            <w:r w:rsidRPr="00550ABC">
              <w:rPr>
                <w:lang w:val="en-US"/>
              </w:rPr>
              <w:t xml:space="preserve"> </w:t>
            </w:r>
            <w:proofErr w:type="spellStart"/>
            <w:r w:rsidRPr="00550ABC">
              <w:rPr>
                <w:lang w:val="en-US"/>
              </w:rPr>
              <w:t>застройка</w:t>
            </w:r>
            <w:proofErr w:type="spellEnd"/>
          </w:p>
        </w:tc>
      </w:tr>
      <w:tr w:rsidR="00A46CBB" w:rsidRPr="004A75A7" w:rsidTr="004D114C">
        <w:trPr>
          <w:gridAfter w:val="1"/>
          <w:wAfter w:w="13" w:type="dxa"/>
          <w:trHeight w:val="90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46CBB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BB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46CBB" w:rsidRPr="00A46CBB" w:rsidRDefault="001E262E" w:rsidP="00A46CBB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6262D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262DE" w:rsidRPr="00E4036E" w:rsidRDefault="001E262E" w:rsidP="00AD69CF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Реестровый 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 границ территориальной зоны </w:t>
            </w: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или в случае отсут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ствия такого реестрового номера </w:t>
            </w: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ее индивидуальное обозначение (вид, тип, номер, индекс)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62DE" w:rsidRPr="00AD6831" w:rsidRDefault="001E262E" w:rsidP="00FD01F4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3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262D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262D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62DE" w:rsidRPr="00E4036E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2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730 ± 9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7311BF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A46CB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F">
              <w:rPr>
                <w:rFonts w:ascii="Times New Roman" w:hAnsi="Times New Roman" w:cs="Times New Roman"/>
                <w:sz w:val="24"/>
                <w:szCs w:val="24"/>
              </w:rPr>
              <w:t xml:space="preserve">Формула, примененная для вычисления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7311BF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подставленными значениями и итоговые (вычисленные) значения</w:t>
            </w:r>
            <w:r w:rsidRPr="007311BF">
              <w:rPr>
                <w:rFonts w:ascii="Times New Roman" w:hAnsi="Times New Roman" w:cs="Times New Roman"/>
                <w:sz w:val="24"/>
                <w:szCs w:val="24"/>
              </w:rPr>
              <w:t xml:space="preserve"> (ΔР), м</w:t>
            </w:r>
            <w:r w:rsidRPr="007311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√730 = 9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550ABC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550ABC" w:rsidRDefault="001E262E" w:rsidP="00A46CB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E4036E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311BF" w:rsidRPr="00550ABC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7311BF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550ABC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образуемом</w:t>
            </w: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земельном участке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D018E3" w:rsidRDefault="001E262E" w:rsidP="00805139">
            <w:pPr>
              <w:spacing w:before="120" w:after="120"/>
              <w:jc w:val="both"/>
              <w:rPr>
                <w:highlight w:val="yellow"/>
              </w:rPr>
            </w:pPr>
            <w:r w:rsidRPr="00AD6831">
              <w:rPr>
                <w:lang w:val="en-US"/>
              </w:rPr>
              <w:t>37:18:080221:111</w:t>
            </w:r>
          </w:p>
        </w:tc>
      </w:tr>
      <w:tr w:rsidR="007311BF" w:rsidRPr="004A75A7" w:rsidTr="004D114C">
        <w:trPr>
          <w:gridAfter w:val="1"/>
          <w:wAfter w:w="13" w:type="dxa"/>
          <w:trHeight w:val="400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7311BF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>Кадастровые номера исходных земельных участков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AD6831" w:rsidRDefault="001E262E" w:rsidP="00805139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33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входящего в состав земельного участка, представляющего собой единое землепользование (номер контура многоконтурного земельного участка), преобразование которого осуществляется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AD6831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33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Кадастровые номера земельных участков, исключаемых из состава измененного (исходного) земельного участка, представляющего собой единое землепользование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AD6831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165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объекта недвижимости, расположенного на измененном земельном участке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AD6831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7311BF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Условный номер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4F1F74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D018E3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Учетный номер проекта межевания территории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7311BF" w:rsidRPr="004A75A7" w:rsidTr="004D114C">
        <w:trPr>
          <w:gridAfter w:val="1"/>
          <w:wAfter w:w="13" w:type="dxa"/>
          <w:trHeight w:val="63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D018E3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образовании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141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695EE6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D018E3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4F1F74" w:rsidRDefault="001E262E" w:rsidP="00A323FD">
            <w:pPr>
              <w:pStyle w:val="a6"/>
              <w:spacing w:before="113" w:beforeAutospacing="0" w:after="113"/>
            </w:pPr>
            <w:r w:rsidRPr="009F1A25">
              <w:t>Земли (земельные участки) общего пользования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7311BF" w:rsidRPr="00D018E3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A21926" w:rsidRPr="004A75A7" w:rsidTr="004D114C">
        <w:trPr>
          <w:gridAfter w:val="1"/>
          <w:wAfter w:w="13" w:type="dxa"/>
          <w:trHeight w:val="397"/>
        </w:trPr>
        <w:tc>
          <w:tcPr>
            <w:tcW w:w="10206" w:type="dxa"/>
            <w:gridSpan w:val="57"/>
            <w:tcBorders>
              <w:top w:val="sing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B552C" w:rsidRPr="0070755D" w:rsidRDefault="001E262E" w:rsidP="00E7469D">
            <w:pPr>
              <w:pStyle w:val="ConsPlusNonformat"/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A21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Пояснения к сведениям об образуемом земельном участке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59F9">
              <w:rPr>
                <w:rFonts w:ascii="Times New Roman" w:hAnsi="Times New Roman" w:cs="Times New Roman"/>
                <w:sz w:val="24"/>
                <w:szCs w:val="24"/>
              </w:rPr>
              <w:t>:ЗУ3</w:t>
            </w:r>
          </w:p>
        </w:tc>
      </w:tr>
      <w:tr w:rsidR="007C59F9" w:rsidRPr="004A75A7" w:rsidTr="004D114C">
        <w:trPr>
          <w:gridAfter w:val="1"/>
          <w:wAfter w:w="13" w:type="dxa"/>
          <w:trHeight w:val="315"/>
        </w:trPr>
        <w:tc>
          <w:tcPr>
            <w:tcW w:w="6647" w:type="dxa"/>
            <w:gridSpan w:val="4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C59F9" w:rsidRDefault="00FF0D56" w:rsidP="007C59F9">
            <w:pPr>
              <w:pStyle w:val="ConsPlusNonformat"/>
              <w:spacing w:after="120" w:line="216" w:lineRule="auto"/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2" w:type="dxa"/>
            <w:gridSpan w:val="11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C59F9" w:rsidRDefault="001E262E" w:rsidP="000C0B13">
            <w:pPr>
              <w:pStyle w:val="ConsPlusNonformat"/>
              <w:spacing w:after="120" w:line="216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55D">
              <w:rPr>
                <w:rFonts w:ascii="Times New Roman" w:hAnsi="Times New Roman" w:cs="Times New Roman"/>
              </w:rPr>
              <w:t>обозначение земельного участка</w:t>
            </w:r>
          </w:p>
        </w:tc>
        <w:tc>
          <w:tcPr>
            <w:tcW w:w="28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7C59F9" w:rsidRDefault="00FF0D56" w:rsidP="007C59F9">
            <w:pPr>
              <w:pStyle w:val="ConsPlusNonformat"/>
              <w:spacing w:after="120" w:line="216" w:lineRule="auto"/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0A0D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30A0D" w:rsidRPr="00E30A0D" w:rsidRDefault="001E262E" w:rsidP="00E7469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9509" w:type="dxa"/>
            <w:gridSpan w:val="5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30A0D" w:rsidRPr="00EB6BB1" w:rsidRDefault="001E262E" w:rsidP="00E7469D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3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035E0C" w:rsidRPr="00EB43A2" w:rsidTr="004D114C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1E262E" w:rsidP="009B2D08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 xml:space="preserve">Сведения </w:t>
            </w:r>
            <w:r w:rsidRPr="00721C18">
              <w:rPr>
                <w:b/>
                <w:sz w:val="28"/>
                <w:szCs w:val="28"/>
              </w:rPr>
              <w:t>об образуемых земельных</w:t>
            </w:r>
            <w:r w:rsidRPr="00EB43A2">
              <w:rPr>
                <w:b/>
                <w:sz w:val="28"/>
                <w:szCs w:val="28"/>
              </w:rPr>
              <w:t xml:space="preserve"> участках</w:t>
            </w:r>
          </w:p>
        </w:tc>
      </w:tr>
      <w:tr w:rsidR="008D40AA" w:rsidRPr="00EB43A2" w:rsidTr="004D114C">
        <w:trPr>
          <w:gridAfter w:val="1"/>
          <w:wAfter w:w="13" w:type="dxa"/>
          <w:trHeight w:val="375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4D114C" w:rsidRPr="009F1A25" w:rsidRDefault="001E262E" w:rsidP="005F643F">
            <w:pPr>
              <w:pStyle w:val="a7"/>
              <w:spacing w:before="120"/>
              <w:ind w:left="34"/>
              <w:jc w:val="both"/>
              <w:rPr>
                <w:b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границ образуемого земельного участка </w:t>
            </w:r>
          </w:p>
          <w:p w:rsidR="00675B3C" w:rsidRPr="005F643F" w:rsidRDefault="001E262E" w:rsidP="002602AD">
            <w:pPr>
              <w:pStyle w:val="a7"/>
              <w:spacing w:before="120"/>
              <w:ind w:left="34"/>
              <w:jc w:val="both"/>
              <w:rPr>
                <w:b/>
              </w:rPr>
            </w:pPr>
            <w:r w:rsidRPr="009F1A25">
              <w:rPr>
                <w:lang w:val="ru-RU"/>
              </w:rPr>
              <w:t xml:space="preserve">   </w:t>
            </w:r>
            <w:r w:rsidRPr="004D114C">
              <w:t>:ЗУ4</w:t>
            </w:r>
          </w:p>
        </w:tc>
      </w:tr>
      <w:tr w:rsidR="0076187A" w:rsidRPr="002602AD" w:rsidTr="00DE2A09">
        <w:trPr>
          <w:gridAfter w:val="1"/>
          <w:wAfter w:w="13" w:type="dxa"/>
          <w:trHeight w:val="376"/>
        </w:trPr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6187A" w:rsidRPr="002602AD" w:rsidRDefault="00FF0D56" w:rsidP="00920974">
            <w:pPr>
              <w:pStyle w:val="a7"/>
              <w:ind w:left="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1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6187A" w:rsidRPr="002602AD" w:rsidRDefault="001E262E" w:rsidP="002602AD">
            <w:pPr>
              <w:ind w:left="-57" w:right="-113"/>
              <w:rPr>
                <w:sz w:val="20"/>
                <w:szCs w:val="20"/>
              </w:rPr>
            </w:pPr>
            <w:r w:rsidRPr="002602AD">
              <w:rPr>
                <w:sz w:val="20"/>
                <w:szCs w:val="20"/>
              </w:rPr>
              <w:t>обозначение земельного участка</w:t>
            </w:r>
          </w:p>
        </w:tc>
        <w:tc>
          <w:tcPr>
            <w:tcW w:w="6945" w:type="dxa"/>
            <w:gridSpan w:val="3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6187A" w:rsidRPr="002602AD" w:rsidRDefault="00FF0D56" w:rsidP="002602AD">
            <w:pPr>
              <w:pStyle w:val="a7"/>
              <w:ind w:left="-57"/>
              <w:jc w:val="both"/>
              <w:rPr>
                <w:b/>
                <w:sz w:val="20"/>
                <w:szCs w:val="20"/>
              </w:rPr>
            </w:pPr>
          </w:p>
        </w:tc>
      </w:tr>
      <w:tr w:rsidR="00185AAD" w:rsidRPr="00EB43A2" w:rsidTr="004D114C">
        <w:trPr>
          <w:gridAfter w:val="1"/>
          <w:wAfter w:w="13" w:type="dxa"/>
          <w:trHeight w:val="276"/>
        </w:trPr>
        <w:tc>
          <w:tcPr>
            <w:tcW w:w="6379" w:type="dxa"/>
            <w:gridSpan w:val="40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5AAD" w:rsidRDefault="001E262E" w:rsidP="00920C6A">
            <w:pPr>
              <w:pStyle w:val="a7"/>
              <w:spacing w:before="120" w:after="120"/>
              <w:ind w:left="-24"/>
              <w:contextualSpacing w:val="0"/>
              <w:jc w:val="both"/>
            </w:pPr>
            <w:proofErr w:type="spellStart"/>
            <w:r>
              <w:t>Система</w:t>
            </w:r>
            <w:proofErr w:type="spellEnd"/>
            <w:r>
              <w:t xml:space="preserve"> </w:t>
            </w:r>
            <w:proofErr w:type="spellStart"/>
            <w:r>
              <w:t>координат</w:t>
            </w:r>
            <w:proofErr w:type="spellEnd"/>
            <w:r w:rsidRPr="00AD6831">
              <w:t xml:space="preserve"> </w:t>
            </w:r>
            <w:r w:rsidRPr="00D507B6">
              <w:rPr>
                <w:u w:val="single"/>
              </w:rPr>
              <w:t xml:space="preserve">МСК-37, </w:t>
            </w:r>
            <w:proofErr w:type="spellStart"/>
            <w:r w:rsidRPr="00D507B6">
              <w:rPr>
                <w:u w:val="single"/>
              </w:rPr>
              <w:t>зона</w:t>
            </w:r>
            <w:proofErr w:type="spellEnd"/>
            <w:r w:rsidRPr="00D507B6">
              <w:rPr>
                <w:u w:val="single"/>
              </w:rPr>
              <w:t xml:space="preserve"> 4</w:t>
            </w:r>
          </w:p>
        </w:tc>
        <w:tc>
          <w:tcPr>
            <w:tcW w:w="3827" w:type="dxa"/>
            <w:gridSpan w:val="1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85AAD" w:rsidRDefault="001E262E" w:rsidP="00277FD0">
            <w:pPr>
              <w:spacing w:before="120" w:after="120"/>
              <w:jc w:val="both"/>
            </w:pPr>
            <w:r w:rsidRPr="00D17F08">
              <w:t>Зона №</w:t>
            </w:r>
            <w:r w:rsidRPr="0030753F">
              <w:t xml:space="preserve"> </w:t>
            </w:r>
            <w:r w:rsidRPr="00277FD0">
              <w:rPr>
                <w:u w:val="single"/>
              </w:rPr>
              <w:t>4</w:t>
            </w:r>
          </w:p>
        </w:tc>
      </w:tr>
      <w:tr w:rsidR="00185AAD" w:rsidRPr="00EB43A2" w:rsidTr="004D114C">
        <w:trPr>
          <w:gridAfter w:val="1"/>
          <w:wAfter w:w="13" w:type="dxa"/>
          <w:trHeight w:val="477"/>
        </w:trPr>
        <w:tc>
          <w:tcPr>
            <w:tcW w:w="1108" w:type="dxa"/>
            <w:gridSpan w:val="6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EB43A2">
              <w:rPr>
                <w:b/>
                <w:sz w:val="22"/>
                <w:szCs w:val="22"/>
              </w:rPr>
              <w:t>Обозначение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характерных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точек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границ</w:t>
            </w:r>
            <w:proofErr w:type="spellEnd"/>
          </w:p>
        </w:tc>
        <w:tc>
          <w:tcPr>
            <w:tcW w:w="24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51" w:right="-74" w:hanging="57"/>
              <w:contextualSpacing w:val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</w:t>
            </w:r>
            <w:r w:rsidRPr="00EB43A2">
              <w:rPr>
                <w:b/>
                <w:sz w:val="22"/>
                <w:szCs w:val="22"/>
              </w:rPr>
              <w:t>оординаты</w:t>
            </w:r>
            <w:proofErr w:type="spellEnd"/>
            <w:r w:rsidRPr="00EB43A2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991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EB43A2">
              <w:rPr>
                <w:b/>
                <w:sz w:val="22"/>
                <w:szCs w:val="22"/>
              </w:rPr>
              <w:t>Метод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определения</w:t>
            </w:r>
            <w:proofErr w:type="spellEnd"/>
            <w:r w:rsidRPr="00EB43A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3A2">
              <w:rPr>
                <w:b/>
                <w:sz w:val="22"/>
                <w:szCs w:val="22"/>
              </w:rPr>
              <w:t>координат</w:t>
            </w:r>
            <w:proofErr w:type="spellEnd"/>
          </w:p>
        </w:tc>
        <w:tc>
          <w:tcPr>
            <w:tcW w:w="324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AAD" w:rsidRPr="009F1A25" w:rsidRDefault="001E262E" w:rsidP="00215A10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  <w:lang w:val="ru-RU"/>
              </w:rPr>
            </w:pPr>
            <w:r w:rsidRPr="009F1A25">
              <w:rPr>
                <w:b/>
                <w:sz w:val="22"/>
                <w:szCs w:val="22"/>
                <w:lang w:val="ru-RU"/>
              </w:rPr>
              <w:t xml:space="preserve">Формулы, примененные для расчета средней </w:t>
            </w:r>
            <w:proofErr w:type="spellStart"/>
            <w:r w:rsidRPr="009F1A25">
              <w:rPr>
                <w:b/>
                <w:sz w:val="22"/>
                <w:szCs w:val="22"/>
                <w:lang w:val="ru-RU"/>
              </w:rPr>
              <w:t>квадратической</w:t>
            </w:r>
            <w:proofErr w:type="spellEnd"/>
            <w:r w:rsidRPr="009F1A25">
              <w:rPr>
                <w:b/>
                <w:sz w:val="22"/>
                <w:szCs w:val="22"/>
                <w:lang w:val="ru-RU"/>
              </w:rPr>
              <w:t xml:space="preserve"> погрешности определения координат характерной точки границ (М</w:t>
            </w:r>
            <w:r w:rsidRPr="00185AAD">
              <w:rPr>
                <w:b/>
                <w:sz w:val="22"/>
                <w:szCs w:val="22"/>
              </w:rPr>
              <w:t>t</w:t>
            </w:r>
            <w:r w:rsidRPr="009F1A25">
              <w:rPr>
                <w:b/>
                <w:sz w:val="22"/>
                <w:szCs w:val="22"/>
                <w:lang w:val="ru-RU"/>
              </w:rPr>
              <w:t xml:space="preserve">), с подставленными </w:t>
            </w:r>
            <w:r w:rsidRPr="009F1A25">
              <w:rPr>
                <w:b/>
                <w:sz w:val="22"/>
                <w:szCs w:val="22"/>
                <w:lang w:val="ru-RU"/>
              </w:rPr>
              <w:br/>
              <w:t>в такие формулы значениями</w:t>
            </w:r>
            <w:r w:rsidRPr="009F1A25">
              <w:rPr>
                <w:b/>
                <w:sz w:val="22"/>
                <w:szCs w:val="22"/>
                <w:lang w:val="ru-RU"/>
              </w:rPr>
              <w:br/>
              <w:t xml:space="preserve"> и итоговые (вычисленные) значения М</w:t>
            </w:r>
            <w:r w:rsidRPr="00185AAD">
              <w:rPr>
                <w:b/>
                <w:sz w:val="22"/>
                <w:szCs w:val="22"/>
              </w:rPr>
              <w:t>t</w:t>
            </w:r>
            <w:r w:rsidRPr="009F1A25">
              <w:rPr>
                <w:b/>
                <w:sz w:val="22"/>
                <w:szCs w:val="22"/>
                <w:lang w:val="ru-RU"/>
              </w:rPr>
              <w:t>, м</w:t>
            </w:r>
          </w:p>
        </w:tc>
        <w:tc>
          <w:tcPr>
            <w:tcW w:w="14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85AAD" w:rsidRPr="00EB43A2" w:rsidRDefault="001E262E" w:rsidP="00215A10">
            <w:pPr>
              <w:pStyle w:val="a7"/>
              <w:spacing w:before="120" w:after="120"/>
              <w:ind w:left="-37" w:right="-51"/>
              <w:contextualSpacing w:val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Описание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закрепле</w:t>
            </w:r>
            <w:r w:rsidRPr="007B5679">
              <w:rPr>
                <w:b/>
                <w:sz w:val="22"/>
                <w:szCs w:val="22"/>
              </w:rPr>
              <w:t>ния</w:t>
            </w:r>
            <w:proofErr w:type="spellEnd"/>
            <w:r w:rsidRPr="007B567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B5679">
              <w:rPr>
                <w:b/>
                <w:sz w:val="22"/>
                <w:szCs w:val="22"/>
              </w:rPr>
              <w:t>точки</w:t>
            </w:r>
            <w:proofErr w:type="spellEnd"/>
          </w:p>
        </w:tc>
      </w:tr>
      <w:tr w:rsidR="00185AAD" w:rsidRPr="00EB43A2" w:rsidTr="004D114C">
        <w:trPr>
          <w:gridAfter w:val="1"/>
          <w:wAfter w:w="13" w:type="dxa"/>
          <w:trHeight w:val="749"/>
        </w:trPr>
        <w:tc>
          <w:tcPr>
            <w:tcW w:w="1108" w:type="dxa"/>
            <w:gridSpan w:val="6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AD" w:rsidRPr="00EB43A2" w:rsidRDefault="001E262E" w:rsidP="00215A10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991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249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4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85AAD" w:rsidRPr="00EB43A2" w:rsidRDefault="00FF0D56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721C18" w:rsidRPr="00EB43A2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EB43A2" w:rsidRDefault="001E262E" w:rsidP="00215A10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EB43A2" w:rsidRDefault="001E262E" w:rsidP="00215A10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EB43A2" w:rsidRDefault="001E262E" w:rsidP="00215A10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185AAD" w:rsidRDefault="001E262E" w:rsidP="00215A10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C18" w:rsidRPr="00185AAD" w:rsidRDefault="001E262E" w:rsidP="00215A10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21C18" w:rsidRPr="00185AAD" w:rsidRDefault="001E262E" w:rsidP="00215A10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286955.14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2194489.10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286938.59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2194520.40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286913.21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2194506.90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н4У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286930.32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2194476.21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721C18" w:rsidRPr="00590258" w:rsidTr="004D114C">
        <w:trPr>
          <w:gridAfter w:val="1"/>
          <w:wAfter w:w="13" w:type="dxa"/>
          <w:trHeight w:val="64"/>
        </w:trPr>
        <w:tc>
          <w:tcPr>
            <w:tcW w:w="1108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11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286955.14</w:t>
            </w:r>
          </w:p>
        </w:tc>
        <w:tc>
          <w:tcPr>
            <w:tcW w:w="12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590258" w:rsidRDefault="001E262E" w:rsidP="00E075BE">
            <w:pPr>
              <w:spacing w:before="120" w:after="120"/>
              <w:jc w:val="both"/>
              <w:rPr>
                <w:lang w:val="en-US"/>
              </w:rPr>
            </w:pPr>
            <w:r>
              <w:rPr>
                <w:lang w:val="en-US"/>
              </w:rPr>
              <w:t>2194489.10</w:t>
            </w:r>
          </w:p>
        </w:tc>
        <w:tc>
          <w:tcPr>
            <w:tcW w:w="19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32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C18" w:rsidRPr="00AD6831" w:rsidRDefault="001E262E" w:rsidP="00E075BE">
            <w:pPr>
              <w:spacing w:before="120" w:after="120"/>
              <w:jc w:val="both"/>
            </w:pPr>
            <w:r w:rsidRPr="00AD6831">
              <w:rPr>
                <w:lang w:val="en-US"/>
              </w:rPr>
              <w:t>Mt=0.10</w:t>
            </w:r>
          </w:p>
        </w:tc>
        <w:tc>
          <w:tcPr>
            <w:tcW w:w="14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21C18" w:rsidRPr="004F1F74" w:rsidRDefault="001E262E" w:rsidP="00E075BE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590258" w:rsidRPr="00721C18" w:rsidTr="004D114C">
        <w:trPr>
          <w:gridAfter w:val="1"/>
          <w:wAfter w:w="13" w:type="dxa"/>
          <w:trHeight w:val="397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215A10" w:rsidRPr="009F1A25" w:rsidRDefault="001E262E" w:rsidP="009F515E">
            <w:pPr>
              <w:pStyle w:val="a7"/>
              <w:spacing w:before="120"/>
              <w:ind w:left="34"/>
              <w:jc w:val="both"/>
              <w:rPr>
                <w:b/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частях границ образуемого земельного участка </w:t>
            </w:r>
            <w:r w:rsidRPr="009F1A25">
              <w:rPr>
                <w:lang w:val="ru-RU"/>
              </w:rPr>
              <w:t>:ЗУ4</w:t>
            </w:r>
          </w:p>
        </w:tc>
      </w:tr>
      <w:tr w:rsidR="007C59F9" w:rsidRPr="00721C18" w:rsidTr="004D114C">
        <w:trPr>
          <w:trHeight w:val="236"/>
        </w:trPr>
        <w:tc>
          <w:tcPr>
            <w:tcW w:w="6794" w:type="dxa"/>
            <w:gridSpan w:val="45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C59F9" w:rsidRPr="009F1A25" w:rsidRDefault="00FF0D56" w:rsidP="007C59F9">
            <w:pPr>
              <w:pStyle w:val="a7"/>
              <w:rPr>
                <w:b/>
                <w:lang w:val="ru-RU"/>
              </w:rPr>
            </w:pPr>
          </w:p>
        </w:tc>
        <w:tc>
          <w:tcPr>
            <w:tcW w:w="3138" w:type="dxa"/>
            <w:gridSpan w:val="10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C59F9" w:rsidRPr="00721C18" w:rsidRDefault="001E262E" w:rsidP="000C0B13">
            <w:pPr>
              <w:pStyle w:val="a7"/>
              <w:ind w:left="-113" w:right="-113"/>
              <w:rPr>
                <w:b/>
              </w:rPr>
            </w:pPr>
            <w:proofErr w:type="spellStart"/>
            <w:r>
              <w:rPr>
                <w:sz w:val="20"/>
              </w:rPr>
              <w:t>о</w:t>
            </w:r>
            <w:r w:rsidRPr="00215A10">
              <w:rPr>
                <w:sz w:val="20"/>
              </w:rPr>
              <w:t>бозначение</w:t>
            </w:r>
            <w:proofErr w:type="spellEnd"/>
            <w:r w:rsidRPr="00215A10">
              <w:rPr>
                <w:sz w:val="20"/>
              </w:rPr>
              <w:t xml:space="preserve"> </w:t>
            </w:r>
            <w:proofErr w:type="spellStart"/>
            <w:r w:rsidRPr="00215A10">
              <w:rPr>
                <w:sz w:val="20"/>
              </w:rPr>
              <w:t>земельного</w:t>
            </w:r>
            <w:proofErr w:type="spellEnd"/>
            <w:r w:rsidRPr="00215A10">
              <w:rPr>
                <w:sz w:val="20"/>
              </w:rPr>
              <w:t xml:space="preserve"> </w:t>
            </w:r>
            <w:proofErr w:type="spellStart"/>
            <w:r w:rsidRPr="00215A10">
              <w:rPr>
                <w:sz w:val="20"/>
              </w:rPr>
              <w:t>участка</w:t>
            </w:r>
            <w:proofErr w:type="spellEnd"/>
          </w:p>
        </w:tc>
        <w:tc>
          <w:tcPr>
            <w:tcW w:w="28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7C59F9" w:rsidRPr="00721C18" w:rsidRDefault="00FF0D56" w:rsidP="007C59F9">
            <w:pPr>
              <w:pStyle w:val="a7"/>
              <w:rPr>
                <w:b/>
              </w:rPr>
            </w:pPr>
          </w:p>
        </w:tc>
      </w:tr>
      <w:tr w:rsidR="007C59F9" w:rsidRPr="00590258" w:rsidTr="004D114C">
        <w:trPr>
          <w:gridAfter w:val="1"/>
          <w:wAfter w:w="13" w:type="dxa"/>
          <w:trHeight w:val="518"/>
        </w:trPr>
        <w:tc>
          <w:tcPr>
            <w:tcW w:w="2520" w:type="dxa"/>
            <w:gridSpan w:val="1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59F9" w:rsidRPr="00590258" w:rsidRDefault="001E262E" w:rsidP="008F2304">
            <w:pPr>
              <w:pStyle w:val="a7"/>
              <w:spacing w:before="120" w:after="120"/>
              <w:ind w:left="-52" w:right="-76" w:hanging="54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590258">
              <w:rPr>
                <w:b/>
                <w:sz w:val="22"/>
                <w:szCs w:val="22"/>
              </w:rPr>
              <w:t>Обозначение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части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границ</w:t>
            </w:r>
            <w:proofErr w:type="spellEnd"/>
          </w:p>
        </w:tc>
        <w:tc>
          <w:tcPr>
            <w:tcW w:w="184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9F9" w:rsidRPr="00590258" w:rsidRDefault="001E262E" w:rsidP="008F2304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590258">
              <w:rPr>
                <w:b/>
                <w:sz w:val="22"/>
                <w:szCs w:val="22"/>
              </w:rPr>
              <w:t>Горизонтальное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55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9F9" w:rsidRPr="00590258" w:rsidRDefault="001E262E" w:rsidP="008F2304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  <w:proofErr w:type="spellStart"/>
            <w:r w:rsidRPr="00590258">
              <w:rPr>
                <w:b/>
                <w:sz w:val="22"/>
                <w:szCs w:val="22"/>
              </w:rPr>
              <w:t>Описание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прохождения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части</w:t>
            </w:r>
            <w:proofErr w:type="spellEnd"/>
            <w:r w:rsidRPr="0059025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90258">
              <w:rPr>
                <w:b/>
                <w:sz w:val="22"/>
                <w:szCs w:val="22"/>
              </w:rPr>
              <w:t>границ</w:t>
            </w:r>
            <w:proofErr w:type="spellEnd"/>
          </w:p>
        </w:tc>
        <w:tc>
          <w:tcPr>
            <w:tcW w:w="328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7C59F9" w:rsidRPr="009F1A25" w:rsidRDefault="001E262E" w:rsidP="007C59F9">
            <w:pPr>
              <w:pStyle w:val="a7"/>
              <w:spacing w:before="120" w:after="120"/>
              <w:ind w:left="-37" w:right="-51"/>
              <w:contextualSpacing w:val="0"/>
              <w:rPr>
                <w:b/>
                <w:sz w:val="22"/>
                <w:szCs w:val="22"/>
                <w:lang w:val="ru-RU"/>
              </w:rPr>
            </w:pPr>
            <w:r w:rsidRPr="009F1A25">
              <w:rPr>
                <w:b/>
                <w:sz w:val="22"/>
                <w:szCs w:val="22"/>
                <w:lang w:val="ru-RU"/>
              </w:rPr>
              <w:t>Сведения о согласовании местоположения границ (согласовано/спорное)</w:t>
            </w:r>
          </w:p>
        </w:tc>
      </w:tr>
      <w:tr w:rsidR="007C59F9" w:rsidRPr="00590258" w:rsidTr="004D114C">
        <w:trPr>
          <w:gridAfter w:val="1"/>
          <w:wAfter w:w="13" w:type="dxa"/>
          <w:trHeight w:val="310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1E262E" w:rsidP="00590258">
            <w:pPr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1E262E" w:rsidP="008F2304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1843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FF0D56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55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F9" w:rsidRPr="00590258" w:rsidRDefault="00FF0D56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328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59F9" w:rsidRPr="00590258" w:rsidRDefault="00FF0D56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590258">
            <w:pPr>
              <w:pStyle w:val="a7"/>
              <w:ind w:left="-74" w:right="-44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590258" w:rsidRDefault="001E262E" w:rsidP="008F2304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5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35.41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28.75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35.14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90258" w:rsidTr="004D114C">
        <w:trPr>
          <w:gridAfter w:val="1"/>
          <w:wAfter w:w="13" w:type="dxa"/>
          <w:trHeight w:val="64"/>
        </w:trPr>
        <w:tc>
          <w:tcPr>
            <w:tcW w:w="124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8F2304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27.97</w:t>
            </w:r>
          </w:p>
        </w:tc>
        <w:tc>
          <w:tcPr>
            <w:tcW w:w="2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2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8F2304">
            <w:pPr>
              <w:spacing w:before="120" w:after="120"/>
            </w:pPr>
            <w:r w:rsidRPr="00AD6831">
              <w:rPr>
                <w:lang w:val="en-US"/>
              </w:rPr>
              <w:t>–</w:t>
            </w:r>
          </w:p>
        </w:tc>
      </w:tr>
      <w:tr w:rsidR="00590258" w:rsidRPr="00550ABC" w:rsidTr="004D114C">
        <w:trPr>
          <w:gridAfter w:val="1"/>
          <w:wAfter w:w="13" w:type="dxa"/>
          <w:trHeight w:val="397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B66B69" w:rsidRPr="009F1A25" w:rsidRDefault="001E262E" w:rsidP="009F515E">
            <w:pPr>
              <w:pStyle w:val="a7"/>
              <w:spacing w:before="120"/>
              <w:jc w:val="both"/>
              <w:rPr>
                <w:b/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3. Сведения о характеристиках образуемого земельного участка </w:t>
            </w:r>
            <w:r w:rsidRPr="009F1A25">
              <w:rPr>
                <w:lang w:val="ru-RU"/>
              </w:rPr>
              <w:t>:ЗУ4</w:t>
            </w:r>
          </w:p>
        </w:tc>
      </w:tr>
      <w:tr w:rsidR="007C59F9" w:rsidRPr="00550ABC" w:rsidTr="004D114C">
        <w:trPr>
          <w:gridAfter w:val="2"/>
          <w:wAfter w:w="23" w:type="dxa"/>
          <w:trHeight w:val="338"/>
        </w:trPr>
        <w:tc>
          <w:tcPr>
            <w:tcW w:w="6794" w:type="dxa"/>
            <w:gridSpan w:val="45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C59F9" w:rsidRPr="009F1A25" w:rsidRDefault="00FF0D56" w:rsidP="007C59F9">
            <w:pPr>
              <w:pStyle w:val="a7"/>
              <w:spacing w:after="120"/>
              <w:rPr>
                <w:b/>
                <w:sz w:val="12"/>
                <w:lang w:val="ru-RU"/>
              </w:rPr>
            </w:pPr>
          </w:p>
        </w:tc>
        <w:tc>
          <w:tcPr>
            <w:tcW w:w="3115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C59F9" w:rsidRDefault="001E262E" w:rsidP="000C0B13">
            <w:pPr>
              <w:pStyle w:val="a7"/>
              <w:spacing w:after="120"/>
              <w:ind w:left="-113" w:right="-113"/>
              <w:rPr>
                <w:b/>
              </w:rPr>
            </w:pPr>
            <w:proofErr w:type="spellStart"/>
            <w:r w:rsidRPr="00B66B69">
              <w:rPr>
                <w:sz w:val="20"/>
              </w:rPr>
              <w:t>обозначение</w:t>
            </w:r>
            <w:proofErr w:type="spellEnd"/>
            <w:r w:rsidRPr="00B66B69">
              <w:rPr>
                <w:sz w:val="20"/>
              </w:rPr>
              <w:t xml:space="preserve"> </w:t>
            </w:r>
            <w:proofErr w:type="spellStart"/>
            <w:r w:rsidRPr="00B66B69">
              <w:rPr>
                <w:sz w:val="20"/>
              </w:rPr>
              <w:t>земельного</w:t>
            </w:r>
            <w:proofErr w:type="spellEnd"/>
            <w:r w:rsidRPr="00B66B69">
              <w:rPr>
                <w:sz w:val="20"/>
              </w:rPr>
              <w:t xml:space="preserve"> </w:t>
            </w:r>
            <w:proofErr w:type="spellStart"/>
            <w:r w:rsidRPr="00B66B69">
              <w:rPr>
                <w:sz w:val="20"/>
              </w:rPr>
              <w:t>участка</w:t>
            </w:r>
            <w:proofErr w:type="spellEnd"/>
          </w:p>
        </w:tc>
        <w:tc>
          <w:tcPr>
            <w:tcW w:w="28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7C59F9" w:rsidRPr="000C0B13" w:rsidRDefault="00FF0D56" w:rsidP="007C59F9">
            <w:pPr>
              <w:pStyle w:val="a7"/>
              <w:spacing w:after="120"/>
              <w:rPr>
                <w:b/>
                <w:sz w:val="12"/>
              </w:rPr>
            </w:pPr>
          </w:p>
        </w:tc>
      </w:tr>
      <w:tr w:rsidR="00EB43A2" w:rsidRPr="00590258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590258" w:rsidRDefault="001E262E" w:rsidP="0080513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B66B69" w:rsidRDefault="001E262E" w:rsidP="0080513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B66B69" w:rsidRDefault="001E262E" w:rsidP="0080513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66B69" w:rsidRDefault="001E262E" w:rsidP="00D67627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B69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F13182" w:rsidRDefault="001E262E" w:rsidP="00D67627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F13182" w:rsidRDefault="001E262E" w:rsidP="00D67627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90258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90258" w:rsidRPr="006262D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4036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6E" w:rsidRPr="00E70CD1" w:rsidRDefault="001E262E" w:rsidP="00AD69CF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036E" w:rsidRPr="00AD683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31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Тейковский район, </w:t>
            </w:r>
            <w:proofErr w:type="spellStart"/>
            <w:r w:rsidRPr="00AD6831">
              <w:rPr>
                <w:rFonts w:ascii="Times New Roman" w:hAnsi="Times New Roman" w:cs="Times New Roman"/>
                <w:sz w:val="24"/>
                <w:szCs w:val="24"/>
              </w:rPr>
              <w:t>Бураково</w:t>
            </w:r>
            <w:proofErr w:type="spellEnd"/>
            <w:r w:rsidRPr="00AD6831">
              <w:rPr>
                <w:rFonts w:ascii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</w:tr>
      <w:tr w:rsidR="00E4036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6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036E" w:rsidRPr="00433946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46">
              <w:rPr>
                <w:rFonts w:ascii="Times New Roman" w:hAnsi="Times New Roman" w:cs="Times New Roman"/>
                <w:sz w:val="24"/>
                <w:szCs w:val="24"/>
              </w:rPr>
              <w:t>земельный участок 9</w:t>
            </w:r>
          </w:p>
        </w:tc>
      </w:tr>
      <w:tr w:rsidR="00E4036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6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6E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4036E" w:rsidRPr="00E4036E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Земли</w:t>
            </w:r>
            <w:proofErr w:type="spellEnd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населенных</w:t>
            </w:r>
            <w:proofErr w:type="spellEnd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03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пунктов</w:t>
            </w:r>
            <w:proofErr w:type="spellEnd"/>
          </w:p>
        </w:tc>
      </w:tr>
      <w:tr w:rsidR="006262DE" w:rsidRPr="004A75A7" w:rsidTr="004D114C">
        <w:trPr>
          <w:gridAfter w:val="1"/>
          <w:wAfter w:w="13" w:type="dxa"/>
          <w:trHeight w:val="413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(виды) </w:t>
            </w: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>разрешенного использования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62DE" w:rsidRPr="00550ABC" w:rsidRDefault="001E262E" w:rsidP="00805139">
            <w:pPr>
              <w:spacing w:before="120" w:after="120"/>
              <w:jc w:val="both"/>
              <w:rPr>
                <w:lang w:val="en-US"/>
              </w:rPr>
            </w:pPr>
            <w:proofErr w:type="spellStart"/>
            <w:r w:rsidRPr="00550ABC">
              <w:rPr>
                <w:lang w:val="en-US"/>
              </w:rPr>
              <w:t>Для</w:t>
            </w:r>
            <w:proofErr w:type="spellEnd"/>
            <w:r w:rsidRPr="00550ABC">
              <w:rPr>
                <w:lang w:val="en-US"/>
              </w:rPr>
              <w:t xml:space="preserve"> </w:t>
            </w:r>
            <w:proofErr w:type="spellStart"/>
            <w:r w:rsidRPr="00550ABC">
              <w:rPr>
                <w:lang w:val="en-US"/>
              </w:rPr>
              <w:t>индивидуального</w:t>
            </w:r>
            <w:proofErr w:type="spellEnd"/>
            <w:r w:rsidRPr="00550ABC">
              <w:rPr>
                <w:lang w:val="en-US"/>
              </w:rPr>
              <w:t xml:space="preserve"> </w:t>
            </w:r>
            <w:proofErr w:type="spellStart"/>
            <w:r w:rsidRPr="00550ABC">
              <w:rPr>
                <w:lang w:val="en-US"/>
              </w:rPr>
              <w:t>жилищного</w:t>
            </w:r>
            <w:proofErr w:type="spellEnd"/>
            <w:r w:rsidRPr="00550ABC">
              <w:rPr>
                <w:lang w:val="en-US"/>
              </w:rPr>
              <w:t xml:space="preserve"> </w:t>
            </w:r>
            <w:proofErr w:type="spellStart"/>
            <w:r w:rsidRPr="00550ABC">
              <w:rPr>
                <w:lang w:val="en-US"/>
              </w:rPr>
              <w:t>строительства</w:t>
            </w:r>
            <w:proofErr w:type="spellEnd"/>
          </w:p>
        </w:tc>
      </w:tr>
      <w:tr w:rsidR="00A46CBB" w:rsidRPr="004A75A7" w:rsidTr="004D114C">
        <w:trPr>
          <w:gridAfter w:val="1"/>
          <w:wAfter w:w="13" w:type="dxa"/>
          <w:trHeight w:val="90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46CBB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CBB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сведения об использовании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46CBB" w:rsidRPr="00A46CBB" w:rsidRDefault="001E262E" w:rsidP="00A46CBB">
            <w:pPr>
              <w:spacing w:before="120" w:after="120"/>
              <w:jc w:val="both"/>
            </w:pPr>
            <w:r w:rsidRPr="00AD6831">
              <w:lastRenderedPageBreak/>
              <w:t>–</w:t>
            </w:r>
          </w:p>
        </w:tc>
      </w:tr>
      <w:tr w:rsidR="006262D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262DE" w:rsidRPr="00E4036E" w:rsidRDefault="001E262E" w:rsidP="00AD69CF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Реестровый 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 границ территориальной зоны </w:t>
            </w: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или в случае отсут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ствия такого реестрового номера </w:t>
            </w: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ее индивидуальное обозначение (вид, тип, номер, индекс)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62DE" w:rsidRPr="00AD6831" w:rsidRDefault="001E262E" w:rsidP="00FD01F4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83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6262DE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262DE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DE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6262DE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262DE" w:rsidRPr="00E4036E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2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 ± 11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7311BF" w:rsidRPr="00E4036E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A46CB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F">
              <w:rPr>
                <w:rFonts w:ascii="Times New Roman" w:hAnsi="Times New Roman" w:cs="Times New Roman"/>
                <w:sz w:val="24"/>
                <w:szCs w:val="24"/>
              </w:rPr>
              <w:t xml:space="preserve">Формула, примененная для вычисления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7311BF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 подставленными значениями и итоговые (вычисленные) значения</w:t>
            </w:r>
            <w:r w:rsidRPr="007311BF">
              <w:rPr>
                <w:rFonts w:ascii="Times New Roman" w:hAnsi="Times New Roman" w:cs="Times New Roman"/>
                <w:sz w:val="24"/>
                <w:szCs w:val="24"/>
              </w:rPr>
              <w:t xml:space="preserve"> (ΔР), м</w:t>
            </w:r>
            <w:r w:rsidRPr="007311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√1000 = 11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550ABC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550ABC" w:rsidRDefault="001E262E" w:rsidP="00A46CB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E4036E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7311BF" w:rsidRPr="00E4036E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7311BF" w:rsidRPr="00550ABC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7311BF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550ABC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образуемом</w:t>
            </w: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земельном участке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D018E3" w:rsidRDefault="001E262E" w:rsidP="00805139">
            <w:pPr>
              <w:spacing w:before="120" w:after="120"/>
              <w:jc w:val="both"/>
              <w:rPr>
                <w:highlight w:val="yellow"/>
              </w:rPr>
            </w:pPr>
            <w:r w:rsidRPr="00AD6831">
              <w:rPr>
                <w:lang w:val="en-US"/>
              </w:rPr>
              <w:t>37:18:080221:118</w:t>
            </w:r>
          </w:p>
        </w:tc>
      </w:tr>
      <w:tr w:rsidR="007311BF" w:rsidRPr="004A75A7" w:rsidTr="004D114C">
        <w:trPr>
          <w:gridAfter w:val="1"/>
          <w:wAfter w:w="13" w:type="dxa"/>
          <w:trHeight w:val="400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7311BF" w:rsidRDefault="001E262E" w:rsidP="0080513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ABC">
              <w:rPr>
                <w:rFonts w:ascii="Times New Roman" w:hAnsi="Times New Roman" w:cs="Times New Roman"/>
                <w:sz w:val="24"/>
                <w:szCs w:val="24"/>
              </w:rPr>
              <w:t>Кадастровые номера исходных земельных участков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AD6831" w:rsidRDefault="001E262E" w:rsidP="00805139">
            <w:pPr>
              <w:spacing w:before="120" w:after="120"/>
              <w:jc w:val="both"/>
            </w:pPr>
            <w:r w:rsidRPr="00AD6831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33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входящего в состав земельного участка, представляющего собой единое землепользование (номер контура многоконтурного земельного участка), преобразование которого осуществляется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AD6831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33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Кадастровые номера земельных участков, исключаемых из состава измененного (исходного) земельного участка, представляющего собой единое землепользование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AD6831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165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80513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550ABC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объекта недвижимости, расположенного на измененном земельном участке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AD6831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7311BF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Условный номер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Pr="004F1F74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D018E3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Учетный номер проекта межевания территории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7311BF" w:rsidRPr="004A75A7" w:rsidTr="004D114C">
        <w:trPr>
          <w:gridAfter w:val="1"/>
          <w:wAfter w:w="13" w:type="dxa"/>
          <w:trHeight w:val="638"/>
        </w:trPr>
        <w:tc>
          <w:tcPr>
            <w:tcW w:w="697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D018E3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E3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образовании земельного участка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4F1F74">
              <w:t>–</w:t>
            </w:r>
          </w:p>
        </w:tc>
      </w:tr>
      <w:tr w:rsidR="00695EE6" w:rsidRPr="004A75A7" w:rsidTr="004D114C">
        <w:trPr>
          <w:gridAfter w:val="1"/>
          <w:wAfter w:w="13" w:type="dxa"/>
          <w:trHeight w:val="141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Default="001E262E" w:rsidP="00695EE6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E6" w:rsidRPr="00D018E3" w:rsidRDefault="001E262E" w:rsidP="0080513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95EE6" w:rsidRPr="004F1F74" w:rsidRDefault="001E262E" w:rsidP="00A323FD">
            <w:pPr>
              <w:pStyle w:val="a6"/>
              <w:spacing w:before="113" w:beforeAutospacing="0" w:after="113"/>
            </w:pPr>
            <w:r w:rsidRPr="009F1A25">
              <w:t>Земли (земельные участки) общего пользования</w:t>
            </w:r>
          </w:p>
        </w:tc>
      </w:tr>
      <w:tr w:rsidR="007311BF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:rsidR="007311BF" w:rsidRPr="00D018E3" w:rsidRDefault="001E262E" w:rsidP="00695EE6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53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F" w:rsidRPr="00E70CD1" w:rsidRDefault="001E262E" w:rsidP="0080513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311BF" w:rsidRDefault="001E262E" w:rsidP="0080513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A21926" w:rsidRPr="004A75A7" w:rsidTr="004D114C">
        <w:trPr>
          <w:gridAfter w:val="1"/>
          <w:wAfter w:w="13" w:type="dxa"/>
          <w:trHeight w:val="397"/>
        </w:trPr>
        <w:tc>
          <w:tcPr>
            <w:tcW w:w="10206" w:type="dxa"/>
            <w:gridSpan w:val="57"/>
            <w:tcBorders>
              <w:top w:val="sing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B552C" w:rsidRPr="0070755D" w:rsidRDefault="001E262E" w:rsidP="00E7469D">
            <w:pPr>
              <w:pStyle w:val="ConsPlusNonformat"/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  <w:r w:rsidRPr="00A219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Пояснения к сведениям об образуемом земельном участке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59F9">
              <w:rPr>
                <w:rFonts w:ascii="Times New Roman" w:hAnsi="Times New Roman" w:cs="Times New Roman"/>
                <w:sz w:val="24"/>
                <w:szCs w:val="24"/>
              </w:rPr>
              <w:t>:ЗУ4</w:t>
            </w:r>
          </w:p>
        </w:tc>
      </w:tr>
      <w:tr w:rsidR="007C59F9" w:rsidRPr="004A75A7" w:rsidTr="004D114C">
        <w:trPr>
          <w:gridAfter w:val="1"/>
          <w:wAfter w:w="13" w:type="dxa"/>
          <w:trHeight w:val="315"/>
        </w:trPr>
        <w:tc>
          <w:tcPr>
            <w:tcW w:w="6647" w:type="dxa"/>
            <w:gridSpan w:val="4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C59F9" w:rsidRDefault="00FF0D56" w:rsidP="007C59F9">
            <w:pPr>
              <w:pStyle w:val="ConsPlusNonformat"/>
              <w:spacing w:after="120" w:line="216" w:lineRule="auto"/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2" w:type="dxa"/>
            <w:gridSpan w:val="11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C59F9" w:rsidRDefault="001E262E" w:rsidP="000C0B13">
            <w:pPr>
              <w:pStyle w:val="ConsPlusNonformat"/>
              <w:spacing w:after="120" w:line="216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55D">
              <w:rPr>
                <w:rFonts w:ascii="Times New Roman" w:hAnsi="Times New Roman" w:cs="Times New Roman"/>
              </w:rPr>
              <w:t>обозначение земельного участка</w:t>
            </w:r>
          </w:p>
        </w:tc>
        <w:tc>
          <w:tcPr>
            <w:tcW w:w="28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7C59F9" w:rsidRDefault="00FF0D56" w:rsidP="007C59F9">
            <w:pPr>
              <w:pStyle w:val="ConsPlusNonformat"/>
              <w:spacing w:after="120" w:line="216" w:lineRule="auto"/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0A0D" w:rsidRPr="004A75A7" w:rsidTr="004D114C">
        <w:trPr>
          <w:gridAfter w:val="1"/>
          <w:wAfter w:w="13" w:type="dxa"/>
          <w:trHeight w:val="68"/>
        </w:trPr>
        <w:tc>
          <w:tcPr>
            <w:tcW w:w="69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30A0D" w:rsidRPr="00E30A0D" w:rsidRDefault="001E262E" w:rsidP="00E7469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9509" w:type="dxa"/>
            <w:gridSpan w:val="5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30A0D" w:rsidRPr="00EB6BB1" w:rsidRDefault="001E262E" w:rsidP="00E7469D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30A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035E0C" w:rsidRPr="00B634EE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1E262E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gridAfter w:val="1"/>
          <w:wAfter w:w="13" w:type="dxa"/>
          <w:trHeight w:val="74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1E262E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37:18:080221:4</w:t>
            </w:r>
          </w:p>
        </w:tc>
      </w:tr>
      <w:tr w:rsidR="001D786B" w:rsidRPr="00DF5913" w:rsidTr="002F4CB1">
        <w:trPr>
          <w:gridAfter w:val="1"/>
          <w:wAfter w:w="13" w:type="dxa"/>
          <w:trHeight w:val="247"/>
        </w:trPr>
        <w:tc>
          <w:tcPr>
            <w:tcW w:w="6663" w:type="dxa"/>
            <w:gridSpan w:val="4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1E262E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МСК-37, зона 4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1E262E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4</w:t>
            </w:r>
          </w:p>
        </w:tc>
      </w:tr>
      <w:tr w:rsidR="001D786B" w:rsidRPr="00DF5913" w:rsidTr="0076690B">
        <w:trPr>
          <w:gridAfter w:val="1"/>
          <w:wAfter w:w="13" w:type="dxa"/>
          <w:trHeight w:val="407"/>
        </w:trPr>
        <w:tc>
          <w:tcPr>
            <w:tcW w:w="1267" w:type="dxa"/>
            <w:gridSpan w:val="9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C9601F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gridAfter w:val="1"/>
          <w:wAfter w:w="13" w:type="dxa"/>
          <w:trHeight w:val="1021"/>
        </w:trPr>
        <w:tc>
          <w:tcPr>
            <w:tcW w:w="1267" w:type="dxa"/>
            <w:gridSpan w:val="9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11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gridAfter w:val="1"/>
          <w:wAfter w:w="13" w:type="dxa"/>
          <w:trHeight w:val="971"/>
        </w:trPr>
        <w:tc>
          <w:tcPr>
            <w:tcW w:w="1267" w:type="dxa"/>
            <w:gridSpan w:val="9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9F1A25" w:rsidRDefault="00FF0D56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1E262E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1E262E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1E262E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1E262E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FF0D56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FF0D56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FF0D56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287085.68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2194528.32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287091.84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2194521.03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287077.68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2194546.10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287082.48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2194538.36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287017.26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2194516.75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287027.63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2194510.71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286977.44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2194498.05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286989.07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2194488.63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 xml:space="preserve">Метод спутниковых геодезических </w:t>
            </w:r>
            <w:r w:rsidRPr="009F1A25">
              <w:lastRenderedPageBreak/>
              <w:t>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286982.03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2194488.02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286994.07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2194478.80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286984.68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2194482.92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286996.93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2194473.81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286987.02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2194478.13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286999.46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2194469.12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287012.99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2194491.11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287024.88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2194483.16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287024.72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2194497.66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287036.33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2194490.18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287040.69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2194492.61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287085.68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2194528.32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287091.84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2194521.03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1E262E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37:18:080221:4</w:t>
            </w:r>
          </w:p>
        </w:tc>
      </w:tr>
      <w:tr w:rsidR="00590258" w:rsidRPr="00DF5913" w:rsidTr="0076690B">
        <w:trPr>
          <w:gridAfter w:val="1"/>
          <w:wAfter w:w="13" w:type="dxa"/>
          <w:trHeight w:val="518"/>
        </w:trPr>
        <w:tc>
          <w:tcPr>
            <w:tcW w:w="2552" w:type="dxa"/>
            <w:gridSpan w:val="1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gridAfter w:val="1"/>
          <w:wAfter w:w="13" w:type="dxa"/>
          <w:trHeight w:val="310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19.70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61.43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44.43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11.03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5.75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5.33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29.04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13.43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4.99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58.52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1E262E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37:18:080221:4</w:t>
            </w:r>
          </w:p>
        </w:tc>
      </w:tr>
      <w:tr w:rsidR="00EB43A2" w:rsidRPr="00590258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1E262E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1E262E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1E262E" w:rsidP="0076690B">
            <w:pPr>
              <w:spacing w:before="120" w:after="120"/>
              <w:jc w:val="both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44 дом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2280 ± 17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√2280 = 17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2280</w:t>
            </w:r>
          </w:p>
        </w:tc>
      </w:tr>
      <w:tr w:rsidR="00942F16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gridAfter w:val="1"/>
          <w:wAfter w:w="13" w:type="dxa"/>
          <w:trHeight w:val="711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1E262E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851014" w:rsidRPr="000825F3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7C13B7" w:rsidRPr="004A75A7" w:rsidTr="009E4793">
        <w:trPr>
          <w:gridAfter w:val="1"/>
          <w:wAfter w:w="13" w:type="dxa"/>
          <w:trHeight w:val="118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1E262E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37:18:080221:128</w:t>
            </w:r>
          </w:p>
        </w:tc>
      </w:tr>
      <w:tr w:rsidR="007C13B7" w:rsidRPr="004A75A7" w:rsidTr="009E4793">
        <w:trPr>
          <w:gridAfter w:val="1"/>
          <w:wAfter w:w="13" w:type="dxa"/>
          <w:trHeight w:val="165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1E262E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F1A25" w:rsidRDefault="001E262E" w:rsidP="006A1AA4">
            <w:pPr>
              <w:spacing w:before="120" w:after="120"/>
              <w:jc w:val="both"/>
            </w:pPr>
            <w:r w:rsidRPr="009F1A25">
              <w:t>Для ведения личного подсобного хозяйства (приусадебный земельный участок)</w:t>
            </w:r>
          </w:p>
        </w:tc>
      </w:tr>
      <w:tr w:rsidR="007C13B7" w:rsidRPr="004A75A7" w:rsidTr="009E4793">
        <w:trPr>
          <w:gridAfter w:val="1"/>
          <w:wAfter w:w="13" w:type="dxa"/>
          <w:trHeight w:val="22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1E262E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1E262E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gridAfter w:val="1"/>
          <w:wAfter w:w="13" w:type="dxa"/>
          <w:trHeight w:val="275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1E262E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1E262E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1E262E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1E262E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37:18:080221:4</w:t>
            </w:r>
          </w:p>
        </w:tc>
      </w:tr>
      <w:tr w:rsidR="007C13B7" w:rsidRPr="004A75A7" w:rsidTr="00154D1F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5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1E262E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1E262E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gridAfter w:val="1"/>
          <w:wAfter w:w="13" w:type="dxa"/>
          <w:trHeight w:val="74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1E262E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37:18:080221:30</w:t>
            </w:r>
          </w:p>
        </w:tc>
      </w:tr>
      <w:tr w:rsidR="001D786B" w:rsidRPr="00DF5913" w:rsidTr="002F4CB1">
        <w:trPr>
          <w:gridAfter w:val="1"/>
          <w:wAfter w:w="13" w:type="dxa"/>
          <w:trHeight w:val="247"/>
        </w:trPr>
        <w:tc>
          <w:tcPr>
            <w:tcW w:w="6663" w:type="dxa"/>
            <w:gridSpan w:val="4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1E262E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МСК-37, зона 4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1E262E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4</w:t>
            </w:r>
          </w:p>
        </w:tc>
      </w:tr>
      <w:tr w:rsidR="001D786B" w:rsidRPr="00DF5913" w:rsidTr="0076690B">
        <w:trPr>
          <w:gridAfter w:val="1"/>
          <w:wAfter w:w="13" w:type="dxa"/>
          <w:trHeight w:val="407"/>
        </w:trPr>
        <w:tc>
          <w:tcPr>
            <w:tcW w:w="1267" w:type="dxa"/>
            <w:gridSpan w:val="9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C9601F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gridAfter w:val="1"/>
          <w:wAfter w:w="13" w:type="dxa"/>
          <w:trHeight w:val="1021"/>
        </w:trPr>
        <w:tc>
          <w:tcPr>
            <w:tcW w:w="1267" w:type="dxa"/>
            <w:gridSpan w:val="9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11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gridAfter w:val="1"/>
          <w:wAfter w:w="13" w:type="dxa"/>
          <w:trHeight w:val="971"/>
        </w:trPr>
        <w:tc>
          <w:tcPr>
            <w:tcW w:w="1267" w:type="dxa"/>
            <w:gridSpan w:val="9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9F1A25" w:rsidRDefault="00FF0D56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1E262E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1E262E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1E262E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1E262E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FF0D56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FF0D56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FF0D56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287075.01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2194543.89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287087.25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2194540.76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287067.96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2194560.51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287079.07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2194558.05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287066.89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2194552.09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287049.55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2194543.60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287008.26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2194536.79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287018.86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2194528.59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287005.22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2194534.94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286985.00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2194523.84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286969.23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2194515.73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286980.57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2194505.11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286982.26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2194500.81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 xml:space="preserve">Метод спутниковых геодезических </w:t>
            </w:r>
            <w:r w:rsidRPr="009F1A25">
              <w:lastRenderedPageBreak/>
              <w:t>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286985.23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2194495.72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286977.48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2194498.27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286989.07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2194488.63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286986.33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2194502.29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286997.17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2194507.76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287008.70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2194512.72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287017.15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2194517.06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287027.63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2194510.71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287082.48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2194538.36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287075.01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2194543.89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287087.25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2194540.76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1E262E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37:18:080221:30</w:t>
            </w:r>
          </w:p>
        </w:tc>
      </w:tr>
      <w:tr w:rsidR="00590258" w:rsidRPr="00DF5913" w:rsidTr="0076690B">
        <w:trPr>
          <w:gridAfter w:val="1"/>
          <w:wAfter w:w="13" w:type="dxa"/>
          <w:trHeight w:val="518"/>
        </w:trPr>
        <w:tc>
          <w:tcPr>
            <w:tcW w:w="2552" w:type="dxa"/>
            <w:gridSpan w:val="1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>Обозначение части границ</w:t>
            </w:r>
          </w:p>
        </w:tc>
        <w:tc>
          <w:tcPr>
            <w:tcW w:w="2055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gridAfter w:val="1"/>
          <w:wAfter w:w="13" w:type="dxa"/>
          <w:trHeight w:val="310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19.13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13.56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19.31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34.16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44.92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4.62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5.89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8.06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44.43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61.43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5.34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1E262E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37:18:080221:30</w:t>
            </w:r>
          </w:p>
        </w:tc>
      </w:tr>
      <w:tr w:rsidR="00EB43A2" w:rsidRPr="00590258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1E262E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1E262E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1E262E" w:rsidP="0076690B">
            <w:pPr>
              <w:spacing w:before="120" w:after="120"/>
              <w:jc w:val="both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46 дом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2166 ± 16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√2166 = 16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2166</w:t>
            </w:r>
          </w:p>
        </w:tc>
      </w:tr>
      <w:tr w:rsidR="00942F16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gridAfter w:val="1"/>
          <w:wAfter w:w="13" w:type="dxa"/>
          <w:trHeight w:val="711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1E262E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851014" w:rsidRPr="000825F3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7C13B7" w:rsidRPr="004A75A7" w:rsidTr="009E4793">
        <w:trPr>
          <w:gridAfter w:val="1"/>
          <w:wAfter w:w="13" w:type="dxa"/>
          <w:trHeight w:val="118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1E262E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37:18:080221:105</w:t>
            </w:r>
          </w:p>
        </w:tc>
      </w:tr>
      <w:tr w:rsidR="007C13B7" w:rsidRPr="004A75A7" w:rsidTr="009E4793">
        <w:trPr>
          <w:gridAfter w:val="1"/>
          <w:wAfter w:w="13" w:type="dxa"/>
          <w:trHeight w:val="165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1E262E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F1A25" w:rsidRDefault="001E262E" w:rsidP="006A1AA4">
            <w:pPr>
              <w:spacing w:before="120" w:after="120"/>
              <w:jc w:val="both"/>
            </w:pPr>
            <w:r w:rsidRPr="009F1A25">
              <w:t>Для ведения личного подсобного хозяйства (приусадебный земельный участок)</w:t>
            </w:r>
          </w:p>
        </w:tc>
      </w:tr>
      <w:tr w:rsidR="007C13B7" w:rsidRPr="004A75A7" w:rsidTr="009E4793">
        <w:trPr>
          <w:gridAfter w:val="1"/>
          <w:wAfter w:w="13" w:type="dxa"/>
          <w:trHeight w:val="22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1E262E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1E262E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gridAfter w:val="1"/>
          <w:wAfter w:w="13" w:type="dxa"/>
          <w:trHeight w:val="275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1E262E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1E262E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1E262E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1E262E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37:18:080221:30</w:t>
            </w:r>
          </w:p>
        </w:tc>
      </w:tr>
      <w:tr w:rsidR="007C13B7" w:rsidRPr="004A75A7" w:rsidTr="00154D1F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5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1E262E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1E262E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gridAfter w:val="1"/>
          <w:wAfter w:w="13" w:type="dxa"/>
          <w:trHeight w:val="74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1E262E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37:18:080221:32</w:t>
            </w:r>
          </w:p>
        </w:tc>
      </w:tr>
      <w:tr w:rsidR="001D786B" w:rsidRPr="00DF5913" w:rsidTr="002F4CB1">
        <w:trPr>
          <w:gridAfter w:val="1"/>
          <w:wAfter w:w="13" w:type="dxa"/>
          <w:trHeight w:val="247"/>
        </w:trPr>
        <w:tc>
          <w:tcPr>
            <w:tcW w:w="6663" w:type="dxa"/>
            <w:gridSpan w:val="4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1E262E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МСК-37, зона 4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1E262E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4</w:t>
            </w:r>
          </w:p>
        </w:tc>
      </w:tr>
      <w:tr w:rsidR="001D786B" w:rsidRPr="00DF5913" w:rsidTr="0076690B">
        <w:trPr>
          <w:gridAfter w:val="1"/>
          <w:wAfter w:w="13" w:type="dxa"/>
          <w:trHeight w:val="407"/>
        </w:trPr>
        <w:tc>
          <w:tcPr>
            <w:tcW w:w="1267" w:type="dxa"/>
            <w:gridSpan w:val="9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</w:t>
            </w:r>
            <w:proofErr w:type="spellStart"/>
            <w:r w:rsidRPr="00C9601F">
              <w:rPr>
                <w:b/>
                <w:sz w:val="22"/>
                <w:szCs w:val="22"/>
              </w:rPr>
              <w:t>квадратической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 погрешности определения координат характерных точек границ (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 xml:space="preserve">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(вычисленные) значения </w:t>
            </w:r>
            <w:proofErr w:type="spellStart"/>
            <w:r w:rsidRPr="00C9601F">
              <w:rPr>
                <w:b/>
                <w:sz w:val="22"/>
                <w:szCs w:val="22"/>
              </w:rPr>
              <w:t>Мt</w:t>
            </w:r>
            <w:proofErr w:type="spellEnd"/>
            <w:r w:rsidRPr="00C9601F">
              <w:rPr>
                <w:b/>
                <w:sz w:val="22"/>
                <w:szCs w:val="22"/>
              </w:rPr>
              <w:t>, м</w:t>
            </w:r>
          </w:p>
        </w:tc>
        <w:tc>
          <w:tcPr>
            <w:tcW w:w="12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gridAfter w:val="1"/>
          <w:wAfter w:w="13" w:type="dxa"/>
          <w:trHeight w:val="1021"/>
        </w:trPr>
        <w:tc>
          <w:tcPr>
            <w:tcW w:w="1267" w:type="dxa"/>
            <w:gridSpan w:val="9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11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gridAfter w:val="1"/>
          <w:wAfter w:w="13" w:type="dxa"/>
          <w:trHeight w:val="971"/>
        </w:trPr>
        <w:tc>
          <w:tcPr>
            <w:tcW w:w="1267" w:type="dxa"/>
            <w:gridSpan w:val="9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9F1A25" w:rsidRDefault="00FF0D56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1E262E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1E262E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1E262E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1E262E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FF0D56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FF0D56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FF0D56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1E262E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287003.31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2194648.34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287005.74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2194640.06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286988.71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2194679.64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286989.22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2194670.39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286956.02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2194653.77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286935.14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2194656.87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286937.17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2194644.33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286934.89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2194657.45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286936.89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2194644.90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286930.68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2194655.20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286932.83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2194642.39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286929.91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2194654.45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286932.11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2194641.59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286909.50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2194643.08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286912.44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2194628.97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286918.46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2194624.83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286922.52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2194611.32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286921.44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2194618.76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286925.87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2194605.44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286923.04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2194615.51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286927.49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2194602.57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286924.64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2194612.24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286926.33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2194608.08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286931.42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2194595.09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286927.56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2194605.61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286932.80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2194592.70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286939.04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2194611.12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286943.91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2194598.91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286964.52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2194624.43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286968.51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2194613.78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286962.61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2194628.10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286966.38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2194617.33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 xml:space="preserve">Метод спутниковых геодезических </w:t>
            </w:r>
            <w:r w:rsidRPr="009F1A25">
              <w:lastRenderedPageBreak/>
              <w:t>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286974.46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2194622.00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286974.46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2194622.00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gridAfter w:val="1"/>
          <w:wAfter w:w="13" w:type="dxa"/>
          <w:trHeight w:val="64"/>
        </w:trPr>
        <w:tc>
          <w:tcPr>
            <w:tcW w:w="126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287003.31</w:t>
            </w:r>
          </w:p>
        </w:tc>
        <w:tc>
          <w:tcPr>
            <w:tcW w:w="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2194648.34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287005.74</w:t>
            </w:r>
          </w:p>
        </w:tc>
        <w:tc>
          <w:tcPr>
            <w:tcW w:w="9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2194640.06</w:t>
            </w:r>
          </w:p>
        </w:tc>
        <w:tc>
          <w:tcPr>
            <w:tcW w:w="1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Mt=0.10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1E262E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37:18:080221:32</w:t>
            </w:r>
          </w:p>
        </w:tc>
      </w:tr>
      <w:tr w:rsidR="00590258" w:rsidRPr="00DF5913" w:rsidTr="0076690B">
        <w:trPr>
          <w:gridAfter w:val="1"/>
          <w:wAfter w:w="13" w:type="dxa"/>
          <w:trHeight w:val="518"/>
        </w:trPr>
        <w:tc>
          <w:tcPr>
            <w:tcW w:w="2552" w:type="dxa"/>
            <w:gridSpan w:val="1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Горизонтальное </w:t>
            </w:r>
            <w:proofErr w:type="spellStart"/>
            <w:r w:rsidRPr="00DF5913">
              <w:rPr>
                <w:b/>
                <w:sz w:val="22"/>
                <w:szCs w:val="22"/>
              </w:rPr>
              <w:t>проложение</w:t>
            </w:r>
            <w:proofErr w:type="spellEnd"/>
            <w:r w:rsidRPr="00DF5913">
              <w:rPr>
                <w:b/>
                <w:sz w:val="22"/>
                <w:szCs w:val="22"/>
              </w:rPr>
              <w:t xml:space="preserve"> (S), м</w:t>
            </w:r>
          </w:p>
        </w:tc>
        <w:tc>
          <w:tcPr>
            <w:tcW w:w="205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gridAfter w:val="1"/>
          <w:wAfter w:w="13" w:type="dxa"/>
          <w:trHeight w:val="310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FF0D56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34.54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37.13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21.08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0.64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4.77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1.08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23.37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20.33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6.77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3.30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8.45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2.76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12.73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28.75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4.14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16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9.33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gridAfter w:val="1"/>
          <w:wAfter w:w="13" w:type="dxa"/>
          <w:trHeight w:val="64"/>
        </w:trPr>
        <w:tc>
          <w:tcPr>
            <w:tcW w:w="1276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1E262E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0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36.12</w:t>
            </w:r>
          </w:p>
        </w:tc>
        <w:tc>
          <w:tcPr>
            <w:tcW w:w="20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1E262E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rPr>
          <w:gridAfter w:val="1"/>
          <w:wAfter w:w="13" w:type="dxa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1E262E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37:18:080221:32</w:t>
            </w:r>
          </w:p>
        </w:tc>
      </w:tr>
      <w:tr w:rsidR="00EB43A2" w:rsidRPr="00590258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1E262E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1E262E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1E262E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1E262E" w:rsidP="0076690B">
            <w:pPr>
              <w:spacing w:before="120" w:after="120"/>
              <w:jc w:val="both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56 дом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3381 ± 20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3.5 * 0.10 * √3381 = 20</w:t>
            </w:r>
          </w:p>
        </w:tc>
      </w:tr>
      <w:tr w:rsidR="002E34DF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3381</w:t>
            </w:r>
          </w:p>
        </w:tc>
      </w:tr>
      <w:tr w:rsidR="00942F16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P и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</w:t>
            </w:r>
            <w:proofErr w:type="spellStart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proofErr w:type="spellEnd"/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gridAfter w:val="1"/>
          <w:wAfter w:w="13" w:type="dxa"/>
          <w:trHeight w:val="711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1E262E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мин</w:t>
            </w:r>
            <w:proofErr w:type="spellEnd"/>
            <w:r w:rsidRPr="001121D1">
              <w:t xml:space="preserve"> и </w:t>
            </w:r>
            <w:proofErr w:type="spellStart"/>
            <w:r w:rsidRPr="001121D1">
              <w:t>P</w:t>
            </w:r>
            <w:r w:rsidRPr="001121D1">
              <w:rPr>
                <w:vertAlign w:val="subscript"/>
              </w:rPr>
              <w:t>макс</w:t>
            </w:r>
            <w:proofErr w:type="spellEnd"/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  <w:p w:rsidR="00851014" w:rsidRPr="000825F3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7C13B7" w:rsidRPr="004A75A7" w:rsidTr="009E4793">
        <w:trPr>
          <w:gridAfter w:val="1"/>
          <w:wAfter w:w="13" w:type="dxa"/>
          <w:trHeight w:val="1189"/>
        </w:trPr>
        <w:tc>
          <w:tcPr>
            <w:tcW w:w="704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1E262E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37:18:080221:108</w:t>
            </w:r>
          </w:p>
        </w:tc>
      </w:tr>
      <w:tr w:rsidR="007C13B7" w:rsidRPr="004A75A7" w:rsidTr="009E4793">
        <w:trPr>
          <w:gridAfter w:val="1"/>
          <w:wAfter w:w="13" w:type="dxa"/>
          <w:trHeight w:val="165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1E262E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F1A25" w:rsidRDefault="001E262E" w:rsidP="006A1AA4">
            <w:pPr>
              <w:spacing w:before="120" w:after="120"/>
              <w:jc w:val="both"/>
            </w:pPr>
            <w:r w:rsidRPr="009F1A25">
              <w:t>Для ведения личного подсобного хозяйства (приусадебный земельный участок)</w:t>
            </w:r>
          </w:p>
        </w:tc>
      </w:tr>
      <w:tr w:rsidR="007C13B7" w:rsidRPr="004A75A7" w:rsidTr="009E4793">
        <w:trPr>
          <w:gridAfter w:val="1"/>
          <w:wAfter w:w="13" w:type="dxa"/>
          <w:trHeight w:val="228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1E262E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1E262E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gridAfter w:val="1"/>
          <w:wAfter w:w="13" w:type="dxa"/>
          <w:trHeight w:val="275"/>
        </w:trPr>
        <w:tc>
          <w:tcPr>
            <w:tcW w:w="70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1E262E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 (землях общего пользования, территории общего пользования),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посредством которых обеспечивается доступ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1E262E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lastRenderedPageBreak/>
              <w:t>–</w:t>
            </w:r>
          </w:p>
        </w:tc>
      </w:tr>
      <w:tr w:rsidR="007C13B7" w:rsidRPr="004A75A7" w:rsidTr="009E4793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1E262E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3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1E262E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1E262E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gridAfter w:val="1"/>
          <w:wAfter w:w="13" w:type="dxa"/>
          <w:trHeight w:val="68"/>
        </w:trPr>
        <w:tc>
          <w:tcPr>
            <w:tcW w:w="10206" w:type="dxa"/>
            <w:gridSpan w:val="57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1E262E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37:18:080221:32</w:t>
            </w:r>
          </w:p>
        </w:tc>
      </w:tr>
      <w:tr w:rsidR="007C13B7" w:rsidRPr="004A75A7" w:rsidTr="00154D1F">
        <w:trPr>
          <w:gridAfter w:val="1"/>
          <w:wAfter w:w="13" w:type="dxa"/>
          <w:trHeight w:val="68"/>
        </w:trPr>
        <w:tc>
          <w:tcPr>
            <w:tcW w:w="704" w:type="dxa"/>
            <w:gridSpan w:val="4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1E262E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5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1E262E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="009F1A25" w:rsidRPr="009F1A25">
              <w:rPr>
                <w:u w:val="single"/>
                <w:lang w:val="ru-RU"/>
              </w:rPr>
              <w:t>37:18:080221:103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287308.39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2193994.17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287302.48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2194003.23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287294.64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2193998.11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287299.58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2193990.54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287302.67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2193992.56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287303.64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2193991.07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287308.39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2193994.17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37:18:080221:103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37:18:080221:52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2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37:18:080221:103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="009F1A25">
              <w:rPr>
                <w:u w:val="single"/>
                <w:lang w:val="ru-RU"/>
              </w:rPr>
              <w:t>37:18:080221:127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287274.97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2194027.61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287271.72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2194032.39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287279.84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2194037.91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287283.09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2194033.13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287274.97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2194027.61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lastRenderedPageBreak/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37:18:080221:127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37:18:080221:7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4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37:18:080221:127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="009F1A25" w:rsidRPr="009F1A25">
              <w:rPr>
                <w:u w:val="single"/>
                <w:lang w:val="ru-RU"/>
              </w:rPr>
              <w:t>37:18:080221:115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287273.78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2194049.47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287268.99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2194056.49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287259.71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2194050.15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287263.93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2194043.97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н5О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287269.71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2194047.92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287270.28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2194047.08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287273.78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2194049.47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37:18:080221:115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37:18:080221:97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6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37:18:080221:115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37:18:080221:104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287248.70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2194084.32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287245.21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2194089.47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287237.69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2194084.37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287241.18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2194079.22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287248.70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2194084.32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37:18:080221:104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37:18:080221:29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10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37:18:080221:104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37:18:080221:109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287220.64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2194111.53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</w:t>
            </w:r>
            <w:r w:rsidRPr="009F1A25">
              <w:lastRenderedPageBreak/>
              <w:t>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287216.22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2194118.42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287225.28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2194124.23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287229.70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2194117.34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287220.64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2194111.53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37:18:080221:109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37:18:080221:18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12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37:18:080221:109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37:18:080221:122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287199.77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2194143.29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287196.25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2194149.37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287204.43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2194154.11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287207.95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2194148.03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287199.77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2194143.29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37:18:080221:122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37:18:080221:13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14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37:18:080221:122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37:18:080221:99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287177.40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2194201.76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287171.21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2194211.60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287163.14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2194206.52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287168.22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2194198.45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287171.49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2194200.51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н6О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287172.60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2194198.74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287177.40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2194201.76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37:18:080221:99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37:18:080221:16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18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37:18:080221:99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lastRenderedPageBreak/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37:18:080221:252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287145.72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2194235.25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287141.25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2194242.50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287150.00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2194247.89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 xml:space="preserve">Метод спутниковых геодезических измерений </w:t>
            </w:r>
            <w:r w:rsidRPr="009F1A25">
              <w:lastRenderedPageBreak/>
              <w:t>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287154.47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2194240.64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287145.72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2194235.25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37:18:080221:252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37:18:080221:254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22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lastRenderedPageBreak/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37:18:080221:252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37:18:080221:126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287152.53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2194270.29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287147.88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2194277.72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 xml:space="preserve">Метод спутниковых геодезических измерений </w:t>
            </w:r>
            <w:r w:rsidRPr="009F1A25">
              <w:lastRenderedPageBreak/>
              <w:t>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287133.72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2194268.86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287137.60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2194262.67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287145.57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2194267.66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287146.34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2194266.42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287152.53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2194270.29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37:18:080221:126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37:18:080221:38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24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37:18:080221:126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37:18:080221:123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287103.28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2194326.69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287099.29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2194333.37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287098.00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2194332.60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287097.24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2194333.85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287094.75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2194332.36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н6О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287095.50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2194331.11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287088.09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2194326.68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287092.08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2194320.00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287103.28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2194326.69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37:18:080221:123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37:18:080221:46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28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37:18:080221:123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37:18:080221:119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287066.11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2194360.86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</w:t>
            </w:r>
            <w:r w:rsidRPr="009F1A25">
              <w:lastRenderedPageBreak/>
              <w:t>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287063.13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2194365.59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287071.28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2194370.72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287074.26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2194365.99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287066.11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2194360.86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37:18:080221:119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37:18:080221:10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32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37:18:080221:119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37:18:080221:251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287024.64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2194427.52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287028.32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2194421.54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287037.30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2194427.07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287033.62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2194433.05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287024.64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2194427.52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37:18:080221:251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37:18:080221:11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38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37:18:080221:251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37:18:080221:100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287014.81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2194443.23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287023.84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2194448.68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287026.82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2194443.74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287017.80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2194438.29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287014.81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2194443.23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lastRenderedPageBreak/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37:18:080221:100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37:18:080221:44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40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37:18:080221:100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37:18:080221:128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287007.11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2194477.92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287003.16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2194484.51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286994.02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2194479.03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286997.12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2194473.86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н5О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287000.51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2194475.90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287001.37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2194474.47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287007.11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2194477.92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37:18:080221:128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37:18:080221:4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44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37:18:080221:128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37:18:080221:105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286993.54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2194498.81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286989.80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2194505.21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286982.26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2194500.81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286985.23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2194495.72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286989.62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2194498.28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286990.38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2194496.97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286993.54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2194498.81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37:18:080221:105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37:18:080221:30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46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37:18:080221:105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37:18:080221:111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286983.77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2194519.15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286981.46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2194522.92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286973.01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2194517.74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286975.25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2194514.00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286983.77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2194519.15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lastRenderedPageBreak/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37:18:080221:111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48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37:18:080221:111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37:18:080221:107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286963.40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2194562.81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286968.11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2194554.18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286956.98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2194548.10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286952.27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2194556.73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286963.40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2194562.81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37:18:080221:107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37:18:080221:15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52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37:18:080221:107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lastRenderedPageBreak/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37:18:080221:129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286951.99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2194579.98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286947.80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2194587.20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286938.71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2194581.91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286941.70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2194576.77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286947.42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2194580.09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286948.62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2194578.02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286951.99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2194579.98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37:18:080221:129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37:18:080221:33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54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37:18:080221:129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37:18:080221:108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286936.77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2194597.92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</w:t>
            </w:r>
            <w:r w:rsidRPr="009F1A25">
              <w:lastRenderedPageBreak/>
              <w:t>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286932.63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2194605.41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286927.49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2194602.57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286931.63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2194595.08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286936.77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2194597.92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37:18:080221:108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37:18:080221:32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56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37:18:080221:108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37:18:080221:135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286925.46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2194679.53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286923.62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2194687.50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286916.85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2194685.93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286918.69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2194677.97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286925.46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2194679.53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37:18:080221:135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60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37:18:080221:135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37:18:080221:124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286910.31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2194562.89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286907.59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2194567.37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286897.71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2194561.37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286901.63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2194554.93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286904.95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2194556.94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н6О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286903.76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2194558.91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286910.31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2194562.89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37:18:080221:124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37:18:080221:19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13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37:18:080221:124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37:18:080221:118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286951.70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2194494.83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286948.08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2194500.53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286945.74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2194499.04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286944.31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2194501.29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286941.07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2194499.23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286942.50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2194496.99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286941.80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2194496.54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286945.42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2194490.84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286951.70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2194494.83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37:18:080221:118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9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37:18:080221:118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37:18:080221:117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286983.03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2194442.33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286978.20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2194451.04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286971.53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2194447.34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286977.45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2194436.65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н5О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286981.35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2194438.81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286980.25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2194440.79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286983.03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2194442.33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37:18:080221:117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37:18:080221:5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5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37:18:080221:117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37:18:080221:101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286997.57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2194417.11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286994.39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2194422.78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286991.65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2194421.24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286990.28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2194423.68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286986.65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2194421.65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286991.20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2194413.53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286997.57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2194417.11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37:18:080221:101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37:18:080221:139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3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37:18:080221:101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37:18:080221:125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287014.00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2194389.73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287005.98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2194402.25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286991.68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2194393.09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286999.69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2194380.57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287014.00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2194389.73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lastRenderedPageBreak/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37:18:080221:125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37:18:080221:26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1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37:18:080221:125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1E262E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1E262E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gridAfter w:val="1"/>
          <w:wAfter w:w="8" w:type="dxa"/>
          <w:trHeight w:val="1066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9F1A25" w:rsidRDefault="001E262E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1. Сведения о характерных точках контура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–</w:t>
            </w:r>
            <w:r w:rsidR="009F1A25">
              <w:rPr>
                <w:u w:val="single"/>
                <w:lang w:val="ru-RU"/>
              </w:rPr>
              <w:t>37:18:080221:134</w:t>
            </w:r>
          </w:p>
        </w:tc>
      </w:tr>
      <w:tr w:rsidR="00786373" w:rsidRPr="00EB43A2" w:rsidTr="002E139C">
        <w:trPr>
          <w:gridAfter w:val="1"/>
          <w:wAfter w:w="8" w:type="dxa"/>
          <w:trHeight w:val="505"/>
        </w:trPr>
        <w:tc>
          <w:tcPr>
            <w:tcW w:w="6237" w:type="dxa"/>
            <w:gridSpan w:val="38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1E262E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Система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координат</w:t>
            </w:r>
            <w:proofErr w:type="spellEnd"/>
            <w:r>
              <w:rPr>
                <w:b/>
              </w:rPr>
              <w:t xml:space="preserve"> </w:t>
            </w:r>
            <w:r w:rsidRPr="00F40F06">
              <w:rPr>
                <w:u w:val="single"/>
              </w:rPr>
              <w:t xml:space="preserve">МСК-37, </w:t>
            </w:r>
            <w:proofErr w:type="spellStart"/>
            <w:r w:rsidRPr="00F40F06">
              <w:rPr>
                <w:u w:val="single"/>
              </w:rPr>
              <w:t>зона</w:t>
            </w:r>
            <w:proofErr w:type="spellEnd"/>
            <w:r w:rsidRPr="00F40F06">
              <w:rPr>
                <w:u w:val="single"/>
              </w:rPr>
              <w:t xml:space="preserve"> 4</w:t>
            </w:r>
          </w:p>
        </w:tc>
        <w:tc>
          <w:tcPr>
            <w:tcW w:w="3974" w:type="dxa"/>
            <w:gridSpan w:val="1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1E262E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4</w:t>
            </w:r>
          </w:p>
        </w:tc>
      </w:tr>
      <w:tr w:rsidR="00A2456D" w:rsidRPr="00F62916" w:rsidTr="008C2CFD">
        <w:trPr>
          <w:gridAfter w:val="1"/>
          <w:wAfter w:w="8" w:type="dxa"/>
          <w:trHeight w:val="2009"/>
        </w:trPr>
        <w:tc>
          <w:tcPr>
            <w:tcW w:w="94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1E262E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1E262E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proofErr w:type="spellStart"/>
            <w:r w:rsidRPr="00546C11">
              <w:rPr>
                <w:b/>
              </w:rPr>
              <w:t>квадратической</w:t>
            </w:r>
            <w:proofErr w:type="spellEnd"/>
            <w:r w:rsidRPr="00546C11">
              <w:rPr>
                <w:b/>
              </w:rPr>
              <w:t xml:space="preserve">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</w:t>
            </w:r>
            <w:proofErr w:type="spellStart"/>
            <w:r w:rsidRPr="00546C11">
              <w:rPr>
                <w:b/>
              </w:rPr>
              <w:t>M</w:t>
            </w:r>
            <w:r w:rsidRPr="00546C11">
              <w:rPr>
                <w:b/>
                <w:vertAlign w:val="subscript"/>
              </w:rPr>
              <w:t>t</w:t>
            </w:r>
            <w:proofErr w:type="spellEnd"/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 xml:space="preserve">и итоговые (вычисленные) значения </w:t>
            </w:r>
            <w:proofErr w:type="spellStart"/>
            <w:r w:rsidRPr="00546C11">
              <w:rPr>
                <w:b/>
              </w:rPr>
              <w:t>Мt</w:t>
            </w:r>
            <w:proofErr w:type="spellEnd"/>
            <w:r w:rsidRPr="00546C11">
              <w:rPr>
                <w:b/>
              </w:rPr>
              <w:t>, м</w:t>
            </w:r>
          </w:p>
        </w:tc>
      </w:tr>
      <w:tr w:rsidR="008C2CFD" w:rsidRPr="00EB43A2" w:rsidTr="008C2CFD">
        <w:trPr>
          <w:gridAfter w:val="1"/>
          <w:wAfter w:w="8" w:type="dxa"/>
          <w:trHeight w:val="3539"/>
        </w:trPr>
        <w:tc>
          <w:tcPr>
            <w:tcW w:w="947" w:type="dxa"/>
            <w:gridSpan w:val="5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9F1A25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62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gridAfter w:val="1"/>
          <w:wAfter w:w="8" w:type="dxa"/>
          <w:trHeight w:val="800"/>
        </w:trPr>
        <w:tc>
          <w:tcPr>
            <w:tcW w:w="94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FF0D56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FF0D56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1E262E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286986.02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2194515.47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286983.77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2194519.15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286975.25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2194514.00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286977.53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2194510.27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8C2CFD" w:rsidRPr="00590258" w:rsidTr="008C2CFD">
        <w:trPr>
          <w:gridAfter w:val="1"/>
          <w:wAfter w:w="8" w:type="dxa"/>
          <w:trHeight w:val="91"/>
        </w:trPr>
        <w:tc>
          <w:tcPr>
            <w:tcW w:w="94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1E262E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н1О</w:t>
            </w:r>
          </w:p>
        </w:tc>
        <w:tc>
          <w:tcPr>
            <w:tcW w:w="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286986.02</w:t>
            </w:r>
          </w:p>
        </w:tc>
        <w:tc>
          <w:tcPr>
            <w:tcW w:w="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067AB">
              <w:rPr>
                <w:lang w:val="en-US"/>
              </w:rPr>
              <w:t>2194515.47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1E262E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1E262E" w:rsidP="00CF2321">
            <w:pPr>
              <w:spacing w:before="120" w:after="120"/>
            </w:pPr>
            <w:r w:rsidRPr="009F1A25"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1E262E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Mt=0.10</w:t>
            </w:r>
          </w:p>
        </w:tc>
      </w:tr>
      <w:tr w:rsidR="00546C11" w:rsidRPr="00EB43A2" w:rsidTr="002E139C">
        <w:trPr>
          <w:gridAfter w:val="1"/>
          <w:wAfter w:w="8" w:type="dxa"/>
          <w:trHeight w:val="205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  <w:lang w:val="ru-RU"/>
              </w:rPr>
            </w:pPr>
            <w:r w:rsidRPr="009F1A25">
              <w:rPr>
                <w:b/>
                <w:lang w:val="ru-RU"/>
              </w:rPr>
              <w:t xml:space="preserve">2. Сведения о характеристиках объекта недвижимости с кадастровым номером </w:t>
            </w:r>
            <w:r w:rsidRPr="009F1A25">
              <w:rPr>
                <w:u w:val="single"/>
                <w:lang w:val="ru-RU"/>
              </w:rPr>
              <w:t>37:18:080221:134</w:t>
            </w:r>
          </w:p>
        </w:tc>
      </w:tr>
      <w:tr w:rsidR="00546C11" w:rsidRPr="00590258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1E262E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proofErr w:type="spellStart"/>
            <w:r w:rsidRPr="00BE7498">
              <w:rPr>
                <w:lang w:val="en-US"/>
              </w:rPr>
              <w:t>Здание</w:t>
            </w:r>
            <w:proofErr w:type="spellEnd"/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</w:pPr>
            <w:r w:rsidRPr="00BE7498">
              <w:rPr>
                <w:lang w:val="en-US"/>
              </w:rPr>
              <w:t>37:18:080221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9F1A25" w:rsidRDefault="001E262E" w:rsidP="00B138FB">
            <w:pPr>
              <w:spacing w:before="120" w:after="120"/>
            </w:pPr>
            <w:r w:rsidRPr="009F1A25">
              <w:t xml:space="preserve">Ивановская область, Тейковский район, </w:t>
            </w:r>
            <w:proofErr w:type="spellStart"/>
            <w:r w:rsidRPr="009F1A25">
              <w:t>Бураково</w:t>
            </w:r>
            <w:proofErr w:type="spellEnd"/>
            <w:r w:rsidRPr="009F1A25">
              <w:t xml:space="preserve"> деревня, 48 дом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1E262E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1E262E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gridAfter w:val="1"/>
          <w:wAfter w:w="8" w:type="dxa"/>
          <w:trHeight w:val="357"/>
        </w:trPr>
        <w:tc>
          <w:tcPr>
            <w:tcW w:w="10211" w:type="dxa"/>
            <w:gridSpan w:val="5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1E262E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37:18:080221:134</w:t>
            </w:r>
          </w:p>
        </w:tc>
      </w:tr>
      <w:tr w:rsidR="00546C11" w:rsidRPr="004A75A7" w:rsidTr="002E139C">
        <w:trPr>
          <w:gridAfter w:val="1"/>
          <w:wAfter w:w="8" w:type="dxa"/>
          <w:trHeight w:val="97"/>
        </w:trPr>
        <w:tc>
          <w:tcPr>
            <w:tcW w:w="659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1E262E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1E262E" w:rsidP="005C4E99">
            <w:pPr>
              <w:spacing w:before="120" w:after="120"/>
            </w:pPr>
            <w:r w:rsidRPr="00A552E8">
              <w:t>–</w:t>
            </w:r>
          </w:p>
        </w:tc>
      </w:tr>
    </w:tbl>
    <w:p w:rsidR="0056436E" w:rsidRDefault="0056436E"/>
    <w:sectPr w:rsidR="0056436E" w:rsidSect="004709A1">
      <w:headerReference w:type="default" r:id="rId8"/>
      <w:footerReference w:type="even" r:id="rId9"/>
      <w:pgSz w:w="11906" w:h="16838" w:code="9"/>
      <w:pgMar w:top="1134" w:right="567" w:bottom="1134" w:left="1134" w:header="709" w:footer="709" w:gutter="0"/>
      <w:pgNumType w:start="1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D56" w:rsidRDefault="00FF0D56">
      <w:r>
        <w:separator/>
      </w:r>
    </w:p>
  </w:endnote>
  <w:endnote w:type="continuationSeparator" w:id="0">
    <w:p w:rsidR="00FF0D56" w:rsidRDefault="00FF0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6C1" w:rsidRDefault="00652FF0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636C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36C1" w:rsidRDefault="009636C1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D56" w:rsidRDefault="00FF0D56">
      <w:r>
        <w:separator/>
      </w:r>
    </w:p>
  </w:footnote>
  <w:footnote w:type="continuationSeparator" w:id="0">
    <w:p w:rsidR="00FF0D56" w:rsidRDefault="00FF0D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34" w:rsidRDefault="004D67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37137"/>
    <w:multiLevelType w:val="hybridMultilevel"/>
    <w:tmpl w:val="636A3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393321"/>
    <w:multiLevelType w:val="hybridMultilevel"/>
    <w:tmpl w:val="636A3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43E90E78"/>
    <w:multiLevelType w:val="hybridMultilevel"/>
    <w:tmpl w:val="973C5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9" w15:restartNumberingAfterBreak="0">
    <w:nsid w:val="46671C9A"/>
    <w:multiLevelType w:val="hybridMultilevel"/>
    <w:tmpl w:val="E732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53027A"/>
    <w:multiLevelType w:val="hybridMultilevel"/>
    <w:tmpl w:val="AB0440F8"/>
    <w:lvl w:ilvl="0" w:tplc="EF5ADF2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4C5E6CE6"/>
    <w:multiLevelType w:val="hybridMultilevel"/>
    <w:tmpl w:val="FB22F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C7B1F"/>
    <w:multiLevelType w:val="hybridMultilevel"/>
    <w:tmpl w:val="F25EA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7082114"/>
    <w:multiLevelType w:val="hybridMultilevel"/>
    <w:tmpl w:val="636A3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1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 w15:restartNumberingAfterBreak="0">
    <w:nsid w:val="70E02052"/>
    <w:multiLevelType w:val="hybridMultilevel"/>
    <w:tmpl w:val="9EBAE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8F93E1A"/>
    <w:multiLevelType w:val="hybridMultilevel"/>
    <w:tmpl w:val="4A10D078"/>
    <w:lvl w:ilvl="0" w:tplc="447A553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386FCB"/>
    <w:multiLevelType w:val="hybridMultilevel"/>
    <w:tmpl w:val="E3D05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D6024D6"/>
    <w:multiLevelType w:val="hybridMultilevel"/>
    <w:tmpl w:val="59685A6E"/>
    <w:lvl w:ilvl="0" w:tplc="880A86FC">
      <w:start w:val="1"/>
      <w:numFmt w:val="decimal"/>
      <w:pStyle w:val="3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3"/>
  </w:num>
  <w:num w:numId="2">
    <w:abstractNumId w:val="29"/>
  </w:num>
  <w:num w:numId="3">
    <w:abstractNumId w:val="39"/>
  </w:num>
  <w:num w:numId="4">
    <w:abstractNumId w:val="15"/>
  </w:num>
  <w:num w:numId="5">
    <w:abstractNumId w:val="12"/>
  </w:num>
  <w:num w:numId="6">
    <w:abstractNumId w:val="28"/>
  </w:num>
  <w:num w:numId="7">
    <w:abstractNumId w:val="17"/>
  </w:num>
  <w:num w:numId="8">
    <w:abstractNumId w:val="43"/>
  </w:num>
  <w:num w:numId="9">
    <w:abstractNumId w:val="7"/>
  </w:num>
  <w:num w:numId="10">
    <w:abstractNumId w:val="1"/>
  </w:num>
  <w:num w:numId="11">
    <w:abstractNumId w:val="13"/>
  </w:num>
  <w:num w:numId="12">
    <w:abstractNumId w:val="31"/>
  </w:num>
  <w:num w:numId="13">
    <w:abstractNumId w:val="25"/>
  </w:num>
  <w:num w:numId="14">
    <w:abstractNumId w:val="32"/>
  </w:num>
  <w:num w:numId="15">
    <w:abstractNumId w:val="5"/>
  </w:num>
  <w:num w:numId="16">
    <w:abstractNumId w:val="36"/>
  </w:num>
  <w:num w:numId="17">
    <w:abstractNumId w:val="0"/>
  </w:num>
  <w:num w:numId="18">
    <w:abstractNumId w:val="40"/>
  </w:num>
  <w:num w:numId="19">
    <w:abstractNumId w:val="10"/>
  </w:num>
  <w:num w:numId="20">
    <w:abstractNumId w:val="4"/>
  </w:num>
  <w:num w:numId="21">
    <w:abstractNumId w:val="38"/>
  </w:num>
  <w:num w:numId="22">
    <w:abstractNumId w:val="11"/>
  </w:num>
  <w:num w:numId="23">
    <w:abstractNumId w:val="34"/>
  </w:num>
  <w:num w:numId="24">
    <w:abstractNumId w:val="21"/>
  </w:num>
  <w:num w:numId="25">
    <w:abstractNumId w:val="2"/>
  </w:num>
  <w:num w:numId="26">
    <w:abstractNumId w:val="22"/>
  </w:num>
  <w:num w:numId="27">
    <w:abstractNumId w:val="45"/>
  </w:num>
  <w:num w:numId="28">
    <w:abstractNumId w:val="30"/>
  </w:num>
  <w:num w:numId="29">
    <w:abstractNumId w:val="37"/>
  </w:num>
  <w:num w:numId="30">
    <w:abstractNumId w:val="14"/>
  </w:num>
  <w:num w:numId="31">
    <w:abstractNumId w:val="6"/>
  </w:num>
  <w:num w:numId="32">
    <w:abstractNumId w:val="8"/>
  </w:num>
  <w:num w:numId="33">
    <w:abstractNumId w:val="27"/>
  </w:num>
  <w:num w:numId="34">
    <w:abstractNumId w:val="18"/>
  </w:num>
  <w:num w:numId="35">
    <w:abstractNumId w:val="19"/>
  </w:num>
  <w:num w:numId="36">
    <w:abstractNumId w:val="24"/>
  </w:num>
  <w:num w:numId="37">
    <w:abstractNumId w:val="3"/>
  </w:num>
  <w:num w:numId="38">
    <w:abstractNumId w:val="9"/>
  </w:num>
  <w:num w:numId="39">
    <w:abstractNumId w:val="26"/>
  </w:num>
  <w:num w:numId="40">
    <w:abstractNumId w:val="44"/>
  </w:num>
  <w:num w:numId="41">
    <w:abstractNumId w:val="44"/>
    <w:lvlOverride w:ilvl="0">
      <w:startOverride w:val="1"/>
    </w:lvlOverride>
  </w:num>
  <w:num w:numId="42">
    <w:abstractNumId w:val="44"/>
    <w:lvlOverride w:ilvl="0">
      <w:startOverride w:val="1"/>
    </w:lvlOverride>
  </w:num>
  <w:num w:numId="43">
    <w:abstractNumId w:val="44"/>
    <w:lvlOverride w:ilvl="0">
      <w:startOverride w:val="1"/>
    </w:lvlOverride>
  </w:num>
  <w:num w:numId="44">
    <w:abstractNumId w:val="16"/>
  </w:num>
  <w:num w:numId="45">
    <w:abstractNumId w:val="20"/>
  </w:num>
  <w:num w:numId="46">
    <w:abstractNumId w:val="42"/>
  </w:num>
  <w:num w:numId="47">
    <w:abstractNumId w:val="41"/>
  </w:num>
  <w:num w:numId="48">
    <w:abstractNumId w:val="35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0AA"/>
    <w:rsid w:val="00011BCA"/>
    <w:rsid w:val="00013A19"/>
    <w:rsid w:val="00035E0C"/>
    <w:rsid w:val="00036196"/>
    <w:rsid w:val="00037F27"/>
    <w:rsid w:val="000423A0"/>
    <w:rsid w:val="000602F9"/>
    <w:rsid w:val="00060B11"/>
    <w:rsid w:val="000710AB"/>
    <w:rsid w:val="0007437B"/>
    <w:rsid w:val="00080428"/>
    <w:rsid w:val="00081D69"/>
    <w:rsid w:val="00086122"/>
    <w:rsid w:val="000903EC"/>
    <w:rsid w:val="000931F3"/>
    <w:rsid w:val="00094F99"/>
    <w:rsid w:val="00096C4E"/>
    <w:rsid w:val="000B171F"/>
    <w:rsid w:val="000B5C41"/>
    <w:rsid w:val="000C3E63"/>
    <w:rsid w:val="000C6101"/>
    <w:rsid w:val="000C6FE3"/>
    <w:rsid w:val="000D17D3"/>
    <w:rsid w:val="000E0AF3"/>
    <w:rsid w:val="000E147A"/>
    <w:rsid w:val="000E15D8"/>
    <w:rsid w:val="000E6177"/>
    <w:rsid w:val="0010057B"/>
    <w:rsid w:val="00124CB3"/>
    <w:rsid w:val="00151D15"/>
    <w:rsid w:val="00172FF9"/>
    <w:rsid w:val="00176EAD"/>
    <w:rsid w:val="00181EE1"/>
    <w:rsid w:val="00193B7C"/>
    <w:rsid w:val="00194F66"/>
    <w:rsid w:val="001A40E6"/>
    <w:rsid w:val="001B0450"/>
    <w:rsid w:val="001B248E"/>
    <w:rsid w:val="001B5787"/>
    <w:rsid w:val="001C159F"/>
    <w:rsid w:val="001C1D5A"/>
    <w:rsid w:val="001C3AD5"/>
    <w:rsid w:val="001D1BAD"/>
    <w:rsid w:val="001E262E"/>
    <w:rsid w:val="001E73ED"/>
    <w:rsid w:val="001F2194"/>
    <w:rsid w:val="00203B8F"/>
    <w:rsid w:val="00203BF6"/>
    <w:rsid w:val="00205123"/>
    <w:rsid w:val="002145BD"/>
    <w:rsid w:val="00214F7F"/>
    <w:rsid w:val="00217EF9"/>
    <w:rsid w:val="002215EE"/>
    <w:rsid w:val="00231FE1"/>
    <w:rsid w:val="00235B59"/>
    <w:rsid w:val="00244AC1"/>
    <w:rsid w:val="00250AF5"/>
    <w:rsid w:val="00281DA4"/>
    <w:rsid w:val="00290D69"/>
    <w:rsid w:val="00291D46"/>
    <w:rsid w:val="002953A8"/>
    <w:rsid w:val="00296364"/>
    <w:rsid w:val="002B4F81"/>
    <w:rsid w:val="002C0C4A"/>
    <w:rsid w:val="002C453E"/>
    <w:rsid w:val="002D1410"/>
    <w:rsid w:val="002E69BF"/>
    <w:rsid w:val="002F04DF"/>
    <w:rsid w:val="002F2CB9"/>
    <w:rsid w:val="002F3837"/>
    <w:rsid w:val="003026D0"/>
    <w:rsid w:val="00316C68"/>
    <w:rsid w:val="0032318F"/>
    <w:rsid w:val="00333228"/>
    <w:rsid w:val="00334845"/>
    <w:rsid w:val="00335943"/>
    <w:rsid w:val="00341334"/>
    <w:rsid w:val="003504A5"/>
    <w:rsid w:val="0039586F"/>
    <w:rsid w:val="00396072"/>
    <w:rsid w:val="0039666B"/>
    <w:rsid w:val="003A2F3B"/>
    <w:rsid w:val="003A6154"/>
    <w:rsid w:val="003A730A"/>
    <w:rsid w:val="003B64B7"/>
    <w:rsid w:val="003C1093"/>
    <w:rsid w:val="003C310B"/>
    <w:rsid w:val="003E196B"/>
    <w:rsid w:val="003F7F20"/>
    <w:rsid w:val="0040093A"/>
    <w:rsid w:val="00406266"/>
    <w:rsid w:val="004179A5"/>
    <w:rsid w:val="00421AFA"/>
    <w:rsid w:val="00430B96"/>
    <w:rsid w:val="00432044"/>
    <w:rsid w:val="00460DB2"/>
    <w:rsid w:val="004648C9"/>
    <w:rsid w:val="004709A1"/>
    <w:rsid w:val="00473B88"/>
    <w:rsid w:val="004764A0"/>
    <w:rsid w:val="00482D1C"/>
    <w:rsid w:val="00484ED8"/>
    <w:rsid w:val="004951A1"/>
    <w:rsid w:val="004A574D"/>
    <w:rsid w:val="004B43CE"/>
    <w:rsid w:val="004B45EA"/>
    <w:rsid w:val="004B4F2D"/>
    <w:rsid w:val="004C2A7C"/>
    <w:rsid w:val="004C5CB2"/>
    <w:rsid w:val="004D6734"/>
    <w:rsid w:val="004E1151"/>
    <w:rsid w:val="004F381C"/>
    <w:rsid w:val="004F6433"/>
    <w:rsid w:val="00512758"/>
    <w:rsid w:val="00521413"/>
    <w:rsid w:val="005246D9"/>
    <w:rsid w:val="00531425"/>
    <w:rsid w:val="00533FA6"/>
    <w:rsid w:val="0053542D"/>
    <w:rsid w:val="00543F5A"/>
    <w:rsid w:val="00545F2F"/>
    <w:rsid w:val="0054745C"/>
    <w:rsid w:val="005567D2"/>
    <w:rsid w:val="0056436E"/>
    <w:rsid w:val="00567640"/>
    <w:rsid w:val="005710C3"/>
    <w:rsid w:val="00575FA4"/>
    <w:rsid w:val="0057753C"/>
    <w:rsid w:val="00581244"/>
    <w:rsid w:val="00584E7A"/>
    <w:rsid w:val="00591062"/>
    <w:rsid w:val="00593246"/>
    <w:rsid w:val="005A2F41"/>
    <w:rsid w:val="005B4876"/>
    <w:rsid w:val="005C0DA3"/>
    <w:rsid w:val="005C5C3E"/>
    <w:rsid w:val="005D41C3"/>
    <w:rsid w:val="006141CF"/>
    <w:rsid w:val="006151C2"/>
    <w:rsid w:val="00616A58"/>
    <w:rsid w:val="00624B89"/>
    <w:rsid w:val="006318C3"/>
    <w:rsid w:val="00636ABD"/>
    <w:rsid w:val="00652FF0"/>
    <w:rsid w:val="00655E3F"/>
    <w:rsid w:val="006619A4"/>
    <w:rsid w:val="006731FF"/>
    <w:rsid w:val="0068222D"/>
    <w:rsid w:val="0068648B"/>
    <w:rsid w:val="0069712B"/>
    <w:rsid w:val="006A16E6"/>
    <w:rsid w:val="006B1514"/>
    <w:rsid w:val="006B4080"/>
    <w:rsid w:val="006B7EAA"/>
    <w:rsid w:val="006C1AA7"/>
    <w:rsid w:val="006C7AFB"/>
    <w:rsid w:val="006D1DF4"/>
    <w:rsid w:val="006F15CC"/>
    <w:rsid w:val="006F2733"/>
    <w:rsid w:val="006F318B"/>
    <w:rsid w:val="006F6A57"/>
    <w:rsid w:val="007024B2"/>
    <w:rsid w:val="007032F8"/>
    <w:rsid w:val="00706863"/>
    <w:rsid w:val="00712E45"/>
    <w:rsid w:val="007148E3"/>
    <w:rsid w:val="00717232"/>
    <w:rsid w:val="00723478"/>
    <w:rsid w:val="00724B44"/>
    <w:rsid w:val="00730CA2"/>
    <w:rsid w:val="00747B15"/>
    <w:rsid w:val="00760549"/>
    <w:rsid w:val="007651FB"/>
    <w:rsid w:val="00765353"/>
    <w:rsid w:val="00770A3A"/>
    <w:rsid w:val="00787A14"/>
    <w:rsid w:val="007920ED"/>
    <w:rsid w:val="0079330C"/>
    <w:rsid w:val="007A7AFC"/>
    <w:rsid w:val="007B1A3F"/>
    <w:rsid w:val="007C396C"/>
    <w:rsid w:val="007C6380"/>
    <w:rsid w:val="007D1217"/>
    <w:rsid w:val="007D5EA7"/>
    <w:rsid w:val="007E1B10"/>
    <w:rsid w:val="007F2625"/>
    <w:rsid w:val="007F2A27"/>
    <w:rsid w:val="007F59BC"/>
    <w:rsid w:val="008015A2"/>
    <w:rsid w:val="00807165"/>
    <w:rsid w:val="0082546C"/>
    <w:rsid w:val="0083400A"/>
    <w:rsid w:val="00835530"/>
    <w:rsid w:val="008444C0"/>
    <w:rsid w:val="00847554"/>
    <w:rsid w:val="00853973"/>
    <w:rsid w:val="0086301E"/>
    <w:rsid w:val="008757C6"/>
    <w:rsid w:val="00875876"/>
    <w:rsid w:val="00882CE6"/>
    <w:rsid w:val="008847D5"/>
    <w:rsid w:val="008A3736"/>
    <w:rsid w:val="008C06BE"/>
    <w:rsid w:val="008C22C9"/>
    <w:rsid w:val="008D1623"/>
    <w:rsid w:val="008D3331"/>
    <w:rsid w:val="008D40AA"/>
    <w:rsid w:val="008D51C3"/>
    <w:rsid w:val="008E3537"/>
    <w:rsid w:val="008E3D70"/>
    <w:rsid w:val="008E4A69"/>
    <w:rsid w:val="008E5C17"/>
    <w:rsid w:val="008E6F48"/>
    <w:rsid w:val="008F310B"/>
    <w:rsid w:val="008F7421"/>
    <w:rsid w:val="008F7691"/>
    <w:rsid w:val="009034B4"/>
    <w:rsid w:val="00920541"/>
    <w:rsid w:val="00924A51"/>
    <w:rsid w:val="00936DD4"/>
    <w:rsid w:val="0094258A"/>
    <w:rsid w:val="00950EB7"/>
    <w:rsid w:val="0095493E"/>
    <w:rsid w:val="00961424"/>
    <w:rsid w:val="00961F5D"/>
    <w:rsid w:val="009636C1"/>
    <w:rsid w:val="00966A27"/>
    <w:rsid w:val="00972D2B"/>
    <w:rsid w:val="00981376"/>
    <w:rsid w:val="0098542B"/>
    <w:rsid w:val="009855A8"/>
    <w:rsid w:val="009922D3"/>
    <w:rsid w:val="00997D53"/>
    <w:rsid w:val="009A0C27"/>
    <w:rsid w:val="009A7986"/>
    <w:rsid w:val="009B303B"/>
    <w:rsid w:val="009B43FE"/>
    <w:rsid w:val="009B7B33"/>
    <w:rsid w:val="009C6EC5"/>
    <w:rsid w:val="009E0C22"/>
    <w:rsid w:val="009E297A"/>
    <w:rsid w:val="009F1A25"/>
    <w:rsid w:val="009F1A89"/>
    <w:rsid w:val="009F3C61"/>
    <w:rsid w:val="00A14A37"/>
    <w:rsid w:val="00A162D6"/>
    <w:rsid w:val="00A200BC"/>
    <w:rsid w:val="00A21BB7"/>
    <w:rsid w:val="00A21FED"/>
    <w:rsid w:val="00A232A5"/>
    <w:rsid w:val="00A309DC"/>
    <w:rsid w:val="00A30C8E"/>
    <w:rsid w:val="00A4138A"/>
    <w:rsid w:val="00A522C1"/>
    <w:rsid w:val="00A54C29"/>
    <w:rsid w:val="00A62A9E"/>
    <w:rsid w:val="00A6428F"/>
    <w:rsid w:val="00A65E21"/>
    <w:rsid w:val="00A675D7"/>
    <w:rsid w:val="00A7341C"/>
    <w:rsid w:val="00A831D0"/>
    <w:rsid w:val="00A90D67"/>
    <w:rsid w:val="00A91CB9"/>
    <w:rsid w:val="00A96DE5"/>
    <w:rsid w:val="00AA2415"/>
    <w:rsid w:val="00AA2E2C"/>
    <w:rsid w:val="00AA69D2"/>
    <w:rsid w:val="00AB0141"/>
    <w:rsid w:val="00AC245B"/>
    <w:rsid w:val="00AD0B32"/>
    <w:rsid w:val="00AD1547"/>
    <w:rsid w:val="00AD2104"/>
    <w:rsid w:val="00AE1E33"/>
    <w:rsid w:val="00AE2FF4"/>
    <w:rsid w:val="00AE5C65"/>
    <w:rsid w:val="00B01473"/>
    <w:rsid w:val="00B24595"/>
    <w:rsid w:val="00B334E1"/>
    <w:rsid w:val="00B4125C"/>
    <w:rsid w:val="00B55CA8"/>
    <w:rsid w:val="00B60B00"/>
    <w:rsid w:val="00B61964"/>
    <w:rsid w:val="00B678B2"/>
    <w:rsid w:val="00B75329"/>
    <w:rsid w:val="00B83637"/>
    <w:rsid w:val="00B862FE"/>
    <w:rsid w:val="00B90700"/>
    <w:rsid w:val="00B94B6D"/>
    <w:rsid w:val="00B96A0D"/>
    <w:rsid w:val="00BA5886"/>
    <w:rsid w:val="00BA63F4"/>
    <w:rsid w:val="00BD0F3E"/>
    <w:rsid w:val="00BE1C64"/>
    <w:rsid w:val="00C018DB"/>
    <w:rsid w:val="00C10CE6"/>
    <w:rsid w:val="00C1180D"/>
    <w:rsid w:val="00C15F16"/>
    <w:rsid w:val="00C26752"/>
    <w:rsid w:val="00C31218"/>
    <w:rsid w:val="00C353BB"/>
    <w:rsid w:val="00C364D0"/>
    <w:rsid w:val="00C40534"/>
    <w:rsid w:val="00C42270"/>
    <w:rsid w:val="00C44C4F"/>
    <w:rsid w:val="00C44FA2"/>
    <w:rsid w:val="00C505F1"/>
    <w:rsid w:val="00C51B21"/>
    <w:rsid w:val="00C54B37"/>
    <w:rsid w:val="00C6242B"/>
    <w:rsid w:val="00C71517"/>
    <w:rsid w:val="00C746E6"/>
    <w:rsid w:val="00C808E7"/>
    <w:rsid w:val="00CA151C"/>
    <w:rsid w:val="00CA7794"/>
    <w:rsid w:val="00CB275F"/>
    <w:rsid w:val="00CB731D"/>
    <w:rsid w:val="00CC4C2B"/>
    <w:rsid w:val="00CC78C8"/>
    <w:rsid w:val="00CE126D"/>
    <w:rsid w:val="00CF523C"/>
    <w:rsid w:val="00CF61AF"/>
    <w:rsid w:val="00CF75EF"/>
    <w:rsid w:val="00CF7B29"/>
    <w:rsid w:val="00D00B35"/>
    <w:rsid w:val="00D165D6"/>
    <w:rsid w:val="00D21A18"/>
    <w:rsid w:val="00D31A86"/>
    <w:rsid w:val="00D36737"/>
    <w:rsid w:val="00D4067F"/>
    <w:rsid w:val="00D42EF9"/>
    <w:rsid w:val="00D43D87"/>
    <w:rsid w:val="00D51471"/>
    <w:rsid w:val="00D52202"/>
    <w:rsid w:val="00D54A2F"/>
    <w:rsid w:val="00D5662D"/>
    <w:rsid w:val="00D65BF5"/>
    <w:rsid w:val="00D65FAC"/>
    <w:rsid w:val="00D976DC"/>
    <w:rsid w:val="00DA0CE2"/>
    <w:rsid w:val="00DA30ED"/>
    <w:rsid w:val="00DA3B4D"/>
    <w:rsid w:val="00DA51FF"/>
    <w:rsid w:val="00DA6BAC"/>
    <w:rsid w:val="00DB123C"/>
    <w:rsid w:val="00DB6CA0"/>
    <w:rsid w:val="00DC21C5"/>
    <w:rsid w:val="00DC3827"/>
    <w:rsid w:val="00DD7A9C"/>
    <w:rsid w:val="00DD7C8C"/>
    <w:rsid w:val="00DE3C8C"/>
    <w:rsid w:val="00DE69F5"/>
    <w:rsid w:val="00DF340B"/>
    <w:rsid w:val="00DF5051"/>
    <w:rsid w:val="00DF6A6C"/>
    <w:rsid w:val="00DF7293"/>
    <w:rsid w:val="00E0098C"/>
    <w:rsid w:val="00E0274D"/>
    <w:rsid w:val="00E06E9C"/>
    <w:rsid w:val="00E22EAF"/>
    <w:rsid w:val="00E27149"/>
    <w:rsid w:val="00E323C1"/>
    <w:rsid w:val="00E34A2D"/>
    <w:rsid w:val="00E55143"/>
    <w:rsid w:val="00E55487"/>
    <w:rsid w:val="00E66623"/>
    <w:rsid w:val="00E66D99"/>
    <w:rsid w:val="00E74542"/>
    <w:rsid w:val="00E844BD"/>
    <w:rsid w:val="00E8672D"/>
    <w:rsid w:val="00E86795"/>
    <w:rsid w:val="00E93000"/>
    <w:rsid w:val="00E93F2A"/>
    <w:rsid w:val="00E96AA0"/>
    <w:rsid w:val="00EA5D2E"/>
    <w:rsid w:val="00EB5D1E"/>
    <w:rsid w:val="00EC1A3D"/>
    <w:rsid w:val="00EC4360"/>
    <w:rsid w:val="00EC548A"/>
    <w:rsid w:val="00EE1FBE"/>
    <w:rsid w:val="00EF0936"/>
    <w:rsid w:val="00EF31F8"/>
    <w:rsid w:val="00F029FF"/>
    <w:rsid w:val="00F02B37"/>
    <w:rsid w:val="00F04828"/>
    <w:rsid w:val="00F07C00"/>
    <w:rsid w:val="00F10CB1"/>
    <w:rsid w:val="00F13182"/>
    <w:rsid w:val="00F1500D"/>
    <w:rsid w:val="00F26D72"/>
    <w:rsid w:val="00F33511"/>
    <w:rsid w:val="00F3457B"/>
    <w:rsid w:val="00F35B4A"/>
    <w:rsid w:val="00F52752"/>
    <w:rsid w:val="00F54CB3"/>
    <w:rsid w:val="00F550FD"/>
    <w:rsid w:val="00F568EE"/>
    <w:rsid w:val="00F60973"/>
    <w:rsid w:val="00F61163"/>
    <w:rsid w:val="00F67646"/>
    <w:rsid w:val="00F76CEA"/>
    <w:rsid w:val="00F90BB8"/>
    <w:rsid w:val="00F94324"/>
    <w:rsid w:val="00F95BE1"/>
    <w:rsid w:val="00F969E1"/>
    <w:rsid w:val="00FB1D71"/>
    <w:rsid w:val="00FB4885"/>
    <w:rsid w:val="00FB4D94"/>
    <w:rsid w:val="00FB5EE8"/>
    <w:rsid w:val="00FB7C64"/>
    <w:rsid w:val="00FC1640"/>
    <w:rsid w:val="00FC48B8"/>
    <w:rsid w:val="00FE4E00"/>
    <w:rsid w:val="00FF0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66E0AE8-4882-41E5-B236-EA99768F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9B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554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paragraph" w:customStyle="1" w:styleId="ConsPlusNonformat">
    <w:name w:val="ConsPlusNonformat"/>
    <w:uiPriority w:val="99"/>
    <w:rsid w:val="00035E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rmal (Web)"/>
    <w:basedOn w:val="a"/>
    <w:uiPriority w:val="99"/>
    <w:unhideWhenUsed/>
    <w:rsid w:val="00035E0C"/>
    <w:pPr>
      <w:spacing w:before="100" w:beforeAutospacing="1" w:after="119"/>
    </w:pPr>
  </w:style>
  <w:style w:type="paragraph" w:styleId="a7">
    <w:name w:val="List Paragraph"/>
    <w:basedOn w:val="a"/>
    <w:link w:val="a8"/>
    <w:uiPriority w:val="34"/>
    <w:qFormat/>
    <w:rsid w:val="00972D2B"/>
    <w:pPr>
      <w:contextualSpacing/>
      <w:jc w:val="center"/>
    </w:pPr>
    <w:rPr>
      <w:lang w:val="en-US"/>
    </w:rPr>
  </w:style>
  <w:style w:type="paragraph" w:customStyle="1" w:styleId="11">
    <w:name w:val="Стиль1"/>
    <w:basedOn w:val="a7"/>
    <w:link w:val="12"/>
    <w:qFormat/>
    <w:rsid w:val="000710AB"/>
  </w:style>
  <w:style w:type="paragraph" w:customStyle="1" w:styleId="2">
    <w:name w:val="Стиль2"/>
    <w:basedOn w:val="a7"/>
    <w:link w:val="20"/>
    <w:qFormat/>
    <w:rsid w:val="000710AB"/>
  </w:style>
  <w:style w:type="character" w:customStyle="1" w:styleId="a8">
    <w:name w:val="Абзац списка Знак"/>
    <w:basedOn w:val="a0"/>
    <w:link w:val="a7"/>
    <w:uiPriority w:val="34"/>
    <w:rsid w:val="00972D2B"/>
    <w:rPr>
      <w:sz w:val="24"/>
      <w:szCs w:val="24"/>
      <w:lang w:val="en-US"/>
    </w:rPr>
  </w:style>
  <w:style w:type="character" w:customStyle="1" w:styleId="12">
    <w:name w:val="Стиль1 Знак"/>
    <w:basedOn w:val="a8"/>
    <w:link w:val="11"/>
    <w:rsid w:val="000710AB"/>
    <w:rPr>
      <w:sz w:val="24"/>
      <w:szCs w:val="24"/>
      <w:lang w:val="en-US"/>
    </w:rPr>
  </w:style>
  <w:style w:type="paragraph" w:customStyle="1" w:styleId="3">
    <w:name w:val="Стиль3"/>
    <w:basedOn w:val="a7"/>
    <w:link w:val="30"/>
    <w:qFormat/>
    <w:rsid w:val="000710AB"/>
    <w:pPr>
      <w:numPr>
        <w:numId w:val="43"/>
      </w:numPr>
    </w:pPr>
  </w:style>
  <w:style w:type="character" w:customStyle="1" w:styleId="20">
    <w:name w:val="Стиль2 Знак"/>
    <w:basedOn w:val="a8"/>
    <w:link w:val="2"/>
    <w:rsid w:val="000710AB"/>
    <w:rPr>
      <w:sz w:val="24"/>
      <w:szCs w:val="24"/>
      <w:lang w:val="en-US"/>
    </w:rPr>
  </w:style>
  <w:style w:type="character" w:customStyle="1" w:styleId="30">
    <w:name w:val="Стиль3 Знак"/>
    <w:basedOn w:val="a8"/>
    <w:link w:val="3"/>
    <w:rsid w:val="000710AB"/>
    <w:rPr>
      <w:sz w:val="24"/>
      <w:szCs w:val="24"/>
      <w:lang w:val="en-US"/>
    </w:rPr>
  </w:style>
  <w:style w:type="paragraph" w:customStyle="1" w:styleId="ConsPlusNormal">
    <w:name w:val="ConsPlusNormal"/>
    <w:rsid w:val="0083400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uiPriority w:val="99"/>
    <w:rsid w:val="0083400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E55487"/>
    <w:rPr>
      <w:rFonts w:ascii="Cambria" w:hAnsi="Cambria"/>
      <w:b/>
      <w:bCs/>
      <w:kern w:val="32"/>
      <w:sz w:val="32"/>
      <w:szCs w:val="32"/>
    </w:rPr>
  </w:style>
  <w:style w:type="paragraph" w:customStyle="1" w:styleId="13">
    <w:name w:val="Обычный1"/>
    <w:rsid w:val="003B64B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88;&#1072;&#1073;&#1086;&#1090;&#1072;\&#1090;&#1077;&#1082;&#1091;&#1097;&#1072;&#1103;%20&#1088;&#1072;&#1073;&#1086;&#1090;&#1072;\&#1087;&#1086;&#1083;&#1080;&#1075;&#1086;&#1085;%20development\Polygon%20Development\Polygon\bin\Debug\&#1064;&#1072;&#1073;&#1083;&#1086;&#1085;&#1099;%20&#1055;&#1058;&#1055;\&#1058;&#1080;&#1090;&#1091;&#1083;&#1100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0BBBC-433D-4509-B942-FD5A74DCC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Титульный</Template>
  <TotalTime>5</TotalTime>
  <Pages>136</Pages>
  <Words>22614</Words>
  <Characters>128900</Characters>
  <Application>Microsoft Office Word</Application>
  <DocSecurity>0</DocSecurity>
  <Lines>1074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151212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Microsoft</dc:creator>
  <cp:lastModifiedBy>0401</cp:lastModifiedBy>
  <cp:revision>4</cp:revision>
  <cp:lastPrinted>2024-09-26T10:52:00Z</cp:lastPrinted>
  <dcterms:created xsi:type="dcterms:W3CDTF">2024-09-26T10:59:00Z</dcterms:created>
  <dcterms:modified xsi:type="dcterms:W3CDTF">2024-09-30T11:16:00Z</dcterms:modified>
</cp:coreProperties>
</file>